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sdt>
      <w:sdtPr>
        <w:rPr>
          <w:rFonts w:ascii="Arial" w:eastAsiaTheme="minorHAnsi" w:hAnsi="Arial" w:cstheme="minorBidi"/>
          <w:bCs/>
          <w:color w:val="55595B" w:themeColor="text1"/>
          <w:kern w:val="28"/>
        </w:rPr>
        <w:id w:val="1522670927"/>
        <w:docPartObj>
          <w:docPartGallery w:val="Cover Pages"/>
          <w:docPartUnique/>
        </w:docPartObj>
      </w:sdtPr>
      <w:sdtEndPr>
        <w:rPr>
          <w:bCs w:val="0"/>
        </w:rPr>
      </w:sdtEndPr>
      <w:sdtContent>
        <w:p w:rsidR="00486827" w:rsidRPr="00541A68" w:rsidRDefault="00486827" w:rsidP="00A77193">
          <w:pPr>
            <w:pStyle w:val="Body"/>
          </w:pPr>
          <w:r>
            <w:rPr>
              <w:noProof/>
              <w:lang w:eastAsia="zh-CN"/>
            </w:rPr>
            <w:drawing>
              <wp:anchor distT="0" distB="0" distL="114300" distR="114300" simplePos="0" relativeHeight="251667456" behindDoc="1" locked="0" layoutInCell="1" allowOverlap="1" wp14:anchorId="6C1F2BE4" wp14:editId="02E3B85A">
                <wp:simplePos x="0" y="0"/>
                <wp:positionH relativeFrom="page">
                  <wp:align>right</wp:align>
                </wp:positionH>
                <wp:positionV relativeFrom="paragraph">
                  <wp:posOffset>-1271905</wp:posOffset>
                </wp:positionV>
                <wp:extent cx="7772400" cy="1005840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verpage.jpg"/>
                        <pic:cNvPicPr/>
                      </pic:nvPicPr>
                      <pic:blipFill>
                        <a:blip r:embed="rId9"/>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p>
        <w:p w:rsidR="00486827" w:rsidRDefault="00486827" w:rsidP="00541A68"/>
        <w:p w:rsidR="00486827" w:rsidRDefault="00486827" w:rsidP="00541A68"/>
        <w:p w:rsidR="00486827" w:rsidRDefault="00486827" w:rsidP="00541A68"/>
        <w:p w:rsidR="00486827" w:rsidRDefault="00486827" w:rsidP="00541A68"/>
        <w:p w:rsidR="00486827" w:rsidRDefault="00486827" w:rsidP="00541A68"/>
        <w:p w:rsidR="00486827" w:rsidRDefault="00486827" w:rsidP="00541A68"/>
        <w:p w:rsidR="00486827" w:rsidRDefault="00486827" w:rsidP="00541A68"/>
        <w:p w:rsidR="00486827" w:rsidRDefault="00486827" w:rsidP="00541A68"/>
        <w:p w:rsidR="00486827" w:rsidRDefault="00486827" w:rsidP="00541A68"/>
        <w:p w:rsidR="00486827" w:rsidRDefault="00486827" w:rsidP="00541A68"/>
        <w:p w:rsidR="00486827" w:rsidRDefault="00486827" w:rsidP="00541A68"/>
        <w:p w:rsidR="00486827" w:rsidRDefault="00486827" w:rsidP="00541A68"/>
        <w:p w:rsidR="00486827" w:rsidRDefault="00486827" w:rsidP="00541A68">
          <w:r>
            <w:rPr>
              <w:noProof/>
              <w:lang w:eastAsia="zh-CN"/>
            </w:rPr>
            <mc:AlternateContent>
              <mc:Choice Requires="wps">
                <w:drawing>
                  <wp:anchor distT="0" distB="0" distL="114300" distR="114300" simplePos="0" relativeHeight="251669504" behindDoc="0" locked="0" layoutInCell="1" allowOverlap="1" wp14:anchorId="7524052C" wp14:editId="01E756D6">
                    <wp:simplePos x="0" y="0"/>
                    <wp:positionH relativeFrom="column">
                      <wp:posOffset>-44577</wp:posOffset>
                    </wp:positionH>
                    <wp:positionV relativeFrom="paragraph">
                      <wp:posOffset>153670</wp:posOffset>
                    </wp:positionV>
                    <wp:extent cx="6467475" cy="103632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6467475" cy="1036320"/>
                            </a:xfrm>
                            <a:prstGeom prst="rect">
                              <a:avLst/>
                            </a:prstGeom>
                            <a:noFill/>
                            <a:ln w="6350">
                              <a:noFill/>
                            </a:ln>
                          </wps:spPr>
                          <wps:txbx>
                            <w:txbxContent>
                              <w:p w:rsidR="00486827" w:rsidRPr="00122F99" w:rsidRDefault="00FE0781" w:rsidP="00A77193">
                                <w:pPr>
                                  <w:pStyle w:val="TitleWhite"/>
                                  <w:spacing w:before="240" w:after="0"/>
                                  <w:rPr>
                                    <w:sz w:val="56"/>
                                  </w:rPr>
                                </w:pPr>
                                <w:r>
                                  <w:rPr>
                                    <w:sz w:val="56"/>
                                  </w:rPr>
                                  <w:t xml:space="preserve">Daylight </w:t>
                                </w:r>
                                <w:r w:rsidR="00486827">
                                  <w:rPr>
                                    <w:sz w:val="56"/>
                                  </w:rPr>
                                  <w:t>HTML Templates Guide</w:t>
                                </w:r>
                                <w:r w:rsidR="00E15950">
                                  <w:rPr>
                                    <w:sz w:val="56"/>
                                  </w:rPr>
                                  <w:t xml:space="preserve"> (v2.0</w:t>
                                </w:r>
                                <w:r>
                                  <w:rPr>
                                    <w:sz w:val="56"/>
                                  </w:rPr>
                                  <w:t>)</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24052C" id="_x0000_t202" coordsize="21600,21600" o:spt="202" path="m,l,21600r21600,l21600,xe">
                    <v:stroke joinstyle="miter"/>
                    <v:path gradientshapeok="t" o:connecttype="rect"/>
                  </v:shapetype>
                  <v:shape id="Text Box 10" o:spid="_x0000_s1026" type="#_x0000_t202" style="position:absolute;margin-left:-3.5pt;margin-top:12.1pt;width:509.25pt;height:8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" filled="f" stroked="f" strokeweight=".5pt">
                    <v:textbox>
                      <w:txbxContent>
                        <w:p w:rsidR="00486827" w:rsidRPr="00122F99" w:rsidRDefault="00FE0781" w:rsidP="00A77193">
                          <w:pPr>
                            <w:pStyle w:val="TitleWhite"/>
                            <w:spacing w:before="240" w:after="0"/>
                            <w:rPr>
                              <w:sz w:val="56"/>
                            </w:rPr>
                          </w:pPr>
                          <w:r>
                            <w:rPr>
                              <w:sz w:val="56"/>
                            </w:rPr>
                            <w:t xml:space="preserve">Daylight </w:t>
                          </w:r>
                          <w:r w:rsidR="00486827">
                            <w:rPr>
                              <w:sz w:val="56"/>
                            </w:rPr>
                            <w:t>HTML Templates Guide</w:t>
                          </w:r>
                          <w:r w:rsidR="00E15950">
                            <w:rPr>
                              <w:sz w:val="56"/>
                            </w:rPr>
                            <w:t xml:space="preserve"> (v2.0</w:t>
                          </w:r>
                          <w:r>
                            <w:rPr>
                              <w:sz w:val="56"/>
                            </w:rPr>
                            <w:t>)</w:t>
                          </w:r>
                        </w:p>
                      </w:txbxContent>
                    </v:textbox>
                  </v:shape>
                </w:pict>
              </mc:Fallback>
            </mc:AlternateContent>
          </w:r>
        </w:p>
        <w:p w:rsidR="00486827" w:rsidRDefault="00486827" w:rsidP="00541A68"/>
        <w:p w:rsidR="00486827" w:rsidRDefault="00486827" w:rsidP="00541A68"/>
        <w:p w:rsidR="00486827" w:rsidRDefault="00486827" w:rsidP="00541A68">
          <w:r>
            <w:rPr>
              <w:noProof/>
              <w:lang w:eastAsia="zh-CN"/>
            </w:rPr>
            <mc:AlternateContent>
              <mc:Choice Requires="wps">
                <w:drawing>
                  <wp:anchor distT="0" distB="0" distL="114300" distR="114300" simplePos="0" relativeHeight="251668480" behindDoc="0" locked="0" layoutInCell="1" allowOverlap="1" wp14:anchorId="22FAFEE0" wp14:editId="12109486">
                    <wp:simplePos x="0" y="0"/>
                    <wp:positionH relativeFrom="column">
                      <wp:posOffset>-41910</wp:posOffset>
                    </wp:positionH>
                    <wp:positionV relativeFrom="paragraph">
                      <wp:posOffset>132824</wp:posOffset>
                    </wp:positionV>
                    <wp:extent cx="6467475" cy="596900"/>
                    <wp:effectExtent l="0" t="0" r="0" b="0"/>
                    <wp:wrapNone/>
                    <wp:docPr id="7" name="Text Box 7"/>
                    <wp:cNvGraphicFramePr/>
                    <a:graphic xmlns:a="http://schemas.openxmlformats.org/drawingml/2006/main">
                      <a:graphicData uri="http://schemas.microsoft.com/office/word/2010/wordprocessingShape">
                        <wps:wsp>
                          <wps:cNvSpPr txBox="1"/>
                          <wps:spPr>
                            <a:xfrm>
                              <a:off x="0" y="0"/>
                              <a:ext cx="6467475" cy="596900"/>
                            </a:xfrm>
                            <a:prstGeom prst="rect">
                              <a:avLst/>
                            </a:prstGeom>
                            <a:noFill/>
                            <a:ln w="6350">
                              <a:noFill/>
                            </a:ln>
                          </wps:spPr>
                          <wps:txbx>
                            <w:txbxContent>
                              <w:p w:rsidR="00486827" w:rsidRPr="00122F99" w:rsidRDefault="00BB68FF" w:rsidP="0098252D">
                                <w:pPr>
                                  <w:pStyle w:val="Header"/>
                                  <w:rPr>
                                    <w:rFonts w:cs="Arial"/>
                                    <w:color w:val="FFFFFF" w:themeColor="background1"/>
                                    <w:sz w:val="32"/>
                                    <w:szCs w:val="32"/>
                                  </w:rPr>
                                </w:pPr>
                                <w:r>
                                  <w:rPr>
                                    <w:rFonts w:cs="Arial"/>
                                    <w:color w:val="FFFFFF" w:themeColor="background1"/>
                                    <w:sz w:val="32"/>
                                    <w:szCs w:val="32"/>
                                  </w:rPr>
                                  <w:t xml:space="preserve">D2L </w:t>
                                </w:r>
                                <w:r w:rsidR="00D37E9D">
                                  <w:rPr>
                                    <w:rFonts w:cs="Arial"/>
                                    <w:color w:val="FFFFFF" w:themeColor="background1"/>
                                    <w:sz w:val="32"/>
                                    <w:szCs w:val="32"/>
                                  </w:rPr>
                                  <w:t xml:space="preserve">Learning and </w:t>
                                </w:r>
                                <w:r>
                                  <w:rPr>
                                    <w:rFonts w:cs="Arial"/>
                                    <w:color w:val="FFFFFF" w:themeColor="background1"/>
                                    <w:sz w:val="32"/>
                                    <w:szCs w:val="32"/>
                                  </w:rPr>
                                  <w:t>Creative Services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AFEE0" id="Text Box 7" o:spid="_x0000_s1027" type="#_x0000_t202" style="position:absolute;margin-left:-3.3pt;margin-top:10.45pt;width:509.25pt;height:4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" filled="f" stroked="f" strokeweight=".5pt">
                    <v:textbox>
                      <w:txbxContent>
                        <w:p w:rsidR="00486827" w:rsidRPr="00122F99" w:rsidRDefault="00BB68FF" w:rsidP="0098252D">
                          <w:pPr>
                            <w:pStyle w:val="Header"/>
                            <w:rPr>
                              <w:rFonts w:cs="Arial"/>
                              <w:color w:val="FFFFFF" w:themeColor="background1"/>
                              <w:sz w:val="32"/>
                              <w:szCs w:val="32"/>
                            </w:rPr>
                          </w:pPr>
                          <w:r>
                            <w:rPr>
                              <w:rFonts w:cs="Arial"/>
                              <w:color w:val="FFFFFF" w:themeColor="background1"/>
                              <w:sz w:val="32"/>
                              <w:szCs w:val="32"/>
                            </w:rPr>
                            <w:t xml:space="preserve">D2L </w:t>
                          </w:r>
                          <w:r w:rsidR="00D37E9D">
                            <w:rPr>
                              <w:rFonts w:cs="Arial"/>
                              <w:color w:val="FFFFFF" w:themeColor="background1"/>
                              <w:sz w:val="32"/>
                              <w:szCs w:val="32"/>
                            </w:rPr>
                            <w:t xml:space="preserve">Learning and </w:t>
                          </w:r>
                          <w:r>
                            <w:rPr>
                              <w:rFonts w:cs="Arial"/>
                              <w:color w:val="FFFFFF" w:themeColor="background1"/>
                              <w:sz w:val="32"/>
                              <w:szCs w:val="32"/>
                            </w:rPr>
                            <w:t>Creative Services</w:t>
                          </w:r>
                        </w:p>
                      </w:txbxContent>
                    </v:textbox>
                  </v:shape>
                </w:pict>
              </mc:Fallback>
            </mc:AlternateContent>
          </w:r>
        </w:p>
        <w:p w:rsidR="00486827" w:rsidRDefault="00486827" w:rsidP="00541A68"/>
        <w:p w:rsidR="00486827" w:rsidRDefault="00486827" w:rsidP="00541A68"/>
        <w:p w:rsidR="00486827" w:rsidRDefault="00486827"/>
        <w:p w:rsidR="00486827" w:rsidRDefault="00486827">
          <w:r>
            <w:rPr>
              <w:noProof/>
              <w:lang w:eastAsia="zh-CN"/>
            </w:rPr>
            <mc:AlternateContent>
              <mc:Choice Requires="wps">
                <w:drawing>
                  <wp:anchor distT="0" distB="0" distL="114300" distR="114300" simplePos="0" relativeHeight="251670528" behindDoc="0" locked="0" layoutInCell="1" allowOverlap="1" wp14:anchorId="211E8530" wp14:editId="2AE8583B">
                    <wp:simplePos x="0" y="0"/>
                    <wp:positionH relativeFrom="margin">
                      <wp:posOffset>-31531</wp:posOffset>
                    </wp:positionH>
                    <wp:positionV relativeFrom="paragraph">
                      <wp:posOffset>94462</wp:posOffset>
                    </wp:positionV>
                    <wp:extent cx="6467475" cy="268014"/>
                    <wp:effectExtent l="0" t="0" r="0" b="0"/>
                    <wp:wrapNone/>
                    <wp:docPr id="2" name="Text Box 2"/>
                    <wp:cNvGraphicFramePr/>
                    <a:graphic xmlns:a="http://schemas.openxmlformats.org/drawingml/2006/main">
                      <a:graphicData uri="http://schemas.microsoft.com/office/word/2010/wordprocessingShape">
                        <wps:wsp>
                          <wps:cNvSpPr txBox="1"/>
                          <wps:spPr>
                            <a:xfrm>
                              <a:off x="0" y="0"/>
                              <a:ext cx="6467475" cy="268014"/>
                            </a:xfrm>
                            <a:prstGeom prst="rect">
                              <a:avLst/>
                            </a:prstGeom>
                            <a:noFill/>
                            <a:ln w="6350">
                              <a:noFill/>
                            </a:ln>
                          </wps:spPr>
                          <wps:txbx>
                            <w:txbxContent>
                              <w:sdt>
                                <w:sdtPr>
                                  <w:rPr>
                                    <w:rFonts w:cs="Arial"/>
                                    <w:color w:val="3F4244" w:themeColor="text1" w:themeShade="BF"/>
                                    <w:sz w:val="24"/>
                                    <w:szCs w:val="32"/>
                                  </w:rPr>
                                  <w:alias w:val="Publish Date"/>
                                  <w:tag w:val=""/>
                                  <w:id w:val="-944607653"/>
                                  <w:placeholder>
                                    <w:docPart w:val="766481A0C78C4D3DAA2A37CAD18DF23C"/>
                                  </w:placeholder>
                                  <w:dataBinding w:prefixMappings="xmlns:ns0='http://schemas.microsoft.com/office/2006/coverPageProps' " w:xpath="/ns0:CoverPageProperties[1]/ns0:PublishDate[1]" w:storeItemID="{55AF091B-3C7A-41E3-B477-F2FDAA23CFDA}"/>
                                  <w:date w:fullDate="2018-05-01T00:00:00Z">
                                    <w:dateFormat w:val="M/d/yyyy"/>
                                    <w:lid w:val="en-US"/>
                                    <w:storeMappedDataAs w:val="dateTime"/>
                                    <w:calendar w:val="gregorian"/>
                                  </w:date>
                                </w:sdtPr>
                                <w:sdtEndPr/>
                                <w:sdtContent>
                                  <w:p w:rsidR="00486827" w:rsidRPr="00486827" w:rsidRDefault="00E15950" w:rsidP="00E7788F">
                                    <w:pPr>
                                      <w:pStyle w:val="Header"/>
                                      <w:rPr>
                                        <w:rFonts w:cs="Arial"/>
                                        <w:color w:val="3F4244" w:themeColor="text1" w:themeShade="BF"/>
                                        <w:sz w:val="24"/>
                                        <w:szCs w:val="32"/>
                                      </w:rPr>
                                    </w:pPr>
                                    <w:r>
                                      <w:rPr>
                                        <w:rFonts w:cs="Arial"/>
                                        <w:color w:val="3F4244" w:themeColor="text1" w:themeShade="BF"/>
                                        <w:sz w:val="24"/>
                                        <w:szCs w:val="32"/>
                                      </w:rPr>
                                      <w:t>5/1/2018</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1E8530" id="Text Box 2" o:spid="_x0000_s1028" type="#_x0000_t202" style="position:absolute;margin-left:-2.5pt;margin-top:7.45pt;width:509.25pt;height:21.1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" filled="f" stroked="f" strokeweight=".5pt">
                    <v:textbox>
                      <w:txbxContent>
                        <w:sdt>
                          <w:sdtPr>
                            <w:rPr>
                              <w:rFonts w:cs="Arial"/>
                              <w:color w:val="3F4244" w:themeColor="text1" w:themeShade="BF"/>
                              <w:sz w:val="24"/>
                              <w:szCs w:val="32"/>
                            </w:rPr>
                            <w:alias w:val="Publish Date"/>
                            <w:tag w:val=""/>
                            <w:id w:val="-944607653"/>
                            <w:placeholder>
                              <w:docPart w:val="766481A0C78C4D3DAA2A37CAD18DF23C"/>
                            </w:placeholder>
                            <w:dataBinding w:prefixMappings="xmlns:ns0='http://schemas.microsoft.com/office/2006/coverPageProps' " w:xpath="/ns0:CoverPageProperties[1]/ns0:PublishDate[1]" w:storeItemID="{55AF091B-3C7A-41E3-B477-F2FDAA23CFDA}"/>
                            <w:date w:fullDate="2018-05-01T00:00:00Z">
                              <w:dateFormat w:val="M/d/yyyy"/>
                              <w:lid w:val="en-US"/>
                              <w:storeMappedDataAs w:val="dateTime"/>
                              <w:calendar w:val="gregorian"/>
                            </w:date>
                          </w:sdtPr>
                          <w:sdtEndPr/>
                          <w:sdtContent>
                            <w:p w:rsidR="00486827" w:rsidRPr="00486827" w:rsidRDefault="00E15950" w:rsidP="00E7788F">
                              <w:pPr>
                                <w:pStyle w:val="Header"/>
                                <w:rPr>
                                  <w:rFonts w:cs="Arial"/>
                                  <w:color w:val="3F4244" w:themeColor="text1" w:themeShade="BF"/>
                                  <w:sz w:val="24"/>
                                  <w:szCs w:val="32"/>
                                </w:rPr>
                              </w:pPr>
                              <w:r>
                                <w:rPr>
                                  <w:rFonts w:cs="Arial"/>
                                  <w:color w:val="3F4244" w:themeColor="text1" w:themeShade="BF"/>
                                  <w:sz w:val="24"/>
                                  <w:szCs w:val="32"/>
                                </w:rPr>
                                <w:t>5/1/2018</w:t>
                              </w:r>
                            </w:p>
                          </w:sdtContent>
                        </w:sdt>
                      </w:txbxContent>
                    </v:textbox>
                    <w10:wrap anchorx="margin"/>
                  </v:shape>
                </w:pict>
              </mc:Fallback>
            </mc:AlternateContent>
          </w:r>
        </w:p>
        <w:p w:rsidR="00486827" w:rsidRDefault="00486827">
          <w:pPr>
            <w:spacing w:after="200" w:line="276" w:lineRule="auto"/>
          </w:pPr>
          <w:r>
            <w:rPr>
              <w:bCs/>
            </w:rPr>
            <w:br w:type="page"/>
          </w:r>
        </w:p>
      </w:sdtContent>
    </w:sdt>
    <w:sdt>
      <w:sdtPr>
        <w:rPr>
          <w:rFonts w:ascii="Arial" w:eastAsiaTheme="minorHAnsi" w:hAnsi="Arial" w:cstheme="minorBidi"/>
          <w:color w:val="55595B" w:themeColor="text1"/>
          <w:kern w:val="28"/>
          <w:sz w:val="20"/>
          <w:szCs w:val="22"/>
        </w:rPr>
        <w:id w:val="-1977137344"/>
        <w:docPartObj>
          <w:docPartGallery w:val="Table of Contents"/>
          <w:docPartUnique/>
        </w:docPartObj>
      </w:sdtPr>
      <w:sdtEndPr>
        <w:rPr>
          <w:b/>
          <w:bCs/>
          <w:noProof/>
        </w:rPr>
      </w:sdtEndPr>
      <w:sdtContent>
        <w:p w:rsidR="00AE01B2" w:rsidRDefault="00AE01B2">
          <w:pPr>
            <w:pStyle w:val="TOCHeading"/>
          </w:pPr>
          <w:r>
            <w:t>Contents</w:t>
          </w:r>
        </w:p>
        <w:p w:rsidR="002205D7" w:rsidRDefault="00A77193">
          <w:pPr>
            <w:pStyle w:val="TOC1"/>
            <w:tabs>
              <w:tab w:val="right" w:leader="dot" w:pos="10790"/>
            </w:tabs>
            <w:rPr>
              <w:rFonts w:asciiTheme="minorHAnsi" w:eastAsiaTheme="minorEastAsia" w:hAnsiTheme="minorHAnsi"/>
              <w:noProof/>
              <w:color w:val="auto"/>
              <w:kern w:val="0"/>
              <w:sz w:val="22"/>
              <w:lang w:eastAsia="zh-CN"/>
            </w:rPr>
          </w:pPr>
          <w:r>
            <w:fldChar w:fldCharType="begin"/>
          </w:r>
          <w:r>
            <w:instrText xml:space="preserve"> TOC \o "1-3" \h \z \u </w:instrText>
          </w:r>
          <w:r>
            <w:fldChar w:fldCharType="separate"/>
          </w:r>
          <w:hyperlink w:anchor="_Toc513192523" w:history="1">
            <w:r w:rsidR="002205D7" w:rsidRPr="00FC4888">
              <w:rPr>
                <w:rStyle w:val="Hyperlink"/>
                <w:noProof/>
              </w:rPr>
              <w:t>Introduction</w:t>
            </w:r>
            <w:r w:rsidR="002205D7">
              <w:rPr>
                <w:noProof/>
                <w:webHidden/>
              </w:rPr>
              <w:tab/>
            </w:r>
            <w:r w:rsidR="002205D7">
              <w:rPr>
                <w:noProof/>
                <w:webHidden/>
              </w:rPr>
              <w:fldChar w:fldCharType="begin"/>
            </w:r>
            <w:r w:rsidR="002205D7">
              <w:rPr>
                <w:noProof/>
                <w:webHidden/>
              </w:rPr>
              <w:instrText xml:space="preserve"> PAGEREF _Toc513192523 \h </w:instrText>
            </w:r>
            <w:r w:rsidR="002205D7">
              <w:rPr>
                <w:noProof/>
                <w:webHidden/>
              </w:rPr>
            </w:r>
            <w:r w:rsidR="002205D7">
              <w:rPr>
                <w:noProof/>
                <w:webHidden/>
              </w:rPr>
              <w:fldChar w:fldCharType="separate"/>
            </w:r>
            <w:r w:rsidR="002205D7">
              <w:rPr>
                <w:noProof/>
                <w:webHidden/>
              </w:rPr>
              <w:t>2</w:t>
            </w:r>
            <w:r w:rsidR="002205D7">
              <w:rPr>
                <w:noProof/>
                <w:webHidden/>
              </w:rPr>
              <w:fldChar w:fldCharType="end"/>
            </w:r>
          </w:hyperlink>
        </w:p>
        <w:p w:rsidR="002205D7" w:rsidRDefault="002205D7">
          <w:pPr>
            <w:pStyle w:val="TOC1"/>
            <w:tabs>
              <w:tab w:val="right" w:leader="dot" w:pos="10790"/>
            </w:tabs>
            <w:rPr>
              <w:rFonts w:asciiTheme="minorHAnsi" w:eastAsiaTheme="minorEastAsia" w:hAnsiTheme="minorHAnsi"/>
              <w:noProof/>
              <w:color w:val="auto"/>
              <w:kern w:val="0"/>
              <w:sz w:val="22"/>
              <w:lang w:eastAsia="zh-CN"/>
            </w:rPr>
          </w:pPr>
          <w:hyperlink w:anchor="_Toc513192524" w:history="1">
            <w:r w:rsidRPr="00FC4888">
              <w:rPr>
                <w:rStyle w:val="Hyperlink"/>
                <w:noProof/>
              </w:rPr>
              <w:t>Get Started</w:t>
            </w:r>
            <w:r>
              <w:rPr>
                <w:noProof/>
                <w:webHidden/>
              </w:rPr>
              <w:tab/>
            </w:r>
            <w:r>
              <w:rPr>
                <w:noProof/>
                <w:webHidden/>
              </w:rPr>
              <w:fldChar w:fldCharType="begin"/>
            </w:r>
            <w:r>
              <w:rPr>
                <w:noProof/>
                <w:webHidden/>
              </w:rPr>
              <w:instrText xml:space="preserve"> PAGEREF _Toc513192524 \h </w:instrText>
            </w:r>
            <w:r>
              <w:rPr>
                <w:noProof/>
                <w:webHidden/>
              </w:rPr>
            </w:r>
            <w:r>
              <w:rPr>
                <w:noProof/>
                <w:webHidden/>
              </w:rPr>
              <w:fldChar w:fldCharType="separate"/>
            </w:r>
            <w:r>
              <w:rPr>
                <w:noProof/>
                <w:webHidden/>
              </w:rPr>
              <w:t>2</w:t>
            </w:r>
            <w:r>
              <w:rPr>
                <w:noProof/>
                <w:webHidden/>
              </w:rPr>
              <w:fldChar w:fldCharType="end"/>
            </w:r>
          </w:hyperlink>
        </w:p>
        <w:p w:rsidR="002205D7" w:rsidRDefault="002205D7">
          <w:pPr>
            <w:pStyle w:val="TOC2"/>
            <w:tabs>
              <w:tab w:val="right" w:leader="dot" w:pos="10790"/>
            </w:tabs>
            <w:rPr>
              <w:rFonts w:cstheme="minorBidi"/>
              <w:noProof/>
              <w:color w:val="auto"/>
              <w:lang w:eastAsia="zh-CN"/>
            </w:rPr>
          </w:pPr>
          <w:hyperlink w:anchor="_Toc513192525" w:history="1">
            <w:r w:rsidRPr="00FC4888">
              <w:rPr>
                <w:rStyle w:val="Hyperlink"/>
                <w:noProof/>
              </w:rPr>
              <w:t>Step 1. Deploy a Template Package to your Learning Environment</w:t>
            </w:r>
            <w:r>
              <w:rPr>
                <w:noProof/>
                <w:webHidden/>
              </w:rPr>
              <w:tab/>
            </w:r>
            <w:r>
              <w:rPr>
                <w:noProof/>
                <w:webHidden/>
              </w:rPr>
              <w:fldChar w:fldCharType="begin"/>
            </w:r>
            <w:r>
              <w:rPr>
                <w:noProof/>
                <w:webHidden/>
              </w:rPr>
              <w:instrText xml:space="preserve"> PAGEREF _Toc513192525 \h </w:instrText>
            </w:r>
            <w:r>
              <w:rPr>
                <w:noProof/>
                <w:webHidden/>
              </w:rPr>
            </w:r>
            <w:r>
              <w:rPr>
                <w:noProof/>
                <w:webHidden/>
              </w:rPr>
              <w:fldChar w:fldCharType="separate"/>
            </w:r>
            <w:r>
              <w:rPr>
                <w:noProof/>
                <w:webHidden/>
              </w:rPr>
              <w:t>2</w:t>
            </w:r>
            <w:r>
              <w:rPr>
                <w:noProof/>
                <w:webHidden/>
              </w:rPr>
              <w:fldChar w:fldCharType="end"/>
            </w:r>
          </w:hyperlink>
        </w:p>
        <w:p w:rsidR="002205D7" w:rsidRDefault="002205D7">
          <w:pPr>
            <w:pStyle w:val="TOC2"/>
            <w:tabs>
              <w:tab w:val="right" w:leader="dot" w:pos="10790"/>
            </w:tabs>
            <w:rPr>
              <w:rFonts w:cstheme="minorBidi"/>
              <w:noProof/>
              <w:color w:val="auto"/>
              <w:lang w:eastAsia="zh-CN"/>
            </w:rPr>
          </w:pPr>
          <w:hyperlink w:anchor="_Toc513192526" w:history="1">
            <w:r w:rsidRPr="00FC4888">
              <w:rPr>
                <w:rStyle w:val="Hyperlink"/>
                <w:noProof/>
              </w:rPr>
              <w:t>Step 2. Enable HTML Templates in Course Content</w:t>
            </w:r>
            <w:r>
              <w:rPr>
                <w:noProof/>
                <w:webHidden/>
              </w:rPr>
              <w:tab/>
            </w:r>
            <w:r>
              <w:rPr>
                <w:noProof/>
                <w:webHidden/>
              </w:rPr>
              <w:fldChar w:fldCharType="begin"/>
            </w:r>
            <w:r>
              <w:rPr>
                <w:noProof/>
                <w:webHidden/>
              </w:rPr>
              <w:instrText xml:space="preserve"> PAGEREF _Toc513192526 \h </w:instrText>
            </w:r>
            <w:r>
              <w:rPr>
                <w:noProof/>
                <w:webHidden/>
              </w:rPr>
            </w:r>
            <w:r>
              <w:rPr>
                <w:noProof/>
                <w:webHidden/>
              </w:rPr>
              <w:fldChar w:fldCharType="separate"/>
            </w:r>
            <w:r>
              <w:rPr>
                <w:noProof/>
                <w:webHidden/>
              </w:rPr>
              <w:t>2</w:t>
            </w:r>
            <w:r>
              <w:rPr>
                <w:noProof/>
                <w:webHidden/>
              </w:rPr>
              <w:fldChar w:fldCharType="end"/>
            </w:r>
          </w:hyperlink>
        </w:p>
        <w:p w:rsidR="002205D7" w:rsidRDefault="002205D7">
          <w:pPr>
            <w:pStyle w:val="TOC2"/>
            <w:tabs>
              <w:tab w:val="right" w:leader="dot" w:pos="10790"/>
            </w:tabs>
            <w:rPr>
              <w:rFonts w:cstheme="minorBidi"/>
              <w:noProof/>
              <w:color w:val="auto"/>
              <w:lang w:eastAsia="zh-CN"/>
            </w:rPr>
          </w:pPr>
          <w:hyperlink w:anchor="_Toc513192527" w:history="1">
            <w:r w:rsidRPr="00FC4888">
              <w:rPr>
                <w:rStyle w:val="Hyperlink"/>
                <w:noProof/>
              </w:rPr>
              <w:t>Step 3. Apply a HTML Template to a New Content Topic</w:t>
            </w:r>
            <w:r>
              <w:rPr>
                <w:noProof/>
                <w:webHidden/>
              </w:rPr>
              <w:tab/>
            </w:r>
            <w:r>
              <w:rPr>
                <w:noProof/>
                <w:webHidden/>
              </w:rPr>
              <w:fldChar w:fldCharType="begin"/>
            </w:r>
            <w:r>
              <w:rPr>
                <w:noProof/>
                <w:webHidden/>
              </w:rPr>
              <w:instrText xml:space="preserve"> PAGEREF _Toc513192527 \h </w:instrText>
            </w:r>
            <w:r>
              <w:rPr>
                <w:noProof/>
                <w:webHidden/>
              </w:rPr>
            </w:r>
            <w:r>
              <w:rPr>
                <w:noProof/>
                <w:webHidden/>
              </w:rPr>
              <w:fldChar w:fldCharType="separate"/>
            </w:r>
            <w:r>
              <w:rPr>
                <w:noProof/>
                <w:webHidden/>
              </w:rPr>
              <w:t>3</w:t>
            </w:r>
            <w:r>
              <w:rPr>
                <w:noProof/>
                <w:webHidden/>
              </w:rPr>
              <w:fldChar w:fldCharType="end"/>
            </w:r>
          </w:hyperlink>
        </w:p>
        <w:p w:rsidR="002205D7" w:rsidRDefault="002205D7">
          <w:pPr>
            <w:pStyle w:val="TOC3"/>
            <w:tabs>
              <w:tab w:val="right" w:leader="dot" w:pos="10790"/>
            </w:tabs>
            <w:rPr>
              <w:rFonts w:cstheme="minorBidi"/>
              <w:noProof/>
              <w:lang w:eastAsia="zh-CN"/>
            </w:rPr>
          </w:pPr>
          <w:hyperlink w:anchor="_Toc513192528" w:history="1">
            <w:r w:rsidRPr="00FC4888">
              <w:rPr>
                <w:rStyle w:val="Hyperlink"/>
                <w:noProof/>
              </w:rPr>
              <w:t>Which Template Page to Use</w:t>
            </w:r>
            <w:r>
              <w:rPr>
                <w:noProof/>
                <w:webHidden/>
              </w:rPr>
              <w:tab/>
            </w:r>
            <w:r>
              <w:rPr>
                <w:noProof/>
                <w:webHidden/>
              </w:rPr>
              <w:fldChar w:fldCharType="begin"/>
            </w:r>
            <w:r>
              <w:rPr>
                <w:noProof/>
                <w:webHidden/>
              </w:rPr>
              <w:instrText xml:space="preserve"> PAGEREF _Toc513192528 \h </w:instrText>
            </w:r>
            <w:r>
              <w:rPr>
                <w:noProof/>
                <w:webHidden/>
              </w:rPr>
            </w:r>
            <w:r>
              <w:rPr>
                <w:noProof/>
                <w:webHidden/>
              </w:rPr>
              <w:fldChar w:fldCharType="separate"/>
            </w:r>
            <w:r>
              <w:rPr>
                <w:noProof/>
                <w:webHidden/>
              </w:rPr>
              <w:t>3</w:t>
            </w:r>
            <w:r>
              <w:rPr>
                <w:noProof/>
                <w:webHidden/>
              </w:rPr>
              <w:fldChar w:fldCharType="end"/>
            </w:r>
          </w:hyperlink>
        </w:p>
        <w:p w:rsidR="002205D7" w:rsidRDefault="002205D7">
          <w:pPr>
            <w:pStyle w:val="TOC3"/>
            <w:tabs>
              <w:tab w:val="right" w:leader="dot" w:pos="10790"/>
            </w:tabs>
            <w:rPr>
              <w:rFonts w:cstheme="minorBidi"/>
              <w:noProof/>
              <w:lang w:eastAsia="zh-CN"/>
            </w:rPr>
          </w:pPr>
          <w:hyperlink w:anchor="_Toc513192529" w:history="1">
            <w:r w:rsidRPr="00FC4888">
              <w:rPr>
                <w:rStyle w:val="Hyperlink"/>
                <w:noProof/>
              </w:rPr>
              <w:t>Create a New Content Topic</w:t>
            </w:r>
            <w:r>
              <w:rPr>
                <w:noProof/>
                <w:webHidden/>
              </w:rPr>
              <w:tab/>
            </w:r>
            <w:r>
              <w:rPr>
                <w:noProof/>
                <w:webHidden/>
              </w:rPr>
              <w:fldChar w:fldCharType="begin"/>
            </w:r>
            <w:r>
              <w:rPr>
                <w:noProof/>
                <w:webHidden/>
              </w:rPr>
              <w:instrText xml:space="preserve"> PAGEREF _Toc513192529 \h </w:instrText>
            </w:r>
            <w:r>
              <w:rPr>
                <w:noProof/>
                <w:webHidden/>
              </w:rPr>
            </w:r>
            <w:r>
              <w:rPr>
                <w:noProof/>
                <w:webHidden/>
              </w:rPr>
              <w:fldChar w:fldCharType="separate"/>
            </w:r>
            <w:r>
              <w:rPr>
                <w:noProof/>
                <w:webHidden/>
              </w:rPr>
              <w:t>3</w:t>
            </w:r>
            <w:r>
              <w:rPr>
                <w:noProof/>
                <w:webHidden/>
              </w:rPr>
              <w:fldChar w:fldCharType="end"/>
            </w:r>
          </w:hyperlink>
        </w:p>
        <w:p w:rsidR="002205D7" w:rsidRDefault="002205D7">
          <w:pPr>
            <w:pStyle w:val="TOC1"/>
            <w:tabs>
              <w:tab w:val="right" w:leader="dot" w:pos="10790"/>
            </w:tabs>
            <w:rPr>
              <w:rFonts w:asciiTheme="minorHAnsi" w:eastAsiaTheme="minorEastAsia" w:hAnsiTheme="minorHAnsi"/>
              <w:noProof/>
              <w:color w:val="auto"/>
              <w:kern w:val="0"/>
              <w:sz w:val="22"/>
              <w:lang w:eastAsia="zh-CN"/>
            </w:rPr>
          </w:pPr>
          <w:hyperlink w:anchor="_Toc513192530" w:history="1">
            <w:r w:rsidRPr="00FC4888">
              <w:rPr>
                <w:rStyle w:val="Hyperlink"/>
                <w:noProof/>
              </w:rPr>
              <w:t>Working with Templates</w:t>
            </w:r>
            <w:r>
              <w:rPr>
                <w:noProof/>
                <w:webHidden/>
              </w:rPr>
              <w:tab/>
            </w:r>
            <w:r>
              <w:rPr>
                <w:noProof/>
                <w:webHidden/>
              </w:rPr>
              <w:fldChar w:fldCharType="begin"/>
            </w:r>
            <w:r>
              <w:rPr>
                <w:noProof/>
                <w:webHidden/>
              </w:rPr>
              <w:instrText xml:space="preserve"> PAGEREF _Toc513192530 \h </w:instrText>
            </w:r>
            <w:r>
              <w:rPr>
                <w:noProof/>
                <w:webHidden/>
              </w:rPr>
            </w:r>
            <w:r>
              <w:rPr>
                <w:noProof/>
                <w:webHidden/>
              </w:rPr>
              <w:fldChar w:fldCharType="separate"/>
            </w:r>
            <w:r>
              <w:rPr>
                <w:noProof/>
                <w:webHidden/>
              </w:rPr>
              <w:t>4</w:t>
            </w:r>
            <w:r>
              <w:rPr>
                <w:noProof/>
                <w:webHidden/>
              </w:rPr>
              <w:fldChar w:fldCharType="end"/>
            </w:r>
          </w:hyperlink>
        </w:p>
        <w:p w:rsidR="002205D7" w:rsidRDefault="002205D7">
          <w:pPr>
            <w:pStyle w:val="TOC2"/>
            <w:tabs>
              <w:tab w:val="right" w:leader="dot" w:pos="10790"/>
            </w:tabs>
            <w:rPr>
              <w:rFonts w:cstheme="minorBidi"/>
              <w:noProof/>
              <w:color w:val="auto"/>
              <w:lang w:eastAsia="zh-CN"/>
            </w:rPr>
          </w:pPr>
          <w:hyperlink w:anchor="_Toc513192531" w:history="1">
            <w:r w:rsidRPr="00FC4888">
              <w:rPr>
                <w:rStyle w:val="Hyperlink"/>
                <w:noProof/>
              </w:rPr>
              <w:t>Copy Text</w:t>
            </w:r>
            <w:r>
              <w:rPr>
                <w:noProof/>
                <w:webHidden/>
              </w:rPr>
              <w:tab/>
            </w:r>
            <w:r>
              <w:rPr>
                <w:noProof/>
                <w:webHidden/>
              </w:rPr>
              <w:fldChar w:fldCharType="begin"/>
            </w:r>
            <w:r>
              <w:rPr>
                <w:noProof/>
                <w:webHidden/>
              </w:rPr>
              <w:instrText xml:space="preserve"> PAGEREF _Toc513192531 \h </w:instrText>
            </w:r>
            <w:r>
              <w:rPr>
                <w:noProof/>
                <w:webHidden/>
              </w:rPr>
            </w:r>
            <w:r>
              <w:rPr>
                <w:noProof/>
                <w:webHidden/>
              </w:rPr>
              <w:fldChar w:fldCharType="separate"/>
            </w:r>
            <w:r>
              <w:rPr>
                <w:noProof/>
                <w:webHidden/>
              </w:rPr>
              <w:t>4</w:t>
            </w:r>
            <w:r>
              <w:rPr>
                <w:noProof/>
                <w:webHidden/>
              </w:rPr>
              <w:fldChar w:fldCharType="end"/>
            </w:r>
          </w:hyperlink>
        </w:p>
        <w:p w:rsidR="002205D7" w:rsidRDefault="002205D7">
          <w:pPr>
            <w:pStyle w:val="TOC2"/>
            <w:tabs>
              <w:tab w:val="right" w:leader="dot" w:pos="10790"/>
            </w:tabs>
            <w:rPr>
              <w:rFonts w:cstheme="minorBidi"/>
              <w:noProof/>
              <w:color w:val="auto"/>
              <w:lang w:eastAsia="zh-CN"/>
            </w:rPr>
          </w:pPr>
          <w:hyperlink w:anchor="_Toc513192532" w:history="1">
            <w:r w:rsidRPr="00FC4888">
              <w:rPr>
                <w:rStyle w:val="Hyperlink"/>
                <w:noProof/>
              </w:rPr>
              <w:t>Heading Structure</w:t>
            </w:r>
            <w:r>
              <w:rPr>
                <w:noProof/>
                <w:webHidden/>
              </w:rPr>
              <w:tab/>
            </w:r>
            <w:r>
              <w:rPr>
                <w:noProof/>
                <w:webHidden/>
              </w:rPr>
              <w:fldChar w:fldCharType="begin"/>
            </w:r>
            <w:r>
              <w:rPr>
                <w:noProof/>
                <w:webHidden/>
              </w:rPr>
              <w:instrText xml:space="preserve"> PAGEREF _Toc513192532 \h </w:instrText>
            </w:r>
            <w:r>
              <w:rPr>
                <w:noProof/>
                <w:webHidden/>
              </w:rPr>
            </w:r>
            <w:r>
              <w:rPr>
                <w:noProof/>
                <w:webHidden/>
              </w:rPr>
              <w:fldChar w:fldCharType="separate"/>
            </w:r>
            <w:r>
              <w:rPr>
                <w:noProof/>
                <w:webHidden/>
              </w:rPr>
              <w:t>4</w:t>
            </w:r>
            <w:r>
              <w:rPr>
                <w:noProof/>
                <w:webHidden/>
              </w:rPr>
              <w:fldChar w:fldCharType="end"/>
            </w:r>
          </w:hyperlink>
        </w:p>
        <w:p w:rsidR="002205D7" w:rsidRDefault="002205D7">
          <w:pPr>
            <w:pStyle w:val="TOC2"/>
            <w:tabs>
              <w:tab w:val="right" w:leader="dot" w:pos="10790"/>
            </w:tabs>
            <w:rPr>
              <w:rFonts w:cstheme="minorBidi"/>
              <w:noProof/>
              <w:color w:val="auto"/>
              <w:lang w:eastAsia="zh-CN"/>
            </w:rPr>
          </w:pPr>
          <w:hyperlink w:anchor="_Toc513192533" w:history="1">
            <w:r w:rsidRPr="00FC4888">
              <w:rPr>
                <w:rStyle w:val="Hyperlink"/>
                <w:noProof/>
              </w:rPr>
              <w:t>Copy Elements</w:t>
            </w:r>
            <w:r>
              <w:rPr>
                <w:noProof/>
                <w:webHidden/>
              </w:rPr>
              <w:tab/>
            </w:r>
            <w:r>
              <w:rPr>
                <w:noProof/>
                <w:webHidden/>
              </w:rPr>
              <w:fldChar w:fldCharType="begin"/>
            </w:r>
            <w:r>
              <w:rPr>
                <w:noProof/>
                <w:webHidden/>
              </w:rPr>
              <w:instrText xml:space="preserve"> PAGEREF _Toc513192533 \h </w:instrText>
            </w:r>
            <w:r>
              <w:rPr>
                <w:noProof/>
                <w:webHidden/>
              </w:rPr>
            </w:r>
            <w:r>
              <w:rPr>
                <w:noProof/>
                <w:webHidden/>
              </w:rPr>
              <w:fldChar w:fldCharType="separate"/>
            </w:r>
            <w:r>
              <w:rPr>
                <w:noProof/>
                <w:webHidden/>
              </w:rPr>
              <w:t>4</w:t>
            </w:r>
            <w:r>
              <w:rPr>
                <w:noProof/>
                <w:webHidden/>
              </w:rPr>
              <w:fldChar w:fldCharType="end"/>
            </w:r>
          </w:hyperlink>
        </w:p>
        <w:p w:rsidR="002205D7" w:rsidRDefault="002205D7">
          <w:pPr>
            <w:pStyle w:val="TOC2"/>
            <w:tabs>
              <w:tab w:val="right" w:leader="dot" w:pos="10790"/>
            </w:tabs>
            <w:rPr>
              <w:rFonts w:cstheme="minorBidi"/>
              <w:noProof/>
              <w:color w:val="auto"/>
              <w:lang w:eastAsia="zh-CN"/>
            </w:rPr>
          </w:pPr>
          <w:hyperlink w:anchor="_Toc513192534" w:history="1">
            <w:r w:rsidRPr="00FC4888">
              <w:rPr>
                <w:rStyle w:val="Hyperlink"/>
                <w:noProof/>
              </w:rPr>
              <w:t>Image Editing</w:t>
            </w:r>
            <w:r>
              <w:rPr>
                <w:noProof/>
                <w:webHidden/>
              </w:rPr>
              <w:tab/>
            </w:r>
            <w:r>
              <w:rPr>
                <w:noProof/>
                <w:webHidden/>
              </w:rPr>
              <w:fldChar w:fldCharType="begin"/>
            </w:r>
            <w:r>
              <w:rPr>
                <w:noProof/>
                <w:webHidden/>
              </w:rPr>
              <w:instrText xml:space="preserve"> PAGEREF _Toc513192534 \h </w:instrText>
            </w:r>
            <w:r>
              <w:rPr>
                <w:noProof/>
                <w:webHidden/>
              </w:rPr>
            </w:r>
            <w:r>
              <w:rPr>
                <w:noProof/>
                <w:webHidden/>
              </w:rPr>
              <w:fldChar w:fldCharType="separate"/>
            </w:r>
            <w:r>
              <w:rPr>
                <w:noProof/>
                <w:webHidden/>
              </w:rPr>
              <w:t>4</w:t>
            </w:r>
            <w:r>
              <w:rPr>
                <w:noProof/>
                <w:webHidden/>
              </w:rPr>
              <w:fldChar w:fldCharType="end"/>
            </w:r>
          </w:hyperlink>
        </w:p>
        <w:p w:rsidR="002205D7" w:rsidRDefault="002205D7">
          <w:pPr>
            <w:pStyle w:val="TOC2"/>
            <w:tabs>
              <w:tab w:val="right" w:leader="dot" w:pos="10790"/>
            </w:tabs>
            <w:rPr>
              <w:rFonts w:cstheme="minorBidi"/>
              <w:noProof/>
              <w:color w:val="auto"/>
              <w:lang w:eastAsia="zh-CN"/>
            </w:rPr>
          </w:pPr>
          <w:hyperlink w:anchor="_Toc513192535" w:history="1">
            <w:r w:rsidRPr="00FC4888">
              <w:rPr>
                <w:rStyle w:val="Hyperlink"/>
                <w:noProof/>
              </w:rPr>
              <w:t>Replace Image</w:t>
            </w:r>
            <w:r>
              <w:rPr>
                <w:noProof/>
                <w:webHidden/>
              </w:rPr>
              <w:tab/>
            </w:r>
            <w:r>
              <w:rPr>
                <w:noProof/>
                <w:webHidden/>
              </w:rPr>
              <w:fldChar w:fldCharType="begin"/>
            </w:r>
            <w:r>
              <w:rPr>
                <w:noProof/>
                <w:webHidden/>
              </w:rPr>
              <w:instrText xml:space="preserve"> PAGEREF _Toc513192535 \h </w:instrText>
            </w:r>
            <w:r>
              <w:rPr>
                <w:noProof/>
                <w:webHidden/>
              </w:rPr>
            </w:r>
            <w:r>
              <w:rPr>
                <w:noProof/>
                <w:webHidden/>
              </w:rPr>
              <w:fldChar w:fldCharType="separate"/>
            </w:r>
            <w:r>
              <w:rPr>
                <w:noProof/>
                <w:webHidden/>
              </w:rPr>
              <w:t>5</w:t>
            </w:r>
            <w:r>
              <w:rPr>
                <w:noProof/>
                <w:webHidden/>
              </w:rPr>
              <w:fldChar w:fldCharType="end"/>
            </w:r>
          </w:hyperlink>
        </w:p>
        <w:p w:rsidR="002205D7" w:rsidRDefault="002205D7">
          <w:pPr>
            <w:pStyle w:val="TOC2"/>
            <w:tabs>
              <w:tab w:val="right" w:leader="dot" w:pos="10790"/>
            </w:tabs>
            <w:rPr>
              <w:rFonts w:cstheme="minorBidi"/>
              <w:noProof/>
              <w:color w:val="auto"/>
              <w:lang w:eastAsia="zh-CN"/>
            </w:rPr>
          </w:pPr>
          <w:hyperlink w:anchor="_Toc513192536" w:history="1">
            <w:r w:rsidRPr="00FC4888">
              <w:rPr>
                <w:rStyle w:val="Hyperlink"/>
                <w:noProof/>
              </w:rPr>
              <w:t>Replace Videos</w:t>
            </w:r>
            <w:r>
              <w:rPr>
                <w:noProof/>
                <w:webHidden/>
              </w:rPr>
              <w:tab/>
            </w:r>
            <w:r>
              <w:rPr>
                <w:noProof/>
                <w:webHidden/>
              </w:rPr>
              <w:fldChar w:fldCharType="begin"/>
            </w:r>
            <w:r>
              <w:rPr>
                <w:noProof/>
                <w:webHidden/>
              </w:rPr>
              <w:instrText xml:space="preserve"> PAGEREF _Toc513192536 \h </w:instrText>
            </w:r>
            <w:r>
              <w:rPr>
                <w:noProof/>
                <w:webHidden/>
              </w:rPr>
            </w:r>
            <w:r>
              <w:rPr>
                <w:noProof/>
                <w:webHidden/>
              </w:rPr>
              <w:fldChar w:fldCharType="separate"/>
            </w:r>
            <w:r>
              <w:rPr>
                <w:noProof/>
                <w:webHidden/>
              </w:rPr>
              <w:t>5</w:t>
            </w:r>
            <w:r>
              <w:rPr>
                <w:noProof/>
                <w:webHidden/>
              </w:rPr>
              <w:fldChar w:fldCharType="end"/>
            </w:r>
          </w:hyperlink>
        </w:p>
        <w:p w:rsidR="002205D7" w:rsidRDefault="002205D7">
          <w:pPr>
            <w:pStyle w:val="TOC1"/>
            <w:tabs>
              <w:tab w:val="right" w:leader="dot" w:pos="10790"/>
            </w:tabs>
            <w:rPr>
              <w:rFonts w:asciiTheme="minorHAnsi" w:eastAsiaTheme="minorEastAsia" w:hAnsiTheme="minorHAnsi"/>
              <w:noProof/>
              <w:color w:val="auto"/>
              <w:kern w:val="0"/>
              <w:sz w:val="22"/>
              <w:lang w:eastAsia="zh-CN"/>
            </w:rPr>
          </w:pPr>
          <w:hyperlink w:anchor="_Toc513192537" w:history="1">
            <w:r w:rsidRPr="00FC4888">
              <w:rPr>
                <w:rStyle w:val="Hyperlink"/>
                <w:noProof/>
              </w:rPr>
              <w:t>More Help with the HTML Templates</w:t>
            </w:r>
            <w:r>
              <w:rPr>
                <w:noProof/>
                <w:webHidden/>
              </w:rPr>
              <w:tab/>
            </w:r>
            <w:r>
              <w:rPr>
                <w:noProof/>
                <w:webHidden/>
              </w:rPr>
              <w:fldChar w:fldCharType="begin"/>
            </w:r>
            <w:r>
              <w:rPr>
                <w:noProof/>
                <w:webHidden/>
              </w:rPr>
              <w:instrText xml:space="preserve"> PAGEREF _Toc513192537 \h </w:instrText>
            </w:r>
            <w:r>
              <w:rPr>
                <w:noProof/>
                <w:webHidden/>
              </w:rPr>
            </w:r>
            <w:r>
              <w:rPr>
                <w:noProof/>
                <w:webHidden/>
              </w:rPr>
              <w:fldChar w:fldCharType="separate"/>
            </w:r>
            <w:r>
              <w:rPr>
                <w:noProof/>
                <w:webHidden/>
              </w:rPr>
              <w:t>6</w:t>
            </w:r>
            <w:r>
              <w:rPr>
                <w:noProof/>
                <w:webHidden/>
              </w:rPr>
              <w:fldChar w:fldCharType="end"/>
            </w:r>
          </w:hyperlink>
        </w:p>
        <w:p w:rsidR="002205D7" w:rsidRDefault="002205D7">
          <w:pPr>
            <w:pStyle w:val="TOC2"/>
            <w:tabs>
              <w:tab w:val="right" w:leader="dot" w:pos="10790"/>
            </w:tabs>
            <w:rPr>
              <w:rFonts w:cstheme="minorBidi"/>
              <w:noProof/>
              <w:color w:val="auto"/>
              <w:lang w:eastAsia="zh-CN"/>
            </w:rPr>
          </w:pPr>
          <w:hyperlink w:anchor="_Toc513192538" w:history="1">
            <w:r w:rsidRPr="00FC4888">
              <w:rPr>
                <w:rStyle w:val="Hyperlink"/>
                <w:noProof/>
              </w:rPr>
              <w:t>Accessibility Checker</w:t>
            </w:r>
            <w:r>
              <w:rPr>
                <w:noProof/>
                <w:webHidden/>
              </w:rPr>
              <w:tab/>
            </w:r>
            <w:r>
              <w:rPr>
                <w:noProof/>
                <w:webHidden/>
              </w:rPr>
              <w:fldChar w:fldCharType="begin"/>
            </w:r>
            <w:r>
              <w:rPr>
                <w:noProof/>
                <w:webHidden/>
              </w:rPr>
              <w:instrText xml:space="preserve"> PAGEREF _Toc513192538 \h </w:instrText>
            </w:r>
            <w:r>
              <w:rPr>
                <w:noProof/>
                <w:webHidden/>
              </w:rPr>
            </w:r>
            <w:r>
              <w:rPr>
                <w:noProof/>
                <w:webHidden/>
              </w:rPr>
              <w:fldChar w:fldCharType="separate"/>
            </w:r>
            <w:r>
              <w:rPr>
                <w:noProof/>
                <w:webHidden/>
              </w:rPr>
              <w:t>6</w:t>
            </w:r>
            <w:r>
              <w:rPr>
                <w:noProof/>
                <w:webHidden/>
              </w:rPr>
              <w:fldChar w:fldCharType="end"/>
            </w:r>
          </w:hyperlink>
        </w:p>
        <w:p w:rsidR="002205D7" w:rsidRDefault="002205D7">
          <w:pPr>
            <w:pStyle w:val="TOC2"/>
            <w:tabs>
              <w:tab w:val="right" w:leader="dot" w:pos="10790"/>
            </w:tabs>
            <w:rPr>
              <w:rFonts w:cstheme="minorBidi"/>
              <w:noProof/>
              <w:color w:val="auto"/>
              <w:lang w:eastAsia="zh-CN"/>
            </w:rPr>
          </w:pPr>
          <w:hyperlink w:anchor="_Toc513192539" w:history="1">
            <w:r w:rsidRPr="00FC4888">
              <w:rPr>
                <w:rStyle w:val="Hyperlink"/>
                <w:noProof/>
              </w:rPr>
              <w:t>Modifying the Styles</w:t>
            </w:r>
            <w:r>
              <w:rPr>
                <w:noProof/>
                <w:webHidden/>
              </w:rPr>
              <w:tab/>
            </w:r>
            <w:r>
              <w:rPr>
                <w:noProof/>
                <w:webHidden/>
              </w:rPr>
              <w:fldChar w:fldCharType="begin"/>
            </w:r>
            <w:r>
              <w:rPr>
                <w:noProof/>
                <w:webHidden/>
              </w:rPr>
              <w:instrText xml:space="preserve"> PAGEREF _Toc513192539 \h </w:instrText>
            </w:r>
            <w:r>
              <w:rPr>
                <w:noProof/>
                <w:webHidden/>
              </w:rPr>
            </w:r>
            <w:r>
              <w:rPr>
                <w:noProof/>
                <w:webHidden/>
              </w:rPr>
              <w:fldChar w:fldCharType="separate"/>
            </w:r>
            <w:r>
              <w:rPr>
                <w:noProof/>
                <w:webHidden/>
              </w:rPr>
              <w:t>6</w:t>
            </w:r>
            <w:r>
              <w:rPr>
                <w:noProof/>
                <w:webHidden/>
              </w:rPr>
              <w:fldChar w:fldCharType="end"/>
            </w:r>
          </w:hyperlink>
        </w:p>
        <w:p w:rsidR="002205D7" w:rsidRDefault="002205D7">
          <w:pPr>
            <w:pStyle w:val="TOC2"/>
            <w:tabs>
              <w:tab w:val="right" w:leader="dot" w:pos="10790"/>
            </w:tabs>
            <w:rPr>
              <w:rFonts w:cstheme="minorBidi"/>
              <w:noProof/>
              <w:color w:val="auto"/>
              <w:lang w:eastAsia="zh-CN"/>
            </w:rPr>
          </w:pPr>
          <w:hyperlink w:anchor="_Toc513192540" w:history="1">
            <w:r w:rsidRPr="00FC4888">
              <w:rPr>
                <w:rStyle w:val="Hyperlink"/>
                <w:noProof/>
              </w:rPr>
              <w:t>How to Delete Templates</w:t>
            </w:r>
            <w:r>
              <w:rPr>
                <w:noProof/>
                <w:webHidden/>
              </w:rPr>
              <w:tab/>
            </w:r>
            <w:r>
              <w:rPr>
                <w:noProof/>
                <w:webHidden/>
              </w:rPr>
              <w:fldChar w:fldCharType="begin"/>
            </w:r>
            <w:r>
              <w:rPr>
                <w:noProof/>
                <w:webHidden/>
              </w:rPr>
              <w:instrText xml:space="preserve"> PAGEREF _Toc513192540 \h </w:instrText>
            </w:r>
            <w:r>
              <w:rPr>
                <w:noProof/>
                <w:webHidden/>
              </w:rPr>
            </w:r>
            <w:r>
              <w:rPr>
                <w:noProof/>
                <w:webHidden/>
              </w:rPr>
              <w:fldChar w:fldCharType="separate"/>
            </w:r>
            <w:r>
              <w:rPr>
                <w:noProof/>
                <w:webHidden/>
              </w:rPr>
              <w:t>6</w:t>
            </w:r>
            <w:r>
              <w:rPr>
                <w:noProof/>
                <w:webHidden/>
              </w:rPr>
              <w:fldChar w:fldCharType="end"/>
            </w:r>
          </w:hyperlink>
        </w:p>
        <w:p w:rsidR="002205D7" w:rsidRDefault="002205D7">
          <w:pPr>
            <w:pStyle w:val="TOC2"/>
            <w:tabs>
              <w:tab w:val="right" w:leader="dot" w:pos="10790"/>
            </w:tabs>
            <w:rPr>
              <w:rFonts w:cstheme="minorBidi"/>
              <w:noProof/>
              <w:color w:val="auto"/>
              <w:lang w:eastAsia="zh-CN"/>
            </w:rPr>
          </w:pPr>
          <w:hyperlink w:anchor="_Toc513192541" w:history="1">
            <w:r w:rsidRPr="00FC4888">
              <w:rPr>
                <w:rStyle w:val="Hyperlink"/>
                <w:noProof/>
              </w:rPr>
              <w:t>Contact Us</w:t>
            </w:r>
            <w:r>
              <w:rPr>
                <w:noProof/>
                <w:webHidden/>
              </w:rPr>
              <w:tab/>
            </w:r>
            <w:r>
              <w:rPr>
                <w:noProof/>
                <w:webHidden/>
              </w:rPr>
              <w:fldChar w:fldCharType="begin"/>
            </w:r>
            <w:r>
              <w:rPr>
                <w:noProof/>
                <w:webHidden/>
              </w:rPr>
              <w:instrText xml:space="preserve"> PAGEREF _Toc513192541 \h </w:instrText>
            </w:r>
            <w:r>
              <w:rPr>
                <w:noProof/>
                <w:webHidden/>
              </w:rPr>
            </w:r>
            <w:r>
              <w:rPr>
                <w:noProof/>
                <w:webHidden/>
              </w:rPr>
              <w:fldChar w:fldCharType="separate"/>
            </w:r>
            <w:r>
              <w:rPr>
                <w:noProof/>
                <w:webHidden/>
              </w:rPr>
              <w:t>7</w:t>
            </w:r>
            <w:r>
              <w:rPr>
                <w:noProof/>
                <w:webHidden/>
              </w:rPr>
              <w:fldChar w:fldCharType="end"/>
            </w:r>
          </w:hyperlink>
        </w:p>
        <w:p w:rsidR="00AE01B2" w:rsidRDefault="00A77193">
          <w:r>
            <w:rPr>
              <w:color w:val="2A2C2D" w:themeColor="text1" w:themeShade="80"/>
              <w:sz w:val="24"/>
            </w:rPr>
            <w:fldChar w:fldCharType="end"/>
          </w:r>
        </w:p>
      </w:sdtContent>
    </w:sdt>
    <w:p w:rsidR="006878F1" w:rsidRDefault="006878F1">
      <w:pPr>
        <w:spacing w:after="200" w:line="276" w:lineRule="auto"/>
        <w:rPr>
          <w:rFonts w:eastAsiaTheme="majorEastAsia" w:cstheme="majorBidi"/>
          <w:bCs/>
          <w:color w:val="E87511" w:themeColor="background2"/>
          <w:sz w:val="32"/>
          <w:szCs w:val="28"/>
        </w:rPr>
      </w:pPr>
      <w:r>
        <w:br w:type="page"/>
      </w:r>
    </w:p>
    <w:p w:rsidR="00D246BF" w:rsidRPr="0011483F" w:rsidRDefault="00BB68FF" w:rsidP="00E7788F">
      <w:pPr>
        <w:pStyle w:val="SectionHeader"/>
      </w:pPr>
      <w:bookmarkStart w:id="0" w:name="_Toc513192523"/>
      <w:r>
        <w:lastRenderedPageBreak/>
        <w:t>Introduction</w:t>
      </w:r>
      <w:bookmarkEnd w:id="0"/>
    </w:p>
    <w:p w:rsidR="00EB7F40" w:rsidRDefault="00442409" w:rsidP="002B1BFF">
      <w:r>
        <w:t>T</w:t>
      </w:r>
      <w:r w:rsidR="00BA6483">
        <w:t xml:space="preserve">his document </w:t>
      </w:r>
      <w:r>
        <w:t xml:space="preserve">is </w:t>
      </w:r>
      <w:r w:rsidR="00CD7CA6">
        <w:t xml:space="preserve">intended to be a work aid </w:t>
      </w:r>
      <w:r w:rsidR="00D60947">
        <w:t xml:space="preserve">for course instructors </w:t>
      </w:r>
      <w:r w:rsidR="00CD7CA6">
        <w:t xml:space="preserve">using the </w:t>
      </w:r>
      <w:r w:rsidR="00D37E9D">
        <w:t>Daylight</w:t>
      </w:r>
      <w:r w:rsidR="00CD7CA6">
        <w:t xml:space="preserve"> HTML Templates</w:t>
      </w:r>
      <w:r w:rsidR="00FE0781">
        <w:t xml:space="preserve"> </w:t>
      </w:r>
      <w:r w:rsidR="00D60947">
        <w:t>(</w:t>
      </w:r>
      <w:r w:rsidR="002205D7">
        <w:t>version 2.0</w:t>
      </w:r>
      <w:r w:rsidR="00D60947">
        <w:t>)</w:t>
      </w:r>
      <w:r w:rsidR="00443C3D">
        <w:t xml:space="preserve"> to create HTML content topics</w:t>
      </w:r>
      <w:r w:rsidR="00CD7CA6">
        <w:t xml:space="preserve">. </w:t>
      </w:r>
      <w:r w:rsidR="00D37E9D">
        <w:t>T</w:t>
      </w:r>
      <w:r w:rsidR="00CD7CA6">
        <w:t>hese</w:t>
      </w:r>
      <w:r w:rsidR="00CD7CA6" w:rsidRPr="00CD7CA6">
        <w:t> template</w:t>
      </w:r>
      <w:r w:rsidR="00CD7CA6">
        <w:t xml:space="preserve">s </w:t>
      </w:r>
      <w:r w:rsidR="00D60947">
        <w:t>were designed to help non-d</w:t>
      </w:r>
      <w:r w:rsidR="00EB7F40" w:rsidRPr="00EB7F40">
        <w:t>evelopers create clean yet professional content pages using Brightspace HTML Editor.</w:t>
      </w:r>
      <w:r w:rsidR="00EB7F40">
        <w:t xml:space="preserve"> </w:t>
      </w:r>
    </w:p>
    <w:p w:rsidR="00443C3D" w:rsidRDefault="00443C3D" w:rsidP="002B1BFF">
      <w:r w:rsidRPr="00443C3D">
        <w:t>To the extent possible under law, D2L has waived all copyright and related or neig</w:t>
      </w:r>
      <w:r>
        <w:t xml:space="preserve">hboring rights to the available </w:t>
      </w:r>
      <w:r w:rsidRPr="00443C3D">
        <w:t xml:space="preserve">templates. You can use these files in a single course, or for the whole organization through </w:t>
      </w:r>
      <w:r w:rsidRPr="00FD15AB">
        <w:rPr>
          <w:b/>
        </w:rPr>
        <w:t>Shared Files</w:t>
      </w:r>
      <w:r w:rsidRPr="00443C3D">
        <w:t>, depending on your permissions.</w:t>
      </w:r>
    </w:p>
    <w:p w:rsidR="00D60947" w:rsidRDefault="00D60947" w:rsidP="00D60947">
      <w:pPr>
        <w:pStyle w:val="SectionHeader"/>
      </w:pPr>
      <w:bookmarkStart w:id="1" w:name="_Toc513192524"/>
      <w:r>
        <w:t>Get Started</w:t>
      </w:r>
      <w:bookmarkEnd w:id="1"/>
    </w:p>
    <w:p w:rsidR="00D60947" w:rsidRDefault="00A40CCD" w:rsidP="00FD15AB">
      <w:pPr>
        <w:pStyle w:val="SubHeader"/>
        <w:spacing w:after="240"/>
      </w:pPr>
      <w:bookmarkStart w:id="2" w:name="_Toc386195486"/>
      <w:bookmarkStart w:id="3" w:name="_Toc513192525"/>
      <w:r>
        <w:t xml:space="preserve">Step 1. </w:t>
      </w:r>
      <w:r w:rsidR="006878F1">
        <w:t>Deploy a</w:t>
      </w:r>
      <w:r w:rsidR="00443C3D">
        <w:t xml:space="preserve"> Template Package to your </w:t>
      </w:r>
      <w:r w:rsidR="00DD5CC5">
        <w:t>Learning Environment</w:t>
      </w:r>
      <w:bookmarkEnd w:id="3"/>
    </w:p>
    <w:p w:rsidR="006878F1" w:rsidRDefault="006878F1" w:rsidP="006878F1">
      <w:r>
        <w:t xml:space="preserve">To add a template package to your </w:t>
      </w:r>
      <w:r w:rsidR="00FD15AB">
        <w:t>Brightspace:</w:t>
      </w:r>
      <w:r>
        <w:t xml:space="preserve"> </w:t>
      </w:r>
    </w:p>
    <w:p w:rsidR="00D812BE" w:rsidRPr="00D812BE" w:rsidRDefault="00D812BE" w:rsidP="006878F1">
      <w:pPr>
        <w:pStyle w:val="Liststyle"/>
        <w:spacing w:line="480" w:lineRule="auto"/>
        <w:ind w:left="576" w:hanging="288"/>
        <w:rPr>
          <w:lang w:val="en"/>
        </w:rPr>
      </w:pPr>
      <w:r w:rsidRPr="00D812BE">
        <w:rPr>
          <w:lang w:val="en"/>
        </w:rPr>
        <w:t xml:space="preserve">Save the template package </w:t>
      </w:r>
      <w:r w:rsidR="00E67FDC">
        <w:rPr>
          <w:lang w:val="en"/>
        </w:rPr>
        <w:t>(</w:t>
      </w:r>
      <w:r w:rsidR="00E67FDC" w:rsidRPr="00A36F0A">
        <w:rPr>
          <w:lang w:val="en"/>
        </w:rPr>
        <w:t>Daylight_HTML_Template_v2.zip</w:t>
      </w:r>
      <w:r w:rsidR="00E67FDC">
        <w:rPr>
          <w:lang w:val="en"/>
        </w:rPr>
        <w:t xml:space="preserve">) </w:t>
      </w:r>
      <w:r w:rsidRPr="00D812BE">
        <w:rPr>
          <w:lang w:val="en"/>
        </w:rPr>
        <w:t>to your PC.</w:t>
      </w:r>
    </w:p>
    <w:p w:rsidR="00D812BE" w:rsidRPr="00D812BE" w:rsidRDefault="00201516" w:rsidP="006878F1">
      <w:pPr>
        <w:pStyle w:val="Liststyle"/>
        <w:spacing w:line="480" w:lineRule="auto"/>
        <w:ind w:left="576" w:hanging="288"/>
        <w:rPr>
          <w:lang w:val="en"/>
        </w:rPr>
      </w:pPr>
      <w:r>
        <w:rPr>
          <w:lang w:val="en"/>
        </w:rPr>
        <w:t>Login to your Brightspace environment and d</w:t>
      </w:r>
      <w:r w:rsidR="00D812BE" w:rsidRPr="00D812BE">
        <w:rPr>
          <w:lang w:val="en"/>
        </w:rPr>
        <w:t>o one of the following:</w:t>
      </w:r>
    </w:p>
    <w:p w:rsidR="00D812BE" w:rsidRPr="00D812BE" w:rsidRDefault="00D812BE" w:rsidP="006878F1">
      <w:pPr>
        <w:pStyle w:val="Liststyle"/>
        <w:numPr>
          <w:ilvl w:val="0"/>
          <w:numId w:val="20"/>
        </w:numPr>
        <w:spacing w:line="480" w:lineRule="auto"/>
        <w:ind w:left="1008"/>
        <w:rPr>
          <w:lang w:val="en"/>
        </w:rPr>
      </w:pPr>
      <w:r w:rsidRPr="00D812BE">
        <w:rPr>
          <w:lang w:val="en"/>
        </w:rPr>
        <w:t>To share the templates across the organization, navigate to </w:t>
      </w:r>
      <w:r w:rsidRPr="00D812BE">
        <w:rPr>
          <w:b/>
          <w:lang w:val="en"/>
        </w:rPr>
        <w:t>Shared Files</w:t>
      </w:r>
      <w:r w:rsidRPr="00D812BE">
        <w:rPr>
          <w:lang w:val="en"/>
        </w:rPr>
        <w:t>.</w:t>
      </w:r>
    </w:p>
    <w:p w:rsidR="00D812BE" w:rsidRPr="00D812BE" w:rsidRDefault="00D812BE" w:rsidP="006878F1">
      <w:pPr>
        <w:pStyle w:val="Liststyle"/>
        <w:numPr>
          <w:ilvl w:val="0"/>
          <w:numId w:val="20"/>
        </w:numPr>
        <w:spacing w:line="480" w:lineRule="auto"/>
        <w:ind w:left="1008"/>
        <w:rPr>
          <w:lang w:val="en"/>
        </w:rPr>
      </w:pPr>
      <w:r w:rsidRPr="00D812BE">
        <w:rPr>
          <w:lang w:val="en"/>
        </w:rPr>
        <w:t>To use the templates in a specific course, navigate to </w:t>
      </w:r>
      <w:r w:rsidRPr="00D812BE">
        <w:rPr>
          <w:b/>
          <w:lang w:val="en"/>
        </w:rPr>
        <w:t>Manage Files</w:t>
      </w:r>
      <w:r w:rsidR="00433DD6">
        <w:rPr>
          <w:b/>
          <w:lang w:val="en"/>
        </w:rPr>
        <w:t xml:space="preserve"> </w:t>
      </w:r>
      <w:r w:rsidR="00433DD6">
        <w:rPr>
          <w:lang w:val="en"/>
        </w:rPr>
        <w:t>from within the course you would like to leverage the template in</w:t>
      </w:r>
      <w:r w:rsidRPr="00D812BE">
        <w:rPr>
          <w:lang w:val="en"/>
        </w:rPr>
        <w:t>.</w:t>
      </w:r>
    </w:p>
    <w:p w:rsidR="00D812BE" w:rsidRPr="00D812BE" w:rsidRDefault="00D812BE" w:rsidP="006878F1">
      <w:pPr>
        <w:pStyle w:val="Liststyle"/>
        <w:spacing w:line="480" w:lineRule="auto"/>
        <w:ind w:left="576" w:hanging="288"/>
        <w:rPr>
          <w:lang w:val="en"/>
        </w:rPr>
      </w:pPr>
      <w:r w:rsidRPr="00D812BE">
        <w:rPr>
          <w:lang w:val="en"/>
        </w:rPr>
        <w:t>At the root level of the file tree, select </w:t>
      </w:r>
      <w:r w:rsidRPr="00AE2D55">
        <w:rPr>
          <w:b/>
          <w:lang w:val="en"/>
        </w:rPr>
        <w:t>Upload</w:t>
      </w:r>
      <w:r w:rsidRPr="00D812BE">
        <w:rPr>
          <w:lang w:val="en"/>
        </w:rPr>
        <w:t>.</w:t>
      </w:r>
    </w:p>
    <w:p w:rsidR="000939AD" w:rsidRDefault="00D812BE" w:rsidP="000939AD">
      <w:pPr>
        <w:pStyle w:val="Liststyle"/>
        <w:spacing w:line="480" w:lineRule="auto"/>
        <w:ind w:left="576" w:hanging="288"/>
        <w:rPr>
          <w:lang w:val="en"/>
        </w:rPr>
      </w:pPr>
      <w:r w:rsidRPr="00D812BE">
        <w:rPr>
          <w:lang w:val="en"/>
        </w:rPr>
        <w:t>Select the template package zip file and click </w:t>
      </w:r>
      <w:r w:rsidRPr="00AE2D55">
        <w:rPr>
          <w:b/>
          <w:lang w:val="en"/>
        </w:rPr>
        <w:t>Upload</w:t>
      </w:r>
      <w:r w:rsidRPr="00D812BE">
        <w:rPr>
          <w:lang w:val="en"/>
        </w:rPr>
        <w:t>.</w:t>
      </w:r>
    </w:p>
    <w:p w:rsidR="00D812BE" w:rsidRPr="000939AD" w:rsidRDefault="00B044A5" w:rsidP="000939AD">
      <w:pPr>
        <w:pStyle w:val="Liststyle"/>
        <w:spacing w:line="480" w:lineRule="auto"/>
        <w:ind w:left="576" w:hanging="288"/>
        <w:rPr>
          <w:lang w:val="en"/>
        </w:rPr>
      </w:pPr>
      <w:r>
        <w:rPr>
          <w:lang w:val="en"/>
        </w:rPr>
        <w:t xml:space="preserve">Select the down arrow next to the zip file name and </w:t>
      </w:r>
      <w:r w:rsidR="00D812BE" w:rsidRPr="000939AD">
        <w:rPr>
          <w:b/>
          <w:lang w:val="en"/>
        </w:rPr>
        <w:t>Unzip</w:t>
      </w:r>
      <w:r w:rsidR="00D812BE" w:rsidRPr="000939AD">
        <w:rPr>
          <w:lang w:val="en"/>
        </w:rPr>
        <w:t xml:space="preserve"> the file.</w:t>
      </w:r>
    </w:p>
    <w:p w:rsidR="006878F1" w:rsidRDefault="00A40CCD" w:rsidP="00FD15AB">
      <w:pPr>
        <w:pStyle w:val="SubHeader"/>
        <w:spacing w:after="240"/>
      </w:pPr>
      <w:bookmarkStart w:id="4" w:name="_Toc386195487"/>
      <w:bookmarkStart w:id="5" w:name="_Toc513192526"/>
      <w:r>
        <w:t xml:space="preserve">Step 2. </w:t>
      </w:r>
      <w:r w:rsidR="006878F1">
        <w:t>E</w:t>
      </w:r>
      <w:r w:rsidR="006878F1" w:rsidRPr="001B6748">
        <w:t>nable HTML Templates</w:t>
      </w:r>
      <w:bookmarkEnd w:id="4"/>
      <w:r w:rsidR="00A36F0A">
        <w:t xml:space="preserve"> in Course Content</w:t>
      </w:r>
      <w:bookmarkEnd w:id="5"/>
    </w:p>
    <w:p w:rsidR="006878F1" w:rsidRPr="00824B2E" w:rsidRDefault="006878F1" w:rsidP="006878F1">
      <w:r w:rsidRPr="00824B2E">
        <w:t xml:space="preserve">It’s good practice to set a folder where your course will draw its templates from. This saves time from browsing to the same folder repeatedly. </w:t>
      </w:r>
    </w:p>
    <w:p w:rsidR="00A36F0A" w:rsidRDefault="00A36F0A" w:rsidP="006878F1">
      <w:pPr>
        <w:pStyle w:val="Liststyle"/>
        <w:numPr>
          <w:ilvl w:val="0"/>
          <w:numId w:val="21"/>
        </w:numPr>
        <w:spacing w:line="480" w:lineRule="auto"/>
        <w:rPr>
          <w:lang w:val="en"/>
        </w:rPr>
      </w:pPr>
      <w:r>
        <w:rPr>
          <w:lang w:val="en"/>
        </w:rPr>
        <w:t xml:space="preserve">Go to </w:t>
      </w:r>
      <w:r w:rsidR="0027774F">
        <w:rPr>
          <w:lang w:val="en"/>
        </w:rPr>
        <w:t xml:space="preserve">the </w:t>
      </w:r>
      <w:r w:rsidRPr="00A36F0A">
        <w:rPr>
          <w:b/>
          <w:lang w:val="en"/>
        </w:rPr>
        <w:t>Content</w:t>
      </w:r>
      <w:r>
        <w:rPr>
          <w:lang w:val="en"/>
        </w:rPr>
        <w:t xml:space="preserve"> tool </w:t>
      </w:r>
      <w:r w:rsidR="0027774F">
        <w:rPr>
          <w:lang w:val="en"/>
        </w:rPr>
        <w:t xml:space="preserve">within the </w:t>
      </w:r>
      <w:r>
        <w:rPr>
          <w:lang w:val="en"/>
        </w:rPr>
        <w:t>course where you would like to leverage the template in.</w:t>
      </w:r>
    </w:p>
    <w:p w:rsidR="006878F1" w:rsidRPr="006878F1" w:rsidRDefault="006878F1" w:rsidP="006878F1">
      <w:pPr>
        <w:pStyle w:val="Liststyle"/>
        <w:numPr>
          <w:ilvl w:val="0"/>
          <w:numId w:val="21"/>
        </w:numPr>
        <w:spacing w:line="480" w:lineRule="auto"/>
        <w:rPr>
          <w:lang w:val="en"/>
        </w:rPr>
      </w:pPr>
      <w:r w:rsidRPr="006878F1">
        <w:rPr>
          <w:lang w:val="en"/>
        </w:rPr>
        <w:t xml:space="preserve">Click </w:t>
      </w:r>
      <w:r w:rsidRPr="00443C3D">
        <w:rPr>
          <w:noProof/>
          <w:lang w:eastAsia="zh-CN"/>
        </w:rPr>
        <w:drawing>
          <wp:inline distT="0" distB="0" distL="0" distR="0" wp14:anchorId="6F7A4F01" wp14:editId="4235D226">
            <wp:extent cx="287064" cy="296963"/>
            <wp:effectExtent l="0" t="0" r="0" b="825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etting.PNG"/>
                    <pic:cNvPicPr/>
                  </pic:nvPicPr>
                  <pic:blipFill>
                    <a:blip r:embed="rId10"/>
                    <a:stretch>
                      <a:fillRect/>
                    </a:stretch>
                  </pic:blipFill>
                  <pic:spPr>
                    <a:xfrm>
                      <a:off x="0" y="0"/>
                      <a:ext cx="287064" cy="296963"/>
                    </a:xfrm>
                    <a:prstGeom prst="rect">
                      <a:avLst/>
                    </a:prstGeom>
                  </pic:spPr>
                </pic:pic>
              </a:graphicData>
            </a:graphic>
          </wp:inline>
        </w:drawing>
      </w:r>
      <w:r w:rsidRPr="006878F1">
        <w:rPr>
          <w:lang w:val="en"/>
        </w:rPr>
        <w:t xml:space="preserve"> </w:t>
      </w:r>
      <w:r w:rsidRPr="006878F1">
        <w:rPr>
          <w:rStyle w:val="Commands"/>
          <w:lang w:val="en"/>
        </w:rPr>
        <w:t>Settings</w:t>
      </w:r>
      <w:r w:rsidRPr="006878F1">
        <w:rPr>
          <w:lang w:val="en"/>
        </w:rPr>
        <w:t xml:space="preserve"> in the Content tool. </w:t>
      </w:r>
    </w:p>
    <w:p w:rsidR="006878F1" w:rsidRPr="001B6748" w:rsidRDefault="006878F1" w:rsidP="006878F1">
      <w:pPr>
        <w:pStyle w:val="Liststyle"/>
        <w:spacing w:line="480" w:lineRule="auto"/>
        <w:rPr>
          <w:lang w:val="en"/>
        </w:rPr>
      </w:pPr>
      <w:r w:rsidRPr="001B6748">
        <w:rPr>
          <w:lang w:val="en"/>
        </w:rPr>
        <w:t xml:space="preserve">Select the </w:t>
      </w:r>
      <w:r w:rsidRPr="001B6748">
        <w:rPr>
          <w:rStyle w:val="Commands"/>
          <w:lang w:val="en"/>
        </w:rPr>
        <w:t>Enable HTML Templates</w:t>
      </w:r>
      <w:r w:rsidRPr="001B6748">
        <w:rPr>
          <w:lang w:val="en"/>
        </w:rPr>
        <w:t xml:space="preserve"> check box. </w:t>
      </w:r>
    </w:p>
    <w:p w:rsidR="006878F1" w:rsidRDefault="006878F1" w:rsidP="00E75A5B">
      <w:pPr>
        <w:pStyle w:val="Liststyle"/>
        <w:rPr>
          <w:lang w:val="en"/>
        </w:rPr>
      </w:pPr>
      <w:r w:rsidRPr="006878F1">
        <w:rPr>
          <w:lang w:val="en"/>
        </w:rPr>
        <w:t xml:space="preserve">Click </w:t>
      </w:r>
      <w:r w:rsidRPr="006878F1">
        <w:rPr>
          <w:rStyle w:val="Commands"/>
          <w:lang w:val="en"/>
        </w:rPr>
        <w:t>Change Path</w:t>
      </w:r>
      <w:r w:rsidRPr="006878F1">
        <w:rPr>
          <w:lang w:val="en"/>
        </w:rPr>
        <w:t>, then select the template folder that you have uploaded</w:t>
      </w:r>
      <w:r w:rsidR="00E75A5B">
        <w:rPr>
          <w:lang w:val="en"/>
        </w:rPr>
        <w:t xml:space="preserve"> (</w:t>
      </w:r>
      <w:proofErr w:type="spellStart"/>
      <w:r w:rsidR="00E75A5B" w:rsidRPr="00E75A5B">
        <w:rPr>
          <w:lang w:val="en"/>
        </w:rPr>
        <w:t>Daylight_HTML_Template</w:t>
      </w:r>
      <w:proofErr w:type="spellEnd"/>
      <w:r w:rsidR="00E75A5B">
        <w:rPr>
          <w:lang w:val="en"/>
        </w:rPr>
        <w:t>)</w:t>
      </w:r>
    </w:p>
    <w:p w:rsidR="00E75A5B" w:rsidRDefault="00E75A5B" w:rsidP="00E75A5B">
      <w:pPr>
        <w:pStyle w:val="Liststyle"/>
        <w:numPr>
          <w:ilvl w:val="0"/>
          <w:numId w:val="0"/>
        </w:numPr>
        <w:ind w:left="720"/>
        <w:rPr>
          <w:lang w:val="en"/>
        </w:rPr>
      </w:pPr>
    </w:p>
    <w:p w:rsidR="006878F1" w:rsidRPr="006878F1" w:rsidRDefault="006878F1" w:rsidP="001304F6">
      <w:pPr>
        <w:pStyle w:val="Liststyle"/>
        <w:spacing w:line="480" w:lineRule="auto"/>
        <w:rPr>
          <w:lang w:val="en"/>
        </w:rPr>
      </w:pPr>
      <w:r w:rsidRPr="006878F1">
        <w:rPr>
          <w:lang w:val="en"/>
        </w:rPr>
        <w:t xml:space="preserve">Click </w:t>
      </w:r>
      <w:r w:rsidRPr="006878F1">
        <w:rPr>
          <w:rStyle w:val="Commands"/>
          <w:lang w:val="en"/>
        </w:rPr>
        <w:t>Select Path</w:t>
      </w:r>
      <w:r w:rsidRPr="006878F1">
        <w:rPr>
          <w:lang w:val="en"/>
        </w:rPr>
        <w:t xml:space="preserve">. </w:t>
      </w:r>
    </w:p>
    <w:p w:rsidR="006878F1" w:rsidRDefault="006878F1" w:rsidP="00E67106">
      <w:pPr>
        <w:pStyle w:val="Liststyle"/>
        <w:spacing w:after="0" w:line="480" w:lineRule="auto"/>
        <w:rPr>
          <w:lang w:val="en"/>
        </w:rPr>
      </w:pPr>
      <w:r w:rsidRPr="001B6748">
        <w:rPr>
          <w:lang w:val="en"/>
        </w:rPr>
        <w:lastRenderedPageBreak/>
        <w:t xml:space="preserve">Click </w:t>
      </w:r>
      <w:r w:rsidRPr="001B6748">
        <w:rPr>
          <w:rStyle w:val="Commands"/>
          <w:lang w:val="en"/>
        </w:rPr>
        <w:t>Save</w:t>
      </w:r>
      <w:r w:rsidRPr="001B6748">
        <w:rPr>
          <w:lang w:val="en"/>
        </w:rPr>
        <w:t xml:space="preserve">. </w:t>
      </w:r>
    </w:p>
    <w:p w:rsidR="00A36F0A" w:rsidRPr="00A36F0A" w:rsidRDefault="00A36F0A" w:rsidP="00A36F0A">
      <w:pPr>
        <w:ind w:left="360"/>
        <w:rPr>
          <w:lang w:val="en"/>
        </w:rPr>
      </w:pPr>
      <w:r w:rsidRPr="00A36F0A">
        <w:rPr>
          <w:b/>
          <w:color w:val="E87511" w:themeColor="background2"/>
        </w:rPr>
        <w:t>Note</w:t>
      </w:r>
      <w:r w:rsidR="00557321">
        <w:rPr>
          <w:lang w:val="en"/>
        </w:rPr>
        <w:t>: F</w:t>
      </w:r>
      <w:r>
        <w:rPr>
          <w:lang w:val="en"/>
        </w:rPr>
        <w:t xml:space="preserve">or </w:t>
      </w:r>
      <w:bookmarkStart w:id="6" w:name="_GoBack"/>
      <w:bookmarkEnd w:id="6"/>
      <w:r>
        <w:rPr>
          <w:lang w:val="en"/>
        </w:rPr>
        <w:t xml:space="preserve">Lessons tool, you will need an administer to enable the HTML Templates and the template default folder in the Config Variable Browser, please check </w:t>
      </w:r>
      <w:hyperlink r:id="rId11" w:history="1">
        <w:r w:rsidRPr="00A36F0A">
          <w:rPr>
            <w:rStyle w:val="Hyperlink"/>
            <w:rFonts w:ascii="Arial" w:hAnsi="Arial"/>
            <w:lang w:val="en"/>
            <w14:textOutline w14:w="0" w14:cap="rnd" w14:cmpd="sng" w14:algn="ctr">
              <w14:noFill/>
              <w14:prstDash w14:val="solid"/>
              <w14:bevel/>
            </w14:textOutline>
          </w:rPr>
          <w:t>Brightspace March 2018/10.7.11 Release Notes</w:t>
        </w:r>
      </w:hyperlink>
      <w:r>
        <w:rPr>
          <w:lang w:val="en"/>
        </w:rPr>
        <w:t xml:space="preserve"> for details. </w:t>
      </w:r>
    </w:p>
    <w:p w:rsidR="007D4F84" w:rsidRDefault="00A40CCD" w:rsidP="006C3B87">
      <w:pPr>
        <w:pStyle w:val="SubHeader"/>
        <w:spacing w:line="360" w:lineRule="auto"/>
      </w:pPr>
      <w:bookmarkStart w:id="7" w:name="_Toc513192527"/>
      <w:bookmarkEnd w:id="2"/>
      <w:r>
        <w:t xml:space="preserve">Step 3. </w:t>
      </w:r>
      <w:r w:rsidR="007D4F84" w:rsidRPr="008A0871">
        <w:t xml:space="preserve">Apply </w:t>
      </w:r>
      <w:r w:rsidR="007D4F84">
        <w:t>a HTML Template</w:t>
      </w:r>
      <w:r w:rsidR="007D4F84" w:rsidRPr="008A0871">
        <w:t xml:space="preserve"> to a New Content Topic</w:t>
      </w:r>
      <w:bookmarkEnd w:id="7"/>
    </w:p>
    <w:p w:rsidR="006E7BC4" w:rsidRPr="00FD15AB" w:rsidRDefault="006E7BC4" w:rsidP="006C3B87">
      <w:pPr>
        <w:pStyle w:val="Heading3"/>
        <w:spacing w:after="240"/>
        <w:rPr>
          <w:b/>
          <w:color w:val="E87511" w:themeColor="background2"/>
        </w:rPr>
      </w:pPr>
      <w:bookmarkStart w:id="8" w:name="_Toc513192528"/>
      <w:r w:rsidRPr="00FD15AB">
        <w:rPr>
          <w:b/>
          <w:color w:val="E87511" w:themeColor="background2"/>
        </w:rPr>
        <w:t>Which Template Page to Use</w:t>
      </w:r>
      <w:bookmarkEnd w:id="8"/>
    </w:p>
    <w:p w:rsidR="006E7BC4" w:rsidRPr="006878F1" w:rsidRDefault="00085C80" w:rsidP="006E7BC4">
      <w:r w:rsidRPr="00085C80">
        <w:t xml:space="preserve">This template </w:t>
      </w:r>
      <w:r w:rsidR="006C3B87">
        <w:t>package</w:t>
      </w:r>
      <w:r w:rsidRPr="00085C80">
        <w:t xml:space="preserve"> comes with several purpose-built topic types, such as Course Introduction, Module Introduction</w:t>
      </w:r>
      <w:r w:rsidR="006C3B87">
        <w:t>, Meet Your Facilitator, Basic p</w:t>
      </w:r>
      <w:r w:rsidRPr="00085C80">
        <w:t xml:space="preserve">age, </w:t>
      </w:r>
      <w:r w:rsidR="006C3B87">
        <w:t xml:space="preserve">Elements page, Image Editing, </w:t>
      </w:r>
      <w:r w:rsidRPr="00085C80">
        <w:t>Video Lecture, and Conclusion pages</w:t>
      </w:r>
      <w:r w:rsidR="00A8101C">
        <w:t>.</w:t>
      </w:r>
      <w:r w:rsidR="00A422A1">
        <w:t xml:space="preserve"> </w:t>
      </w:r>
    </w:p>
    <w:p w:rsidR="00085C80" w:rsidRDefault="006E7BC4" w:rsidP="00085C80">
      <w:pPr>
        <w:pStyle w:val="Bullets"/>
        <w:numPr>
          <w:ilvl w:val="0"/>
          <w:numId w:val="13"/>
        </w:numPr>
        <w:tabs>
          <w:tab w:val="left" w:pos="360"/>
          <w:tab w:val="left" w:pos="1800"/>
        </w:tabs>
        <w:spacing w:after="140" w:line="276" w:lineRule="auto"/>
        <w:ind w:left="374" w:hanging="360"/>
        <w:rPr>
          <w:lang w:val="en-CA"/>
        </w:rPr>
      </w:pPr>
      <w:r>
        <w:rPr>
          <w:lang w:val="en-CA"/>
        </w:rPr>
        <w:t xml:space="preserve">The Course Introduction </w:t>
      </w:r>
      <w:r w:rsidR="00085C80">
        <w:rPr>
          <w:lang w:val="en-CA"/>
        </w:rPr>
        <w:t xml:space="preserve">page </w:t>
      </w:r>
      <w:r w:rsidR="00085C80" w:rsidRPr="00085C80">
        <w:rPr>
          <w:lang w:val="en-CA"/>
        </w:rPr>
        <w:t>features a full-screen image for visual impact, and a clean area for course description</w:t>
      </w:r>
      <w:r w:rsidR="00085C80">
        <w:rPr>
          <w:lang w:val="en-CA"/>
        </w:rPr>
        <w:t>.</w:t>
      </w:r>
    </w:p>
    <w:p w:rsidR="006E7BC4" w:rsidRDefault="00085C80" w:rsidP="00EC6CB4">
      <w:pPr>
        <w:pStyle w:val="Bullets"/>
        <w:numPr>
          <w:ilvl w:val="0"/>
          <w:numId w:val="13"/>
        </w:numPr>
        <w:tabs>
          <w:tab w:val="left" w:pos="360"/>
          <w:tab w:val="left" w:pos="1800"/>
        </w:tabs>
        <w:spacing w:after="140" w:line="276" w:lineRule="auto"/>
        <w:ind w:left="374" w:hanging="360"/>
        <w:rPr>
          <w:lang w:val="en-CA"/>
        </w:rPr>
      </w:pPr>
      <w:r w:rsidRPr="00085C80">
        <w:rPr>
          <w:lang w:val="en-CA"/>
        </w:rPr>
        <w:t>The Module Introduction page features a prominent banner image across the top and a numbered list can be used to list a module’s learning objectives. This makes it ideal as the first page of a module in a course</w:t>
      </w:r>
      <w:r w:rsidR="006E7BC4" w:rsidRPr="00085C80">
        <w:rPr>
          <w:lang w:val="en-CA"/>
        </w:rPr>
        <w:t>.</w:t>
      </w:r>
    </w:p>
    <w:p w:rsidR="00085C80" w:rsidRPr="00085C80" w:rsidRDefault="00085C80" w:rsidP="00085C80">
      <w:pPr>
        <w:pStyle w:val="Bullets"/>
        <w:numPr>
          <w:ilvl w:val="0"/>
          <w:numId w:val="13"/>
        </w:numPr>
        <w:tabs>
          <w:tab w:val="left" w:pos="360"/>
          <w:tab w:val="left" w:pos="1800"/>
        </w:tabs>
        <w:spacing w:after="140" w:line="276" w:lineRule="auto"/>
        <w:ind w:left="374" w:hanging="360"/>
        <w:rPr>
          <w:lang w:val="en-CA"/>
        </w:rPr>
      </w:pPr>
      <w:r>
        <w:rPr>
          <w:lang w:val="en-CA"/>
        </w:rPr>
        <w:t xml:space="preserve">The </w:t>
      </w:r>
      <w:r w:rsidRPr="00085C80">
        <w:rPr>
          <w:lang w:val="en-CA"/>
        </w:rPr>
        <w:t xml:space="preserve">Meet Your Facilitator page can serve as a dedicated space to present </w:t>
      </w:r>
      <w:r w:rsidR="00A8101C">
        <w:rPr>
          <w:lang w:val="en-CA"/>
        </w:rPr>
        <w:t>facilitator’s</w:t>
      </w:r>
      <w:r w:rsidRPr="00085C80">
        <w:rPr>
          <w:lang w:val="en-CA"/>
        </w:rPr>
        <w:t xml:space="preserve"> expertise, experience and personality.</w:t>
      </w:r>
    </w:p>
    <w:p w:rsidR="00A8101C" w:rsidRDefault="00A8101C" w:rsidP="00A8101C">
      <w:pPr>
        <w:pStyle w:val="Bullets"/>
        <w:numPr>
          <w:ilvl w:val="0"/>
          <w:numId w:val="13"/>
        </w:numPr>
        <w:tabs>
          <w:tab w:val="left" w:pos="360"/>
          <w:tab w:val="left" w:pos="1800"/>
        </w:tabs>
        <w:spacing w:after="140" w:line="276" w:lineRule="auto"/>
        <w:ind w:left="374" w:hanging="360"/>
        <w:rPr>
          <w:lang w:val="en-CA"/>
        </w:rPr>
      </w:pPr>
      <w:r>
        <w:rPr>
          <w:lang w:val="en-CA"/>
        </w:rPr>
        <w:t>The</w:t>
      </w:r>
      <w:r w:rsidRPr="00A8101C">
        <w:rPr>
          <w:lang w:val="en-CA"/>
        </w:rPr>
        <w:t xml:space="preserve"> Basic page is a general-purpose layout</w:t>
      </w:r>
      <w:r w:rsidR="00A422A1">
        <w:rPr>
          <w:lang w:val="en-CA"/>
        </w:rPr>
        <w:t>.</w:t>
      </w:r>
    </w:p>
    <w:p w:rsidR="006C3B87" w:rsidRDefault="006C3B87" w:rsidP="00A8101C">
      <w:pPr>
        <w:pStyle w:val="Bullets"/>
        <w:numPr>
          <w:ilvl w:val="0"/>
          <w:numId w:val="13"/>
        </w:numPr>
        <w:tabs>
          <w:tab w:val="left" w:pos="360"/>
          <w:tab w:val="left" w:pos="1800"/>
        </w:tabs>
        <w:spacing w:after="140" w:line="276" w:lineRule="auto"/>
        <w:ind w:left="374" w:hanging="360"/>
        <w:rPr>
          <w:lang w:val="en-CA"/>
        </w:rPr>
      </w:pPr>
      <w:r>
        <w:rPr>
          <w:lang w:val="en-CA"/>
        </w:rPr>
        <w:t xml:space="preserve">The Elements page includes samples of some commonly used page elements which you can copy to other pages. </w:t>
      </w:r>
    </w:p>
    <w:p w:rsidR="006C3B87" w:rsidRDefault="006C3B87" w:rsidP="00A8101C">
      <w:pPr>
        <w:pStyle w:val="Bullets"/>
        <w:numPr>
          <w:ilvl w:val="0"/>
          <w:numId w:val="13"/>
        </w:numPr>
        <w:tabs>
          <w:tab w:val="left" w:pos="360"/>
          <w:tab w:val="left" w:pos="1800"/>
        </w:tabs>
        <w:spacing w:after="140" w:line="276" w:lineRule="auto"/>
        <w:ind w:left="374" w:hanging="360"/>
        <w:rPr>
          <w:lang w:val="en-CA"/>
        </w:rPr>
      </w:pPr>
      <w:r>
        <w:rPr>
          <w:lang w:val="en-CA"/>
        </w:rPr>
        <w:t>The Image editing page illustrates the different ways images can be used.</w:t>
      </w:r>
    </w:p>
    <w:p w:rsidR="006E7BC4" w:rsidRDefault="006E7BC4" w:rsidP="00A8101C">
      <w:pPr>
        <w:pStyle w:val="Bullets"/>
        <w:numPr>
          <w:ilvl w:val="0"/>
          <w:numId w:val="13"/>
        </w:numPr>
        <w:tabs>
          <w:tab w:val="left" w:pos="360"/>
          <w:tab w:val="left" w:pos="1800"/>
        </w:tabs>
        <w:spacing w:after="140" w:line="276" w:lineRule="auto"/>
        <w:ind w:left="374" w:hanging="360"/>
        <w:rPr>
          <w:lang w:val="en-CA"/>
        </w:rPr>
      </w:pPr>
      <w:r>
        <w:rPr>
          <w:lang w:val="en-CA"/>
        </w:rPr>
        <w:t xml:space="preserve">The </w:t>
      </w:r>
      <w:r w:rsidR="00A8101C">
        <w:rPr>
          <w:lang w:val="en-CA"/>
        </w:rPr>
        <w:t xml:space="preserve">Video Lecture page </w:t>
      </w:r>
      <w:r w:rsidR="00A422A1">
        <w:rPr>
          <w:lang w:val="en-CA"/>
        </w:rPr>
        <w:t xml:space="preserve">is </w:t>
      </w:r>
      <w:r w:rsidR="00A8101C" w:rsidRPr="00A8101C">
        <w:rPr>
          <w:lang w:val="en-CA"/>
        </w:rPr>
        <w:t>a great way to present video content, while accompanying it with supporting context, explanations and activities.</w:t>
      </w:r>
    </w:p>
    <w:p w:rsidR="006E7BC4" w:rsidRDefault="006E7BC4" w:rsidP="00A422A1">
      <w:pPr>
        <w:pStyle w:val="Bullets"/>
        <w:numPr>
          <w:ilvl w:val="0"/>
          <w:numId w:val="13"/>
        </w:numPr>
        <w:tabs>
          <w:tab w:val="left" w:pos="360"/>
          <w:tab w:val="left" w:pos="1800"/>
        </w:tabs>
        <w:spacing w:after="140" w:line="276" w:lineRule="auto"/>
        <w:ind w:left="374" w:hanging="360"/>
        <w:rPr>
          <w:lang w:val="en-CA"/>
        </w:rPr>
      </w:pPr>
      <w:r>
        <w:rPr>
          <w:lang w:val="en-CA"/>
        </w:rPr>
        <w:t xml:space="preserve">The </w:t>
      </w:r>
      <w:r w:rsidR="00A422A1">
        <w:rPr>
          <w:lang w:val="en-CA"/>
        </w:rPr>
        <w:t xml:space="preserve">Conclusion </w:t>
      </w:r>
      <w:r w:rsidR="00A422A1" w:rsidRPr="00A422A1">
        <w:rPr>
          <w:lang w:val="en-CA"/>
        </w:rPr>
        <w:t>makes an excellent page to conclude each module.</w:t>
      </w:r>
    </w:p>
    <w:p w:rsidR="006C3B87" w:rsidRPr="007D4F84" w:rsidRDefault="006C3B87" w:rsidP="006C3B87">
      <w:pPr>
        <w:pStyle w:val="Bullets"/>
        <w:numPr>
          <w:ilvl w:val="0"/>
          <w:numId w:val="0"/>
        </w:numPr>
        <w:tabs>
          <w:tab w:val="left" w:pos="360"/>
          <w:tab w:val="left" w:pos="1800"/>
        </w:tabs>
        <w:spacing w:after="140" w:line="276" w:lineRule="auto"/>
        <w:ind w:left="374"/>
        <w:rPr>
          <w:lang w:val="en-CA"/>
        </w:rPr>
      </w:pPr>
    </w:p>
    <w:p w:rsidR="006E7BC4" w:rsidRPr="006C3B87" w:rsidRDefault="006E7BC4" w:rsidP="006C3B87">
      <w:pPr>
        <w:pStyle w:val="Heading3"/>
        <w:spacing w:after="240"/>
        <w:rPr>
          <w:b/>
          <w:color w:val="E87511" w:themeColor="background2"/>
        </w:rPr>
      </w:pPr>
      <w:bookmarkStart w:id="9" w:name="_Toc513192529"/>
      <w:r w:rsidRPr="006C3B87">
        <w:rPr>
          <w:b/>
          <w:color w:val="E87511" w:themeColor="background2"/>
        </w:rPr>
        <w:t>Create a New Content Topic</w:t>
      </w:r>
      <w:bookmarkEnd w:id="9"/>
    </w:p>
    <w:p w:rsidR="00CD7CA6" w:rsidRPr="005C1329" w:rsidRDefault="00CD7CA6" w:rsidP="005C1329">
      <w:r w:rsidRPr="005C1329">
        <w:t xml:space="preserve">All existing HTML files in the </w:t>
      </w:r>
      <w:r w:rsidR="00A40CCD">
        <w:t xml:space="preserve">template </w:t>
      </w:r>
      <w:r w:rsidRPr="005C1329">
        <w:t>folder are available as templates when you create new HTML documents.</w:t>
      </w:r>
    </w:p>
    <w:p w:rsidR="00CD7CA6" w:rsidRPr="005C1329" w:rsidRDefault="00CD7CA6" w:rsidP="005C1329">
      <w:pPr>
        <w:pStyle w:val="Liststyle"/>
        <w:numPr>
          <w:ilvl w:val="0"/>
          <w:numId w:val="23"/>
        </w:numPr>
        <w:spacing w:line="480" w:lineRule="auto"/>
        <w:rPr>
          <w:lang w:val="en"/>
        </w:rPr>
      </w:pPr>
      <w:r w:rsidRPr="005C1329">
        <w:rPr>
          <w:lang w:val="en"/>
        </w:rPr>
        <w:t xml:space="preserve">In a module, click </w:t>
      </w:r>
      <w:r w:rsidRPr="005C1329">
        <w:rPr>
          <w:b/>
          <w:lang w:val="en"/>
        </w:rPr>
        <w:t>Create a File</w:t>
      </w:r>
      <w:r w:rsidRPr="005C1329">
        <w:rPr>
          <w:lang w:val="en"/>
        </w:rPr>
        <w:t xml:space="preserve"> from the </w:t>
      </w:r>
      <w:r w:rsidR="006C3B87">
        <w:rPr>
          <w:b/>
          <w:lang w:val="en"/>
        </w:rPr>
        <w:t>Upload/Create</w:t>
      </w:r>
      <w:r w:rsidRPr="005C1329">
        <w:rPr>
          <w:lang w:val="en"/>
        </w:rPr>
        <w:t xml:space="preserve"> </w:t>
      </w:r>
      <w:r w:rsidR="00E67106">
        <w:rPr>
          <w:lang w:val="en"/>
        </w:rPr>
        <w:t xml:space="preserve">context </w:t>
      </w:r>
      <w:r w:rsidRPr="005C1329">
        <w:rPr>
          <w:lang w:val="en"/>
        </w:rPr>
        <w:t xml:space="preserve">button. </w:t>
      </w:r>
    </w:p>
    <w:p w:rsidR="00CD7CA6" w:rsidRPr="005C1329" w:rsidRDefault="00CD7CA6" w:rsidP="005C1329">
      <w:pPr>
        <w:pStyle w:val="Liststyle"/>
        <w:numPr>
          <w:ilvl w:val="0"/>
          <w:numId w:val="23"/>
        </w:numPr>
        <w:spacing w:line="480" w:lineRule="auto"/>
        <w:rPr>
          <w:lang w:val="en"/>
        </w:rPr>
      </w:pPr>
      <w:r w:rsidRPr="005C1329">
        <w:rPr>
          <w:b/>
          <w:lang w:val="en"/>
        </w:rPr>
        <w:t>Select a Document Template</w:t>
      </w:r>
      <w:r w:rsidRPr="005C1329">
        <w:rPr>
          <w:lang w:val="en"/>
        </w:rPr>
        <w:t xml:space="preserve"> from the drop-down list if you have a defined template directory, or click </w:t>
      </w:r>
      <w:r w:rsidRPr="005C1329">
        <w:rPr>
          <w:b/>
          <w:lang w:val="en"/>
        </w:rPr>
        <w:t>Browse for a Template</w:t>
      </w:r>
      <w:r w:rsidRPr="005C1329">
        <w:rPr>
          <w:lang w:val="en"/>
        </w:rPr>
        <w:t xml:space="preserve"> if you do not have a defined template directory. You can search for templates located in other folders or on your computer.</w:t>
      </w:r>
    </w:p>
    <w:p w:rsidR="00CD7CA6" w:rsidRPr="005C1329" w:rsidRDefault="00CD7CA6" w:rsidP="002301DA">
      <w:pPr>
        <w:pStyle w:val="Liststyle"/>
        <w:numPr>
          <w:ilvl w:val="0"/>
          <w:numId w:val="23"/>
        </w:numPr>
        <w:spacing w:after="0" w:line="480" w:lineRule="auto"/>
        <w:rPr>
          <w:lang w:val="en"/>
        </w:rPr>
      </w:pPr>
      <w:r w:rsidRPr="005C1329">
        <w:rPr>
          <w:lang w:val="en"/>
        </w:rPr>
        <w:t>Add content to your content file.</w:t>
      </w:r>
    </w:p>
    <w:p w:rsidR="00CD7CA6" w:rsidRPr="009554C7" w:rsidRDefault="00CD7CA6" w:rsidP="004B215B">
      <w:pPr>
        <w:ind w:left="360"/>
      </w:pPr>
      <w:r w:rsidRPr="002301DA">
        <w:rPr>
          <w:b/>
          <w:color w:val="E87511" w:themeColor="background2"/>
        </w:rPr>
        <w:t>Note</w:t>
      </w:r>
      <w:r>
        <w:t xml:space="preserve">: </w:t>
      </w:r>
      <w:r w:rsidR="002301DA">
        <w:t xml:space="preserve">Apply the </w:t>
      </w:r>
      <w:r>
        <w:t xml:space="preserve">template </w:t>
      </w:r>
      <w:r w:rsidR="002301DA">
        <w:t xml:space="preserve">to an existing page will overwrite the content and you will lose your work. Click Cancel to discard the changes. </w:t>
      </w:r>
    </w:p>
    <w:p w:rsidR="00C769F9" w:rsidRDefault="00C769F9">
      <w:pPr>
        <w:spacing w:after="200" w:line="276" w:lineRule="auto"/>
        <w:rPr>
          <w:rFonts w:eastAsiaTheme="majorEastAsia" w:cstheme="majorBidi"/>
          <w:bCs/>
          <w:color w:val="E87511" w:themeColor="background2"/>
          <w:sz w:val="32"/>
          <w:szCs w:val="28"/>
        </w:rPr>
      </w:pPr>
      <w:bookmarkStart w:id="10" w:name="_Toc386195492"/>
      <w:r>
        <w:br w:type="page"/>
      </w:r>
    </w:p>
    <w:p w:rsidR="00CD7CA6" w:rsidRDefault="00CD7CA6" w:rsidP="00852CD3">
      <w:pPr>
        <w:pStyle w:val="SectionHeader"/>
      </w:pPr>
      <w:bookmarkStart w:id="11" w:name="_Toc513192530"/>
      <w:r>
        <w:lastRenderedPageBreak/>
        <w:t xml:space="preserve">Working with </w:t>
      </w:r>
      <w:bookmarkEnd w:id="10"/>
      <w:r w:rsidR="005375B7">
        <w:t>Templates</w:t>
      </w:r>
      <w:bookmarkEnd w:id="11"/>
    </w:p>
    <w:p w:rsidR="00C769F9" w:rsidRDefault="00A422A1" w:rsidP="00A422A1">
      <w:r w:rsidRPr="00A422A1">
        <w:t>You can use the HTML editor to make quick and easy changes without needing any prior knowledge of HTML</w:t>
      </w:r>
      <w:r w:rsidR="006C3B87">
        <w:t>/CSS</w:t>
      </w:r>
      <w:r w:rsidRPr="00A422A1">
        <w:t>. Enter your content and use the available controls to apply formatting to your text.</w:t>
      </w:r>
      <w:r>
        <w:t xml:space="preserve"> Detailed instructions are included on each page.</w:t>
      </w:r>
    </w:p>
    <w:p w:rsidR="00CF7999" w:rsidRDefault="00CF7999" w:rsidP="00CF7999">
      <w:pPr>
        <w:pStyle w:val="Heading2"/>
      </w:pPr>
      <w:bookmarkStart w:id="12" w:name="_Toc513192531"/>
      <w:r>
        <w:t>Copy Text</w:t>
      </w:r>
      <w:bookmarkEnd w:id="12"/>
    </w:p>
    <w:p w:rsidR="00A422A1" w:rsidRDefault="00A422A1" w:rsidP="00A422A1">
      <w:r w:rsidRPr="00A422A1">
        <w:t>When writing content, it is a great practice to first write content in a document, such as Microsoft Word. It allows stakeholders to easily collaborate and track changes to content. It also allows you to spot spelling and grammar errors early on.</w:t>
      </w:r>
    </w:p>
    <w:p w:rsidR="00A422A1" w:rsidRDefault="00A422A1" w:rsidP="00A422A1">
      <w:r w:rsidRPr="00A422A1">
        <w:t xml:space="preserve">When pasting text from a Word document into the HTML editor, however, some of the document’s text styling will copy over. This will clash with the styles that are carefully crafted for this template. </w:t>
      </w:r>
      <w:r>
        <w:t>Y</w:t>
      </w:r>
      <w:r w:rsidRPr="00A422A1">
        <w:t xml:space="preserve">ou can use </w:t>
      </w:r>
      <w:proofErr w:type="spellStart"/>
      <w:r w:rsidRPr="00A422A1">
        <w:rPr>
          <w:b/>
        </w:rPr>
        <w:t>Ctrl+Shift+V</w:t>
      </w:r>
      <w:proofErr w:type="spellEnd"/>
      <w:r w:rsidRPr="00A422A1">
        <w:t xml:space="preserve"> (</w:t>
      </w:r>
      <w:proofErr w:type="spellStart"/>
      <w:r w:rsidRPr="00A422A1">
        <w:rPr>
          <w:b/>
        </w:rPr>
        <w:t>Cmd+Shift+V</w:t>
      </w:r>
      <w:proofErr w:type="spellEnd"/>
      <w:r w:rsidRPr="00A422A1">
        <w:t xml:space="preserve"> on Mac) to paste copied text as unformatted text to HTML editor.</w:t>
      </w:r>
    </w:p>
    <w:p w:rsidR="004B215B" w:rsidRDefault="004B215B" w:rsidP="004B215B">
      <w:pPr>
        <w:pStyle w:val="Heading2"/>
      </w:pPr>
      <w:bookmarkStart w:id="13" w:name="_Toc513192532"/>
      <w:r>
        <w:t>Heading Structure</w:t>
      </w:r>
      <w:bookmarkEnd w:id="13"/>
    </w:p>
    <w:p w:rsidR="004B215B" w:rsidRDefault="004B215B" w:rsidP="004B215B">
      <w:r w:rsidRPr="004B215B">
        <w:t>When adding content to pages, it is important to pay attention to its heading structure. Proper heading structure is especially important for learners with disabilities, as assistive technologies (like screen readers) rely on headings for navigation.</w:t>
      </w:r>
    </w:p>
    <w:p w:rsidR="004B215B" w:rsidRPr="004B215B" w:rsidRDefault="004B215B" w:rsidP="004B215B">
      <w:r>
        <w:t xml:space="preserve">The HTML Editor provides format options for 6 heading levels, Paragraph style, and a few additional options. To create a heading, select your text, and choose the appropriate heading format from the </w:t>
      </w:r>
      <w:r w:rsidRPr="004B215B">
        <w:rPr>
          <w:b/>
        </w:rPr>
        <w:t>Format</w:t>
      </w:r>
      <w:r>
        <w:t xml:space="preserve"> list.</w:t>
      </w:r>
    </w:p>
    <w:p w:rsidR="00CF7999" w:rsidRDefault="00CF7999" w:rsidP="00CF7999">
      <w:pPr>
        <w:pStyle w:val="Heading2"/>
      </w:pPr>
      <w:bookmarkStart w:id="14" w:name="_Toc513192533"/>
      <w:r>
        <w:t>Copy Elements</w:t>
      </w:r>
      <w:bookmarkEnd w:id="14"/>
    </w:p>
    <w:p w:rsidR="00810850" w:rsidRDefault="003B1438" w:rsidP="00A422A1">
      <w:r>
        <w:t xml:space="preserve">Some </w:t>
      </w:r>
      <w:r w:rsidRPr="003B1438">
        <w:t>commonly used page elements</w:t>
      </w:r>
      <w:r>
        <w:t xml:space="preserve"> are included on the Elements</w:t>
      </w:r>
      <w:r w:rsidR="00CF7999">
        <w:t xml:space="preserve"> / Image</w:t>
      </w:r>
      <w:r>
        <w:t xml:space="preserve"> page</w:t>
      </w:r>
      <w:r w:rsidR="00810850">
        <w:t>, such as:</w:t>
      </w:r>
    </w:p>
    <w:p w:rsidR="006C3B87" w:rsidRDefault="006C3B87" w:rsidP="00810850">
      <w:pPr>
        <w:pStyle w:val="ListParagraph"/>
        <w:numPr>
          <w:ilvl w:val="0"/>
          <w:numId w:val="37"/>
        </w:numPr>
      </w:pPr>
      <w:r>
        <w:t>Ordered list with large number or checkmark icon</w:t>
      </w:r>
    </w:p>
    <w:p w:rsidR="00810850" w:rsidRDefault="00810850" w:rsidP="00810850">
      <w:pPr>
        <w:pStyle w:val="ListParagraph"/>
        <w:numPr>
          <w:ilvl w:val="0"/>
          <w:numId w:val="37"/>
        </w:numPr>
      </w:pPr>
      <w:r>
        <w:t>Blockquote</w:t>
      </w:r>
    </w:p>
    <w:p w:rsidR="006C3B87" w:rsidRDefault="006C3B87" w:rsidP="00810850">
      <w:pPr>
        <w:pStyle w:val="ListParagraph"/>
        <w:numPr>
          <w:ilvl w:val="0"/>
          <w:numId w:val="37"/>
        </w:numPr>
      </w:pPr>
      <w:r>
        <w:t>Jumbotron</w:t>
      </w:r>
    </w:p>
    <w:p w:rsidR="00810850" w:rsidRDefault="00810850" w:rsidP="00810850">
      <w:pPr>
        <w:pStyle w:val="ListParagraph"/>
        <w:numPr>
          <w:ilvl w:val="0"/>
          <w:numId w:val="37"/>
        </w:numPr>
      </w:pPr>
      <w:r>
        <w:t>Callout box</w:t>
      </w:r>
    </w:p>
    <w:p w:rsidR="00810850" w:rsidRDefault="00810850" w:rsidP="00810850">
      <w:pPr>
        <w:pStyle w:val="ListParagraph"/>
        <w:numPr>
          <w:ilvl w:val="0"/>
          <w:numId w:val="37"/>
        </w:numPr>
      </w:pPr>
      <w:r>
        <w:t>Table</w:t>
      </w:r>
    </w:p>
    <w:p w:rsidR="00810850" w:rsidRDefault="00810850" w:rsidP="00810850">
      <w:pPr>
        <w:pStyle w:val="ListParagraph"/>
        <w:numPr>
          <w:ilvl w:val="0"/>
          <w:numId w:val="37"/>
        </w:numPr>
      </w:pPr>
      <w:r>
        <w:t>Two panels with equal height</w:t>
      </w:r>
    </w:p>
    <w:p w:rsidR="004B20D5" w:rsidRDefault="004B20D5" w:rsidP="00810850">
      <w:pPr>
        <w:pStyle w:val="ListParagraph"/>
        <w:numPr>
          <w:ilvl w:val="0"/>
          <w:numId w:val="37"/>
        </w:numPr>
      </w:pPr>
      <w:r>
        <w:t>Image align left / right / full</w:t>
      </w:r>
    </w:p>
    <w:p w:rsidR="003B1438" w:rsidRDefault="003B1438" w:rsidP="00A422A1">
      <w:r w:rsidRPr="003B1438">
        <w:t xml:space="preserve">You can copy one, or more, of the specific elements and paste them </w:t>
      </w:r>
      <w:r w:rsidR="00CF7999">
        <w:t>on</w:t>
      </w:r>
      <w:r w:rsidR="006C3B87">
        <w:t xml:space="preserve"> other pages, t</w:t>
      </w:r>
      <w:r w:rsidR="00CF7999">
        <w:t xml:space="preserve">hen </w:t>
      </w:r>
      <w:r w:rsidR="006C3B87">
        <w:t xml:space="preserve">add </w:t>
      </w:r>
      <w:r w:rsidR="00CF7999">
        <w:t xml:space="preserve">your own content. </w:t>
      </w:r>
    </w:p>
    <w:p w:rsidR="00852CD3" w:rsidRDefault="00852CD3" w:rsidP="00852CD3">
      <w:pPr>
        <w:pStyle w:val="Heading2"/>
      </w:pPr>
      <w:bookmarkStart w:id="15" w:name="_Toc513192534"/>
      <w:r>
        <w:t>Image</w:t>
      </w:r>
      <w:r w:rsidR="006A3BBE">
        <w:t xml:space="preserve"> Editing</w:t>
      </w:r>
      <w:bookmarkEnd w:id="15"/>
    </w:p>
    <w:p w:rsidR="00A422A1" w:rsidRDefault="00A422A1" w:rsidP="002301DA">
      <w:r w:rsidRPr="00A422A1">
        <w:t>Images can be added to any of your pages to create visual interest and help break up text-heavy courses.</w:t>
      </w:r>
      <w:r w:rsidR="004A2CC7">
        <w:t xml:space="preserve"> </w:t>
      </w:r>
    </w:p>
    <w:p w:rsidR="006A3BBE" w:rsidRDefault="006A3BBE" w:rsidP="002301DA">
      <w:r w:rsidRPr="006A3BBE">
        <w:rPr>
          <w:b/>
        </w:rPr>
        <w:t>Inline image editing</w:t>
      </w:r>
      <w:r>
        <w:t xml:space="preserve">: </w:t>
      </w:r>
      <w:r w:rsidRPr="006A3BBE">
        <w:t>the HTML editor now (after February 2018/10.7.10 release) has advanced image editing features, including resizing, flipping, rotating, and adjusting brightness, sharpness and color.</w:t>
      </w:r>
    </w:p>
    <w:p w:rsidR="00D34BC6" w:rsidRDefault="00D34BC6" w:rsidP="002301DA">
      <w:r w:rsidRPr="00D34BC6">
        <w:t xml:space="preserve">The HTML editor </w:t>
      </w:r>
      <w:r w:rsidR="00CD1231">
        <w:t xml:space="preserve">also </w:t>
      </w:r>
      <w:r w:rsidRPr="00D34BC6">
        <w:t xml:space="preserve">provides </w:t>
      </w:r>
      <w:r w:rsidRPr="00D34BC6">
        <w:rPr>
          <w:b/>
        </w:rPr>
        <w:t>Align Left</w:t>
      </w:r>
      <w:r w:rsidRPr="00D34BC6">
        <w:t xml:space="preserve">, </w:t>
      </w:r>
      <w:r w:rsidRPr="00D34BC6">
        <w:rPr>
          <w:b/>
        </w:rPr>
        <w:t>Align Right</w:t>
      </w:r>
      <w:r w:rsidRPr="00D34BC6">
        <w:t xml:space="preserve"> and </w:t>
      </w:r>
      <w:r w:rsidRPr="00D34BC6">
        <w:rPr>
          <w:b/>
        </w:rPr>
        <w:t>Align Full</w:t>
      </w:r>
      <w:r w:rsidRPr="00D34BC6">
        <w:t xml:space="preserve"> functions to place an image </w:t>
      </w:r>
      <w:proofErr w:type="gramStart"/>
      <w:r w:rsidRPr="00D34BC6">
        <w:t>in particular location</w:t>
      </w:r>
      <w:proofErr w:type="gramEnd"/>
      <w:r w:rsidRPr="00D34BC6">
        <w:t>.</w:t>
      </w:r>
    </w:p>
    <w:p w:rsidR="006641A0" w:rsidRDefault="006641A0" w:rsidP="006641A0">
      <w:pPr>
        <w:pStyle w:val="Heading2"/>
      </w:pPr>
      <w:bookmarkStart w:id="16" w:name="_Toc513192535"/>
      <w:r>
        <w:lastRenderedPageBreak/>
        <w:t>Replace Image</w:t>
      </w:r>
      <w:bookmarkEnd w:id="16"/>
    </w:p>
    <w:p w:rsidR="00CD7CA6" w:rsidRPr="002301DA" w:rsidRDefault="00CD7CA6" w:rsidP="002301DA">
      <w:r w:rsidRPr="002301DA">
        <w:t xml:space="preserve">Several of the template files come with image placeholders. </w:t>
      </w:r>
      <w:r w:rsidR="004A2CC7" w:rsidRPr="004A2CC7">
        <w:t>To replace the image:</w:t>
      </w:r>
    </w:p>
    <w:p w:rsidR="00CD7CA6" w:rsidRPr="005375B7" w:rsidRDefault="00C769F9" w:rsidP="005375B7">
      <w:pPr>
        <w:pStyle w:val="Liststyle"/>
        <w:numPr>
          <w:ilvl w:val="0"/>
          <w:numId w:val="27"/>
        </w:numPr>
        <w:spacing w:line="480" w:lineRule="auto"/>
        <w:rPr>
          <w:lang w:val="en"/>
        </w:rPr>
      </w:pPr>
      <w:r>
        <w:rPr>
          <w:lang w:val="en"/>
        </w:rPr>
        <w:t>S</w:t>
      </w:r>
      <w:r w:rsidR="00CD7CA6" w:rsidRPr="005375B7">
        <w:rPr>
          <w:lang w:val="en"/>
        </w:rPr>
        <w:t xml:space="preserve">elect </w:t>
      </w:r>
      <w:r w:rsidR="00CD7CA6" w:rsidRPr="005375B7">
        <w:rPr>
          <w:b/>
          <w:lang w:val="en"/>
        </w:rPr>
        <w:t>Edit HTML</w:t>
      </w:r>
      <w:r w:rsidR="00CD7CA6" w:rsidRPr="005375B7">
        <w:rPr>
          <w:lang w:val="en"/>
        </w:rPr>
        <w:t xml:space="preserve"> from the context drop-down beside the topic’s title.</w:t>
      </w:r>
    </w:p>
    <w:p w:rsidR="00CD7CA6" w:rsidRPr="002301DA" w:rsidRDefault="00CD7CA6" w:rsidP="002301DA">
      <w:pPr>
        <w:pStyle w:val="Liststyle"/>
        <w:spacing w:line="480" w:lineRule="auto"/>
        <w:rPr>
          <w:lang w:val="en"/>
        </w:rPr>
      </w:pPr>
      <w:r w:rsidRPr="002301DA">
        <w:rPr>
          <w:lang w:val="en"/>
        </w:rPr>
        <w:t xml:space="preserve">Once you can </w:t>
      </w:r>
      <w:r w:rsidR="00AE4B29">
        <w:rPr>
          <w:lang w:val="en"/>
        </w:rPr>
        <w:t>edit the topic, select</w:t>
      </w:r>
      <w:r w:rsidR="006F4AAA">
        <w:rPr>
          <w:lang w:val="en"/>
        </w:rPr>
        <w:t xml:space="preserve"> the image</w:t>
      </w:r>
      <w:r w:rsidR="0027760E">
        <w:rPr>
          <w:lang w:val="en"/>
        </w:rPr>
        <w:t xml:space="preserve"> and delete it</w:t>
      </w:r>
      <w:r w:rsidR="006F4AAA">
        <w:rPr>
          <w:lang w:val="en"/>
        </w:rPr>
        <w:t>.</w:t>
      </w:r>
      <w:r w:rsidR="0027760E">
        <w:rPr>
          <w:lang w:val="en"/>
        </w:rPr>
        <w:t xml:space="preserve"> Do not move your cursor.</w:t>
      </w:r>
    </w:p>
    <w:p w:rsidR="00AE4B29" w:rsidRDefault="006F4AAA" w:rsidP="00576533">
      <w:pPr>
        <w:pStyle w:val="Liststyle"/>
        <w:spacing w:line="480" w:lineRule="auto"/>
        <w:rPr>
          <w:lang w:val="en"/>
        </w:rPr>
      </w:pPr>
      <w:r>
        <w:rPr>
          <w:lang w:val="en"/>
        </w:rPr>
        <w:t>C</w:t>
      </w:r>
      <w:r w:rsidR="00CD7CA6" w:rsidRPr="00AE4B29">
        <w:rPr>
          <w:lang w:val="en"/>
        </w:rPr>
        <w:t xml:space="preserve">lick the </w:t>
      </w:r>
      <w:r w:rsidR="00CD7CA6" w:rsidRPr="002301DA">
        <w:rPr>
          <w:noProof/>
          <w:lang w:eastAsia="zh-CN"/>
        </w:rPr>
        <w:drawing>
          <wp:inline distT="0" distB="0" distL="0" distR="0" wp14:anchorId="4D4ED9FA" wp14:editId="650D2A74">
            <wp:extent cx="306705" cy="2628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06846" cy="263011"/>
                    </a:xfrm>
                    <a:prstGeom prst="rect">
                      <a:avLst/>
                    </a:prstGeom>
                  </pic:spPr>
                </pic:pic>
              </a:graphicData>
            </a:graphic>
          </wp:inline>
        </w:drawing>
      </w:r>
      <w:r w:rsidR="00CD7CA6" w:rsidRPr="00AE4B29">
        <w:rPr>
          <w:lang w:val="en"/>
        </w:rPr>
        <w:t xml:space="preserve">  </w:t>
      </w:r>
      <w:r w:rsidR="00CD7CA6" w:rsidRPr="00AE4B29">
        <w:rPr>
          <w:b/>
          <w:lang w:val="en"/>
        </w:rPr>
        <w:t>Insert Image</w:t>
      </w:r>
      <w:r w:rsidR="00AE4B29">
        <w:rPr>
          <w:lang w:val="en"/>
        </w:rPr>
        <w:t xml:space="preserve"> icon</w:t>
      </w:r>
    </w:p>
    <w:p w:rsidR="00CD7CA6" w:rsidRPr="00AE4B29" w:rsidRDefault="00CD7CA6" w:rsidP="00576533">
      <w:pPr>
        <w:pStyle w:val="Liststyle"/>
        <w:spacing w:line="480" w:lineRule="auto"/>
        <w:rPr>
          <w:lang w:val="en"/>
        </w:rPr>
      </w:pPr>
      <w:r w:rsidRPr="00AE4B29">
        <w:rPr>
          <w:lang w:val="en"/>
        </w:rPr>
        <w:t>Select the source for your image.</w:t>
      </w:r>
    </w:p>
    <w:p w:rsidR="00CD7CA6" w:rsidRDefault="00CD7CA6" w:rsidP="002301DA">
      <w:pPr>
        <w:pStyle w:val="Liststyle"/>
        <w:spacing w:line="480" w:lineRule="auto"/>
        <w:rPr>
          <w:lang w:val="en"/>
        </w:rPr>
      </w:pPr>
      <w:r w:rsidRPr="002301DA">
        <w:rPr>
          <w:lang w:val="en"/>
        </w:rPr>
        <w:t xml:space="preserve">Click the </w:t>
      </w:r>
      <w:r w:rsidRPr="002301DA">
        <w:rPr>
          <w:b/>
          <w:lang w:val="en"/>
        </w:rPr>
        <w:t>Choose Destination</w:t>
      </w:r>
      <w:r w:rsidRPr="002301DA">
        <w:rPr>
          <w:lang w:val="en"/>
        </w:rPr>
        <w:t xml:space="preserve"> button to save it to the folder you want.</w:t>
      </w:r>
    </w:p>
    <w:p w:rsidR="005375B7" w:rsidRDefault="005375B7" w:rsidP="005375B7">
      <w:pPr>
        <w:pStyle w:val="Heading2"/>
      </w:pPr>
      <w:bookmarkStart w:id="17" w:name="_Toc513192536"/>
      <w:r>
        <w:t>Replace Videos</w:t>
      </w:r>
      <w:bookmarkEnd w:id="17"/>
    </w:p>
    <w:p w:rsidR="002F184E" w:rsidRDefault="005375B7" w:rsidP="005375B7">
      <w:r>
        <w:t xml:space="preserve">The Video Lecture </w:t>
      </w:r>
      <w:r w:rsidR="004B215B">
        <w:t>page</w:t>
      </w:r>
      <w:r>
        <w:t xml:space="preserve"> </w:t>
      </w:r>
      <w:r w:rsidR="004B215B">
        <w:t xml:space="preserve">includes an </w:t>
      </w:r>
      <w:proofErr w:type="spellStart"/>
      <w:r w:rsidR="004B215B">
        <w:t>embeded</w:t>
      </w:r>
      <w:proofErr w:type="spellEnd"/>
      <w:r>
        <w:t xml:space="preserve"> YouTube video, which can scale in any browser or mobil</w:t>
      </w:r>
      <w:r w:rsidR="002F184E">
        <w:t xml:space="preserve">e devices. </w:t>
      </w:r>
    </w:p>
    <w:p w:rsidR="005375B7" w:rsidRDefault="002F184E" w:rsidP="005375B7">
      <w:r>
        <w:t>To replace the video:</w:t>
      </w:r>
    </w:p>
    <w:p w:rsidR="005375B7" w:rsidRPr="005375B7" w:rsidRDefault="00C769F9" w:rsidP="005375B7">
      <w:pPr>
        <w:pStyle w:val="Liststyle"/>
        <w:numPr>
          <w:ilvl w:val="0"/>
          <w:numId w:val="28"/>
        </w:numPr>
        <w:spacing w:line="480" w:lineRule="auto"/>
        <w:rPr>
          <w:lang w:val="en"/>
        </w:rPr>
      </w:pPr>
      <w:r>
        <w:rPr>
          <w:lang w:val="en"/>
        </w:rPr>
        <w:t>S</w:t>
      </w:r>
      <w:r w:rsidR="005375B7" w:rsidRPr="005375B7">
        <w:rPr>
          <w:lang w:val="en"/>
        </w:rPr>
        <w:t>elect</w:t>
      </w:r>
      <w:r>
        <w:rPr>
          <w:lang w:val="en"/>
        </w:rPr>
        <w:t xml:space="preserve"> </w:t>
      </w:r>
      <w:r w:rsidR="005375B7" w:rsidRPr="005375B7">
        <w:rPr>
          <w:b/>
          <w:lang w:val="en"/>
        </w:rPr>
        <w:t>Edit HTML</w:t>
      </w:r>
      <w:r w:rsidR="005375B7" w:rsidRPr="005375B7">
        <w:rPr>
          <w:lang w:val="en"/>
        </w:rPr>
        <w:t xml:space="preserve"> from the context drop-down beside the topic’s title.</w:t>
      </w:r>
    </w:p>
    <w:p w:rsidR="002D630F" w:rsidRDefault="002D630F" w:rsidP="005375B7">
      <w:pPr>
        <w:pStyle w:val="Liststyle"/>
        <w:spacing w:line="480" w:lineRule="auto"/>
        <w:rPr>
          <w:lang w:val="en"/>
        </w:rPr>
      </w:pPr>
      <w:r>
        <w:rPr>
          <w:lang w:val="en"/>
        </w:rPr>
        <w:t>Delete</w:t>
      </w:r>
      <w:r w:rsidR="0031339B">
        <w:rPr>
          <w:lang w:val="en"/>
        </w:rPr>
        <w:t xml:space="preserve"> the video</w:t>
      </w:r>
      <w:r w:rsidR="005375B7">
        <w:rPr>
          <w:lang w:val="en"/>
        </w:rPr>
        <w:t xml:space="preserve"> and </w:t>
      </w:r>
      <w:r>
        <w:rPr>
          <w:lang w:val="en"/>
        </w:rPr>
        <w:t xml:space="preserve">leave the cursor in place. To do so, </w:t>
      </w:r>
    </w:p>
    <w:p w:rsidR="002D630F" w:rsidRDefault="0031339B" w:rsidP="002D630F">
      <w:pPr>
        <w:pStyle w:val="Liststyle"/>
        <w:numPr>
          <w:ilvl w:val="1"/>
          <w:numId w:val="25"/>
        </w:numPr>
        <w:spacing w:line="480" w:lineRule="auto"/>
        <w:rPr>
          <w:lang w:val="en"/>
        </w:rPr>
      </w:pPr>
      <w:r>
        <w:rPr>
          <w:lang w:val="en"/>
        </w:rPr>
        <w:t>c</w:t>
      </w:r>
      <w:r w:rsidR="002D630F">
        <w:rPr>
          <w:lang w:val="en"/>
        </w:rPr>
        <w:t>lick on the video and pause it</w:t>
      </w:r>
    </w:p>
    <w:p w:rsidR="005375B7" w:rsidRDefault="0031339B" w:rsidP="002D630F">
      <w:pPr>
        <w:pStyle w:val="Liststyle"/>
        <w:numPr>
          <w:ilvl w:val="1"/>
          <w:numId w:val="25"/>
        </w:numPr>
        <w:spacing w:line="480" w:lineRule="auto"/>
        <w:rPr>
          <w:lang w:val="en"/>
        </w:rPr>
      </w:pPr>
      <w:r>
        <w:rPr>
          <w:lang w:val="en"/>
        </w:rPr>
        <w:t xml:space="preserve">carefully click </w:t>
      </w:r>
      <w:r w:rsidR="002D630F" w:rsidRPr="002D630F">
        <w:rPr>
          <w:lang w:val="en"/>
        </w:rPr>
        <w:t>the area preceding (left of) the video within the colored video container</w:t>
      </w:r>
    </w:p>
    <w:p w:rsidR="002D630F" w:rsidRPr="002301DA" w:rsidRDefault="002D630F" w:rsidP="002D630F">
      <w:pPr>
        <w:pStyle w:val="Liststyle"/>
        <w:numPr>
          <w:ilvl w:val="1"/>
          <w:numId w:val="25"/>
        </w:numPr>
        <w:spacing w:line="480" w:lineRule="auto"/>
        <w:rPr>
          <w:lang w:val="en"/>
        </w:rPr>
      </w:pPr>
      <w:r>
        <w:rPr>
          <w:lang w:val="en"/>
        </w:rPr>
        <w:t>hit the Delete key</w:t>
      </w:r>
    </w:p>
    <w:p w:rsidR="005375B7" w:rsidRDefault="005375B7" w:rsidP="005375B7">
      <w:pPr>
        <w:pStyle w:val="Liststyle"/>
        <w:spacing w:line="480" w:lineRule="auto"/>
        <w:rPr>
          <w:lang w:val="en"/>
        </w:rPr>
      </w:pPr>
      <w:r>
        <w:rPr>
          <w:lang w:val="en"/>
        </w:rPr>
        <w:t>C</w:t>
      </w:r>
      <w:r w:rsidRPr="00AE4B29">
        <w:rPr>
          <w:lang w:val="en"/>
        </w:rPr>
        <w:t xml:space="preserve">lick the </w:t>
      </w:r>
      <w:r w:rsidRPr="002301DA">
        <w:rPr>
          <w:noProof/>
          <w:lang w:eastAsia="zh-CN"/>
        </w:rPr>
        <w:drawing>
          <wp:inline distT="0" distB="0" distL="0" distR="0" wp14:anchorId="4E400836" wp14:editId="0987E633">
            <wp:extent cx="306846" cy="257751"/>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06846" cy="257751"/>
                    </a:xfrm>
                    <a:prstGeom prst="rect">
                      <a:avLst/>
                    </a:prstGeom>
                  </pic:spPr>
                </pic:pic>
              </a:graphicData>
            </a:graphic>
          </wp:inline>
        </w:drawing>
      </w:r>
      <w:r w:rsidRPr="00AE4B29">
        <w:rPr>
          <w:lang w:val="en"/>
        </w:rPr>
        <w:t xml:space="preserve">  </w:t>
      </w:r>
      <w:r w:rsidRPr="00AE4B29">
        <w:rPr>
          <w:b/>
          <w:lang w:val="en"/>
        </w:rPr>
        <w:t xml:space="preserve">Insert </w:t>
      </w:r>
      <w:r>
        <w:rPr>
          <w:b/>
          <w:lang w:val="en"/>
        </w:rPr>
        <w:t>Stuff</w:t>
      </w:r>
      <w:r>
        <w:rPr>
          <w:lang w:val="en"/>
        </w:rPr>
        <w:t xml:space="preserve"> icon</w:t>
      </w:r>
    </w:p>
    <w:p w:rsidR="002F184E" w:rsidRDefault="002F184E" w:rsidP="006F4AAA">
      <w:pPr>
        <w:pStyle w:val="Liststyle"/>
        <w:spacing w:line="480" w:lineRule="auto"/>
        <w:rPr>
          <w:lang w:val="en"/>
        </w:rPr>
      </w:pPr>
      <w:r>
        <w:rPr>
          <w:lang w:val="en"/>
        </w:rPr>
        <w:t>Do one of the following:</w:t>
      </w:r>
    </w:p>
    <w:p w:rsidR="002F184E" w:rsidRDefault="004B215B" w:rsidP="002F184E">
      <w:pPr>
        <w:pStyle w:val="Liststyle"/>
        <w:numPr>
          <w:ilvl w:val="1"/>
          <w:numId w:val="25"/>
        </w:numPr>
        <w:spacing w:line="480" w:lineRule="auto"/>
        <w:rPr>
          <w:lang w:val="en"/>
        </w:rPr>
      </w:pPr>
      <w:r>
        <w:rPr>
          <w:lang w:val="en"/>
        </w:rPr>
        <w:t xml:space="preserve">Select </w:t>
      </w:r>
      <w:r w:rsidRPr="004B215B">
        <w:rPr>
          <w:b/>
          <w:lang w:val="en"/>
        </w:rPr>
        <w:t>YouTube</w:t>
      </w:r>
      <w:r>
        <w:rPr>
          <w:lang w:val="en"/>
        </w:rPr>
        <w:t>, s</w:t>
      </w:r>
      <w:r w:rsidR="005375B7">
        <w:rPr>
          <w:lang w:val="en"/>
        </w:rPr>
        <w:t>earch</w:t>
      </w:r>
      <w:r w:rsidR="002F184E">
        <w:rPr>
          <w:lang w:val="en"/>
        </w:rPr>
        <w:t xml:space="preserve"> for your YouTube video; or</w:t>
      </w:r>
    </w:p>
    <w:p w:rsidR="002F184E" w:rsidRPr="002F184E" w:rsidRDefault="002F184E" w:rsidP="002F184E">
      <w:pPr>
        <w:pStyle w:val="Liststyle"/>
        <w:numPr>
          <w:ilvl w:val="1"/>
          <w:numId w:val="25"/>
        </w:numPr>
        <w:spacing w:line="480" w:lineRule="auto"/>
        <w:rPr>
          <w:lang w:val="en"/>
        </w:rPr>
      </w:pPr>
      <w:r w:rsidRPr="002F184E">
        <w:rPr>
          <w:lang w:val="en"/>
        </w:rPr>
        <w:t xml:space="preserve">Select </w:t>
      </w:r>
      <w:r w:rsidRPr="002F184E">
        <w:rPr>
          <w:b/>
          <w:lang w:val="en"/>
        </w:rPr>
        <w:t>Enter Embed Code</w:t>
      </w:r>
      <w:r w:rsidRPr="002F184E">
        <w:rPr>
          <w:lang w:val="en"/>
        </w:rPr>
        <w:t>, paste in the YouTube video embed code</w:t>
      </w:r>
    </w:p>
    <w:p w:rsidR="006F4AAA" w:rsidRDefault="002F184E" w:rsidP="002F184E">
      <w:pPr>
        <w:pStyle w:val="Liststyle"/>
        <w:rPr>
          <w:lang w:val="en"/>
        </w:rPr>
      </w:pPr>
      <w:r>
        <w:rPr>
          <w:lang w:val="en"/>
        </w:rPr>
        <w:t xml:space="preserve">Click the </w:t>
      </w:r>
      <w:r w:rsidR="0031339B" w:rsidRPr="002F184E">
        <w:rPr>
          <w:b/>
          <w:lang w:val="en"/>
        </w:rPr>
        <w:t>Insert</w:t>
      </w:r>
      <w:r>
        <w:rPr>
          <w:b/>
          <w:lang w:val="en"/>
        </w:rPr>
        <w:t xml:space="preserve"> </w:t>
      </w:r>
      <w:r w:rsidRPr="002F184E">
        <w:rPr>
          <w:lang w:val="en"/>
        </w:rPr>
        <w:t>button</w:t>
      </w:r>
    </w:p>
    <w:p w:rsidR="008E5DE6" w:rsidRDefault="008E5DE6" w:rsidP="002F184E">
      <w:pPr>
        <w:pStyle w:val="Liststyle"/>
        <w:numPr>
          <w:ilvl w:val="0"/>
          <w:numId w:val="0"/>
        </w:numPr>
      </w:pPr>
    </w:p>
    <w:p w:rsidR="002F184E" w:rsidRDefault="008E5DE6" w:rsidP="003913EF">
      <w:pPr>
        <w:pStyle w:val="Liststyle"/>
        <w:numPr>
          <w:ilvl w:val="0"/>
          <w:numId w:val="0"/>
        </w:numPr>
        <w:ind w:left="360"/>
        <w:rPr>
          <w:lang w:val="en"/>
        </w:rPr>
      </w:pPr>
      <w:r w:rsidRPr="004B215B">
        <w:rPr>
          <w:b/>
          <w:color w:val="E87511" w:themeColor="background2"/>
        </w:rPr>
        <w:t>Known issue</w:t>
      </w:r>
      <w:r w:rsidRPr="004B215B">
        <w:rPr>
          <w:color w:val="E87511" w:themeColor="background2"/>
        </w:rPr>
        <w:t xml:space="preserve">: </w:t>
      </w:r>
      <w:r w:rsidRPr="008E5DE6">
        <w:t xml:space="preserve">it is difficult to replace the video in certain browsers. If you are comfortable with HTML code, it is easier to search and replace the </w:t>
      </w:r>
      <w:proofErr w:type="spellStart"/>
      <w:r w:rsidRPr="008E5DE6">
        <w:t>iframe</w:t>
      </w:r>
      <w:proofErr w:type="spellEnd"/>
      <w:r w:rsidRPr="008E5DE6">
        <w:t xml:space="preserve"> code in the HTML Source Editor.</w:t>
      </w:r>
    </w:p>
    <w:p w:rsidR="004B215B" w:rsidRDefault="004B215B">
      <w:pPr>
        <w:spacing w:after="200" w:line="276" w:lineRule="auto"/>
        <w:rPr>
          <w:rFonts w:eastAsiaTheme="majorEastAsia" w:cstheme="majorBidi"/>
          <w:bCs/>
          <w:color w:val="E87511" w:themeColor="background2"/>
          <w:sz w:val="32"/>
          <w:szCs w:val="28"/>
        </w:rPr>
      </w:pPr>
      <w:bookmarkStart w:id="18" w:name="_Toc386195499"/>
      <w:r>
        <w:br w:type="page"/>
      </w:r>
    </w:p>
    <w:p w:rsidR="006F4AAA" w:rsidRDefault="006F4AAA" w:rsidP="00C769F9">
      <w:pPr>
        <w:pStyle w:val="SectionHeader"/>
      </w:pPr>
      <w:bookmarkStart w:id="19" w:name="_Toc513192537"/>
      <w:r>
        <w:lastRenderedPageBreak/>
        <w:t xml:space="preserve">More Help with the HTML </w:t>
      </w:r>
      <w:bookmarkEnd w:id="18"/>
      <w:r w:rsidR="00C769F9">
        <w:t>Templates</w:t>
      </w:r>
      <w:bookmarkEnd w:id="19"/>
    </w:p>
    <w:p w:rsidR="006F4AAA" w:rsidRDefault="006F4AAA" w:rsidP="0027760E">
      <w:r w:rsidRPr="0027760E">
        <w:t xml:space="preserve">If you need additional information on how the HTML Editor functions, check </w:t>
      </w:r>
      <w:r w:rsidR="0027760E">
        <w:t>Brightspace Help</w:t>
      </w:r>
      <w:r w:rsidRPr="0027760E">
        <w:t xml:space="preserve">: </w:t>
      </w:r>
      <w:hyperlink r:id="rId14" w:history="1">
        <w:r w:rsidR="0027760E">
          <w:rPr>
            <w:b/>
            <w:color w:val="005AC9" w:themeColor="accent4"/>
          </w:rPr>
          <w:t>HTML Editor</w:t>
        </w:r>
      </w:hyperlink>
      <w:r w:rsidRPr="0027760E">
        <w:t>.</w:t>
      </w:r>
    </w:p>
    <w:p w:rsidR="002F184E" w:rsidRDefault="002F184E" w:rsidP="002F184E">
      <w:pPr>
        <w:pStyle w:val="Heading2"/>
      </w:pPr>
      <w:bookmarkStart w:id="20" w:name="_Toc513192538"/>
      <w:r>
        <w:t>Accessibility Checker</w:t>
      </w:r>
      <w:bookmarkEnd w:id="20"/>
    </w:p>
    <w:p w:rsidR="002F184E" w:rsidRPr="0027760E" w:rsidRDefault="002F184E" w:rsidP="0027760E">
      <w:r>
        <w:t>T</w:t>
      </w:r>
      <w:r w:rsidRPr="002F184E">
        <w:t xml:space="preserve">o ensure your content is accessible to all learners, and conforms WCAG 2.0 standards, it is a good idea to run the </w:t>
      </w:r>
      <w:hyperlink r:id="rId15" w:history="1">
        <w:r w:rsidRPr="002F184E">
          <w:rPr>
            <w:rStyle w:val="Hyperlink"/>
            <w:rFonts w:ascii="Arial" w:hAnsi="Arial"/>
            <w14:textOutline w14:w="0" w14:cap="rnd" w14:cmpd="sng" w14:algn="ctr">
              <w14:noFill/>
              <w14:prstDash w14:val="solid"/>
              <w14:bevel/>
            </w14:textOutline>
          </w:rPr>
          <w:t>Brightspace Accessibility Checker</w:t>
        </w:r>
      </w:hyperlink>
      <w:r w:rsidRPr="002F184E">
        <w:t xml:space="preserve"> on each page you created.</w:t>
      </w:r>
    </w:p>
    <w:p w:rsidR="006F4AAA" w:rsidRDefault="006F4AAA" w:rsidP="00F55EC3">
      <w:pPr>
        <w:pStyle w:val="Heading2"/>
      </w:pPr>
      <w:bookmarkStart w:id="21" w:name="_Toc386195500"/>
      <w:bookmarkStart w:id="22" w:name="_Toc513192539"/>
      <w:r>
        <w:t>Modifying the Styles</w:t>
      </w:r>
      <w:bookmarkEnd w:id="21"/>
      <w:bookmarkEnd w:id="22"/>
    </w:p>
    <w:p w:rsidR="006F4AAA" w:rsidRPr="0027760E" w:rsidRDefault="006F4AAA" w:rsidP="0027760E">
      <w:r w:rsidRPr="0027760E">
        <w:t xml:space="preserve">For advanced users, you can modify the CSS file or HTML files to update the appearance, content or structure of your sample documents. </w:t>
      </w:r>
    </w:p>
    <w:p w:rsidR="006F4AAA" w:rsidRPr="0027760E" w:rsidRDefault="005375B7" w:rsidP="00530262">
      <w:pPr>
        <w:ind w:left="720"/>
      </w:pPr>
      <w:r w:rsidRPr="002301DA">
        <w:rPr>
          <w:b/>
          <w:color w:val="E87511" w:themeColor="background2"/>
        </w:rPr>
        <w:t>Note</w:t>
      </w:r>
      <w:r w:rsidR="0027760E">
        <w:t>: w</w:t>
      </w:r>
      <w:r w:rsidR="006F4AAA" w:rsidRPr="0027760E">
        <w:t>e</w:t>
      </w:r>
      <w:r w:rsidR="0027760E">
        <w:t xml:space="preserve"> strongly</w:t>
      </w:r>
      <w:r w:rsidR="006F4AAA" w:rsidRPr="0027760E">
        <w:t xml:space="preserve"> recommend </w:t>
      </w:r>
      <w:r w:rsidR="008E5DE6">
        <w:t>making</w:t>
      </w:r>
      <w:r w:rsidR="0027760E">
        <w:t xml:space="preserve"> edits in your offline text editor, such as Brackets, Sublime</w:t>
      </w:r>
      <w:r w:rsidR="006F4AAA" w:rsidRPr="0027760E">
        <w:t>.</w:t>
      </w:r>
      <w:r w:rsidR="0027760E">
        <w:t xml:space="preserve"> </w:t>
      </w:r>
      <w:r>
        <w:t>Full</w:t>
      </w:r>
      <w:r w:rsidR="008E5DE6">
        <w:t>y</w:t>
      </w:r>
      <w:r>
        <w:t xml:space="preserve"> test everything work</w:t>
      </w:r>
      <w:r w:rsidR="008E5DE6">
        <w:t>s</w:t>
      </w:r>
      <w:r>
        <w:t xml:space="preserve"> as intended before override the template directory.</w:t>
      </w:r>
    </w:p>
    <w:p w:rsidR="006F4AAA" w:rsidRDefault="006F4AAA" w:rsidP="00F55EC3">
      <w:pPr>
        <w:pStyle w:val="Heading2"/>
      </w:pPr>
      <w:bookmarkStart w:id="23" w:name="_Toc386195502"/>
      <w:bookmarkStart w:id="24" w:name="_Toc513192540"/>
      <w:r w:rsidRPr="008A0871">
        <w:t>How to Delete Templates</w:t>
      </w:r>
      <w:bookmarkEnd w:id="23"/>
      <w:bookmarkEnd w:id="24"/>
    </w:p>
    <w:p w:rsidR="006F4AAA" w:rsidRPr="0031339B" w:rsidRDefault="006F4AAA" w:rsidP="0031339B">
      <w:r w:rsidRPr="0031339B">
        <w:t>If your template files are stored in your organization’s shared files area, we recommend you do not delete any of the template files.</w:t>
      </w:r>
    </w:p>
    <w:p w:rsidR="006F4AAA" w:rsidRPr="0031339B" w:rsidRDefault="006F4AAA" w:rsidP="0031339B">
      <w:r w:rsidRPr="0031339B">
        <w:t>If your template files are stored within your course’s file structure, you can delete them as you would with any other course files.</w:t>
      </w:r>
    </w:p>
    <w:p w:rsidR="003913EF" w:rsidRDefault="003913EF">
      <w:pPr>
        <w:spacing w:after="200" w:line="276" w:lineRule="auto"/>
      </w:pPr>
      <w:r>
        <w:br w:type="page"/>
      </w:r>
    </w:p>
    <w:p w:rsidR="00C6345A" w:rsidRDefault="00C6345A" w:rsidP="008E5DE6">
      <w:pPr>
        <w:spacing w:after="200" w:line="276" w:lineRule="auto"/>
      </w:pPr>
    </w:p>
    <w:p w:rsidR="00A21AAC" w:rsidRPr="00BA56CA" w:rsidRDefault="00A21AAC" w:rsidP="00BA56CA">
      <w:pPr>
        <w:pStyle w:val="Title"/>
        <w:framePr w:wrap="around"/>
      </w:pPr>
      <w:r w:rsidRPr="00BA56CA">
        <w:t xml:space="preserve">About </w:t>
      </w:r>
      <w:r w:rsidR="00676A75">
        <w:t>D2L</w:t>
      </w:r>
    </w:p>
    <w:p w:rsidR="00676A75" w:rsidRDefault="00676A75" w:rsidP="00E7788F">
      <w:pPr>
        <w:rPr>
          <w:b/>
        </w:rPr>
      </w:pPr>
      <w:r w:rsidRPr="006A7A45">
        <w:t xml:space="preserve">D2L is the software leader that makes learning experiences better. The company’s cloud-based platform is easy to use, flexible, and smart. With Brightspace, organizations can personalize the experience for every learner to deliver real results. The company is a world leader in learning analytics: its platform predicts learner performance so that organizations can </w:t>
      </w:r>
      <w:proofErr w:type="gramStart"/>
      <w:r w:rsidRPr="006A7A45">
        <w:t>take action</w:t>
      </w:r>
      <w:proofErr w:type="gramEnd"/>
      <w:r w:rsidRPr="006A7A45">
        <w:t xml:space="preserve"> in real-time to keep learners on track. Brightspace is used by learners in higher education, K-12, and the enterprise sector, including the Fortune 1000. D2L has operations in the United States, Canada, Europe, Australia, Brazil, and Singapore.</w:t>
      </w:r>
    </w:p>
    <w:p w:rsidR="00A21AAC" w:rsidRDefault="00A21AAC" w:rsidP="00A21AAC">
      <w:r>
        <w:t xml:space="preserve"> </w:t>
      </w:r>
    </w:p>
    <w:p w:rsidR="00A21AAC" w:rsidRPr="000839B9" w:rsidRDefault="00A21AAC" w:rsidP="00177461">
      <w:pPr>
        <w:pStyle w:val="SubHeader"/>
      </w:pPr>
      <w:bookmarkStart w:id="25" w:name="_Toc513192541"/>
      <w:r w:rsidRPr="000839B9">
        <w:t>Contact Us</w:t>
      </w:r>
      <w:bookmarkEnd w:id="25"/>
    </w:p>
    <w:p w:rsidR="008471E8" w:rsidRDefault="008471E8" w:rsidP="008471E8">
      <w:pPr>
        <w:tabs>
          <w:tab w:val="left" w:pos="1350"/>
        </w:tabs>
      </w:pPr>
      <w:r>
        <w:rPr>
          <w:b/>
        </w:rPr>
        <w:t>Phone:</w:t>
      </w:r>
      <w:r>
        <w:t xml:space="preserve"> </w:t>
      </w:r>
      <w:r>
        <w:tab/>
        <w:t>1-519-772-0325 (Worldwide)</w:t>
      </w:r>
    </w:p>
    <w:p w:rsidR="00676A75" w:rsidRDefault="008471E8" w:rsidP="00676A75">
      <w:pPr>
        <w:tabs>
          <w:tab w:val="left" w:pos="1350"/>
        </w:tabs>
        <w:spacing w:after="0"/>
      </w:pPr>
      <w:r>
        <w:rPr>
          <w:b/>
        </w:rPr>
        <w:t>Toll Free:</w:t>
      </w:r>
      <w:r>
        <w:t xml:space="preserve"> </w:t>
      </w:r>
      <w:r>
        <w:tab/>
      </w:r>
      <w:r w:rsidR="00676A75">
        <w:t>1-888-772-0325 (North America)</w:t>
      </w:r>
    </w:p>
    <w:p w:rsidR="00676A75" w:rsidRDefault="00676A75" w:rsidP="00676A75">
      <w:pPr>
        <w:spacing w:after="0"/>
        <w:ind w:left="1350"/>
      </w:pPr>
      <w:r w:rsidRPr="006A7A45">
        <w:t xml:space="preserve">+44-203-695-8580 </w:t>
      </w:r>
      <w:r>
        <w:t>(United Kingdom and Europe)</w:t>
      </w:r>
    </w:p>
    <w:p w:rsidR="00676A75" w:rsidRDefault="00676A75" w:rsidP="00676A75">
      <w:pPr>
        <w:spacing w:after="0"/>
        <w:ind w:left="630" w:firstLine="720"/>
      </w:pPr>
      <w:r>
        <w:t>0-800-452-069 (New Zealand)</w:t>
      </w:r>
    </w:p>
    <w:p w:rsidR="00676A75" w:rsidRDefault="00676A75" w:rsidP="00676A75">
      <w:pPr>
        <w:spacing w:after="0"/>
        <w:ind w:left="630" w:firstLine="720"/>
      </w:pPr>
      <w:r w:rsidRPr="006A7A45">
        <w:t xml:space="preserve">1-800-778-631 </w:t>
      </w:r>
      <w:r>
        <w:t>(Australia)</w:t>
      </w:r>
    </w:p>
    <w:p w:rsidR="008471E8" w:rsidRPr="00020CE8" w:rsidRDefault="00676A75" w:rsidP="00676A75">
      <w:pPr>
        <w:tabs>
          <w:tab w:val="left" w:pos="1350"/>
        </w:tabs>
        <w:spacing w:after="0"/>
        <w:rPr>
          <w:sz w:val="36"/>
        </w:rPr>
      </w:pPr>
      <w:r>
        <w:rPr>
          <w:rFonts w:cs="Arial"/>
          <w:szCs w:val="14"/>
          <w:lang w:val="en"/>
        </w:rPr>
        <w:tab/>
        <w:t>0-800-891-</w:t>
      </w:r>
      <w:r w:rsidRPr="00020CE8">
        <w:rPr>
          <w:rFonts w:cs="Arial"/>
          <w:szCs w:val="14"/>
          <w:lang w:val="en"/>
        </w:rPr>
        <w:t>4507</w:t>
      </w:r>
      <w:r w:rsidRPr="00020CE8">
        <w:rPr>
          <w:rFonts w:cs="Arial"/>
          <w:szCs w:val="15"/>
          <w:lang w:val="en"/>
        </w:rPr>
        <w:t xml:space="preserve"> (Brazil)</w:t>
      </w:r>
      <w:r w:rsidR="008471E8">
        <w:rPr>
          <w:rFonts w:cs="Arial"/>
          <w:szCs w:val="15"/>
          <w:lang w:val="en"/>
        </w:rPr>
        <w:br/>
      </w:r>
    </w:p>
    <w:p w:rsidR="008471E8" w:rsidRDefault="008471E8" w:rsidP="008471E8">
      <w:pPr>
        <w:tabs>
          <w:tab w:val="left" w:pos="1350"/>
        </w:tabs>
        <w:spacing w:after="0"/>
      </w:pPr>
      <w:r>
        <w:rPr>
          <w:b/>
        </w:rPr>
        <w:t>Fax:</w:t>
      </w:r>
      <w:r>
        <w:t xml:space="preserve"> </w:t>
      </w:r>
      <w:r>
        <w:tab/>
        <w:t>1-519-772-0324</w:t>
      </w:r>
    </w:p>
    <w:p w:rsidR="008471E8" w:rsidRDefault="008471E8" w:rsidP="008471E8">
      <w:pPr>
        <w:tabs>
          <w:tab w:val="left" w:pos="1350"/>
        </w:tabs>
        <w:spacing w:after="0"/>
      </w:pPr>
      <w:r>
        <w:rPr>
          <w:b/>
        </w:rPr>
        <w:t>Email:</w:t>
      </w:r>
      <w:r>
        <w:t xml:space="preserve"> </w:t>
      </w:r>
      <w:r>
        <w:tab/>
      </w:r>
      <w:r w:rsidRPr="000839B9">
        <w:t>ContactUs@</w:t>
      </w:r>
      <w:r w:rsidR="00676A75">
        <w:t>D2L</w:t>
      </w:r>
      <w:r w:rsidRPr="000839B9">
        <w:t>.com</w:t>
      </w:r>
      <w:r>
        <w:tab/>
      </w:r>
      <w:r>
        <w:tab/>
      </w:r>
    </w:p>
    <w:p w:rsidR="008471E8" w:rsidRPr="00EA4AC8" w:rsidRDefault="008471E8" w:rsidP="008471E8">
      <w:pPr>
        <w:tabs>
          <w:tab w:val="left" w:pos="1350"/>
        </w:tabs>
        <w:spacing w:after="0"/>
      </w:pPr>
      <w:r w:rsidRPr="00EA4AC8">
        <w:rPr>
          <w:b/>
        </w:rPr>
        <w:t>Facebook</w:t>
      </w:r>
      <w:r>
        <w:rPr>
          <w:b/>
        </w:rPr>
        <w:t xml:space="preserve">: </w:t>
      </w:r>
      <w:r>
        <w:rPr>
          <w:b/>
        </w:rPr>
        <w:tab/>
      </w:r>
      <w:r>
        <w:t>facebook.com/D2L</w:t>
      </w:r>
      <w:r w:rsidR="00676A75">
        <w:t>Inc</w:t>
      </w:r>
    </w:p>
    <w:p w:rsidR="008471E8" w:rsidRPr="00EA4AC8" w:rsidRDefault="008471E8" w:rsidP="008471E8">
      <w:pPr>
        <w:tabs>
          <w:tab w:val="left" w:pos="1350"/>
        </w:tabs>
        <w:spacing w:after="0"/>
      </w:pPr>
      <w:r>
        <w:rPr>
          <w:b/>
        </w:rPr>
        <w:t xml:space="preserve">Twitter: </w:t>
      </w:r>
      <w:r>
        <w:rPr>
          <w:b/>
        </w:rPr>
        <w:tab/>
      </w:r>
      <w:r>
        <w:t>@</w:t>
      </w:r>
      <w:r w:rsidR="00676A75">
        <w:t>D2L</w:t>
      </w:r>
    </w:p>
    <w:p w:rsidR="008471E8" w:rsidRDefault="008471E8" w:rsidP="008471E8">
      <w:pPr>
        <w:tabs>
          <w:tab w:val="left" w:pos="1350"/>
        </w:tabs>
      </w:pPr>
      <w:r>
        <w:rPr>
          <w:b/>
          <w:noProof/>
          <w:lang w:eastAsia="zh-CN"/>
        </w:rPr>
        <mc:AlternateContent>
          <mc:Choice Requires="wps">
            <w:drawing>
              <wp:anchor distT="0" distB="0" distL="114300" distR="114300" simplePos="0" relativeHeight="251664384" behindDoc="0" locked="1" layoutInCell="1" allowOverlap="1" wp14:anchorId="3E986630" wp14:editId="388F4CD0">
                <wp:simplePos x="0" y="0"/>
                <wp:positionH relativeFrom="column">
                  <wp:posOffset>7620</wp:posOffset>
                </wp:positionH>
                <wp:positionV relativeFrom="paragraph">
                  <wp:posOffset>574040</wp:posOffset>
                </wp:positionV>
                <wp:extent cx="3446780" cy="1175385"/>
                <wp:effectExtent l="0" t="0" r="1270" b="5715"/>
                <wp:wrapSquare wrapText="bothSides"/>
                <wp:docPr id="18" name="Text Box 18"/>
                <wp:cNvGraphicFramePr/>
                <a:graphic xmlns:a="http://schemas.openxmlformats.org/drawingml/2006/main">
                  <a:graphicData uri="http://schemas.microsoft.com/office/word/2010/wordprocessingShape">
                    <wps:wsp>
                      <wps:cNvSpPr txBox="1"/>
                      <wps:spPr>
                        <a:xfrm>
                          <a:off x="0" y="0"/>
                          <a:ext cx="3446780" cy="11753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6775C" w:rsidRDefault="00A6775C" w:rsidP="00A6775C">
                            <w:pPr>
                              <w:pStyle w:val="LegalCopy"/>
                            </w:pPr>
                            <w:r w:rsidRPr="00A6775C">
                              <w:t>© 201</w:t>
                            </w:r>
                            <w:r w:rsidR="003867A7">
                              <w:t>7</w:t>
                            </w:r>
                            <w:r w:rsidRPr="00A6775C">
                              <w:t xml:space="preserve"> D2L Corporation.</w:t>
                            </w:r>
                          </w:p>
                          <w:p w:rsidR="00A6775C" w:rsidRPr="00A6775C" w:rsidRDefault="00A6775C" w:rsidP="00A6775C">
                            <w:pPr>
                              <w:pStyle w:val="LegalCopy"/>
                            </w:pPr>
                          </w:p>
                          <w:p w:rsidR="003F375C" w:rsidRDefault="003F375C" w:rsidP="008471E8">
                            <w:pPr>
                              <w:pStyle w:val="LegalCopy"/>
                            </w:pPr>
                            <w:r w:rsidRPr="008A4DD5">
                              <w:t xml:space="preserve">The D2L family of companies includes D2L Corporation, D2L Ltd, D2L Australia Pty Ltd, D2L Europe Ltd, D2L Asia </w:t>
                            </w:r>
                            <w:proofErr w:type="spellStart"/>
                            <w:r w:rsidRPr="008A4DD5">
                              <w:t>Pte</w:t>
                            </w:r>
                            <w:proofErr w:type="spellEnd"/>
                            <w:r w:rsidRPr="008A4DD5">
                              <w:t xml:space="preserve"> Ltd, and D2L </w:t>
                            </w:r>
                            <w:proofErr w:type="spellStart"/>
                            <w:r w:rsidRPr="008A4DD5">
                              <w:t>Brasil</w:t>
                            </w:r>
                            <w:proofErr w:type="spellEnd"/>
                            <w:r w:rsidRPr="008A4DD5">
                              <w:t xml:space="preserve"> </w:t>
                            </w:r>
                            <w:proofErr w:type="spellStart"/>
                            <w:r w:rsidRPr="008A4DD5">
                              <w:t>Soluções</w:t>
                            </w:r>
                            <w:proofErr w:type="spellEnd"/>
                            <w:r w:rsidRPr="008A4DD5">
                              <w:t xml:space="preserve"> de </w:t>
                            </w:r>
                            <w:proofErr w:type="spellStart"/>
                            <w:r w:rsidRPr="008A4DD5">
                              <w:t>Tecnologia</w:t>
                            </w:r>
                            <w:proofErr w:type="spellEnd"/>
                            <w:r w:rsidRPr="008A4DD5">
                              <w:t xml:space="preserve"> para </w:t>
                            </w:r>
                            <w:proofErr w:type="spellStart"/>
                            <w:r w:rsidRPr="008A4DD5">
                              <w:t>Educação</w:t>
                            </w:r>
                            <w:proofErr w:type="spellEnd"/>
                            <w:r w:rsidRPr="008A4DD5">
                              <w:t xml:space="preserve"> Ltda.</w:t>
                            </w:r>
                          </w:p>
                          <w:p w:rsidR="003F375C" w:rsidRPr="00EA4AC8" w:rsidRDefault="003F375C" w:rsidP="008471E8">
                            <w:pPr>
                              <w:pStyle w:val="LegalCopy"/>
                            </w:pPr>
                          </w:p>
                          <w:p w:rsidR="003F375C" w:rsidRDefault="003F375C" w:rsidP="008A4DD5">
                            <w:pPr>
                              <w:spacing w:line="240" w:lineRule="auto"/>
                            </w:pPr>
                            <w:r w:rsidRPr="008A4DD5">
                              <w:rPr>
                                <w:rStyle w:val="LegalCopyChar"/>
                              </w:rPr>
                              <w:t>All D2L marks are trademarks of D2L Corporation. Please visit D2L.com/trademarks for a list of D2L marks</w:t>
                            </w:r>
                            <w:r w:rsidRPr="008A4DD5">
                              <w:rPr>
                                <w:iCs/>
                                <w:color w:val="B9BCBE" w:themeColor="text1" w:themeTint="66"/>
                                <w:sz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986630" id="Text Box 18" o:spid="_x0000_s1029" type="#_x0000_t202" style="position:absolute;margin-left:.6pt;margin-top:45.2pt;width:271.4pt;height:9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" fillcolor="white [3201]" stroked="f" strokeweight=".5pt">
                <v:textbox inset="0,0,0,0">
                  <w:txbxContent>
                    <w:p w:rsidR="00A6775C" w:rsidRDefault="00A6775C" w:rsidP="00A6775C">
                      <w:pPr>
                        <w:pStyle w:val="LegalCopy"/>
                      </w:pPr>
                      <w:r w:rsidRPr="00A6775C">
                        <w:t>© 201</w:t>
                      </w:r>
                      <w:r w:rsidR="003867A7">
                        <w:t>7</w:t>
                      </w:r>
                      <w:r w:rsidRPr="00A6775C">
                        <w:t xml:space="preserve"> D2L Corporation.</w:t>
                      </w:r>
                    </w:p>
                    <w:p w:rsidR="00A6775C" w:rsidRPr="00A6775C" w:rsidRDefault="00A6775C" w:rsidP="00A6775C">
                      <w:pPr>
                        <w:pStyle w:val="LegalCopy"/>
                      </w:pPr>
                    </w:p>
                    <w:p w:rsidR="003F375C" w:rsidRDefault="003F375C" w:rsidP="008471E8">
                      <w:pPr>
                        <w:pStyle w:val="LegalCopy"/>
                      </w:pPr>
                      <w:r w:rsidRPr="008A4DD5">
                        <w:t xml:space="preserve">The D2L family of companies includes D2L Corporation, D2L Ltd, D2L Australia Pty Ltd, D2L Europe Ltd, D2L Asia </w:t>
                      </w:r>
                      <w:proofErr w:type="spellStart"/>
                      <w:r w:rsidRPr="008A4DD5">
                        <w:t>Pte</w:t>
                      </w:r>
                      <w:proofErr w:type="spellEnd"/>
                      <w:r w:rsidRPr="008A4DD5">
                        <w:t xml:space="preserve"> Ltd, and D2L </w:t>
                      </w:r>
                      <w:proofErr w:type="spellStart"/>
                      <w:r w:rsidRPr="008A4DD5">
                        <w:t>Brasil</w:t>
                      </w:r>
                      <w:proofErr w:type="spellEnd"/>
                      <w:r w:rsidRPr="008A4DD5">
                        <w:t xml:space="preserve"> </w:t>
                      </w:r>
                      <w:proofErr w:type="spellStart"/>
                      <w:r w:rsidRPr="008A4DD5">
                        <w:t>Soluções</w:t>
                      </w:r>
                      <w:proofErr w:type="spellEnd"/>
                      <w:r w:rsidRPr="008A4DD5">
                        <w:t xml:space="preserve"> de </w:t>
                      </w:r>
                      <w:proofErr w:type="spellStart"/>
                      <w:r w:rsidRPr="008A4DD5">
                        <w:t>Tecnologia</w:t>
                      </w:r>
                      <w:proofErr w:type="spellEnd"/>
                      <w:r w:rsidRPr="008A4DD5">
                        <w:t xml:space="preserve"> para </w:t>
                      </w:r>
                      <w:proofErr w:type="spellStart"/>
                      <w:r w:rsidRPr="008A4DD5">
                        <w:t>Educação</w:t>
                      </w:r>
                      <w:proofErr w:type="spellEnd"/>
                      <w:r w:rsidRPr="008A4DD5">
                        <w:t xml:space="preserve"> Ltda.</w:t>
                      </w:r>
                    </w:p>
                    <w:p w:rsidR="003F375C" w:rsidRPr="00EA4AC8" w:rsidRDefault="003F375C" w:rsidP="008471E8">
                      <w:pPr>
                        <w:pStyle w:val="LegalCopy"/>
                      </w:pPr>
                    </w:p>
                    <w:p w:rsidR="003F375C" w:rsidRDefault="003F375C" w:rsidP="008A4DD5">
                      <w:pPr>
                        <w:spacing w:line="240" w:lineRule="auto"/>
                      </w:pPr>
                      <w:r w:rsidRPr="008A4DD5">
                        <w:rPr>
                          <w:rStyle w:val="LegalCopyChar"/>
                        </w:rPr>
                        <w:t>All D2L marks are trademarks of D2L Corporation. Please visit D2L.com/trademarks for a list of D2L marks</w:t>
                      </w:r>
                      <w:r w:rsidRPr="008A4DD5">
                        <w:rPr>
                          <w:iCs/>
                          <w:color w:val="B9BCBE" w:themeColor="text1" w:themeTint="66"/>
                          <w:sz w:val="16"/>
                        </w:rPr>
                        <w:t>.</w:t>
                      </w:r>
                    </w:p>
                  </w:txbxContent>
                </v:textbox>
                <w10:wrap type="square"/>
                <w10:anchorlock/>
              </v:shape>
            </w:pict>
          </mc:Fallback>
        </mc:AlternateContent>
      </w:r>
      <w:r>
        <w:rPr>
          <w:b/>
        </w:rPr>
        <w:t>Web:</w:t>
      </w:r>
      <w:r>
        <w:t xml:space="preserve"> </w:t>
      </w:r>
      <w:r>
        <w:tab/>
      </w:r>
      <w:r w:rsidRPr="000839B9">
        <w:t>www.</w:t>
      </w:r>
      <w:r w:rsidR="00676A75">
        <w:t>D2L</w:t>
      </w:r>
      <w:r w:rsidRPr="000839B9">
        <w:t>.com</w:t>
      </w:r>
    </w:p>
    <w:p w:rsidR="00A21AAC" w:rsidRDefault="00A21AAC" w:rsidP="00177461"/>
    <w:p w:rsidR="00A6775C" w:rsidRDefault="00A6775C" w:rsidP="00177461"/>
    <w:sectPr w:rsidR="00A6775C" w:rsidSect="00486827">
      <w:headerReference w:type="default" r:id="rId16"/>
      <w:footerReference w:type="default" r:id="rId17"/>
      <w:headerReference w:type="first" r:id="rId18"/>
      <w:type w:val="continuous"/>
      <w:pgSz w:w="12240" w:h="15840" w:code="1"/>
      <w:pgMar w:top="2016" w:right="720" w:bottom="864" w:left="720" w:header="0" w:footer="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356" w:rsidRDefault="00E61356" w:rsidP="002B1BFF">
      <w:pPr>
        <w:spacing w:after="0" w:line="240" w:lineRule="auto"/>
      </w:pPr>
      <w:r>
        <w:separator/>
      </w:r>
    </w:p>
  </w:endnote>
  <w:endnote w:type="continuationSeparator" w:id="0">
    <w:p w:rsidR="00E61356" w:rsidRDefault="00E61356" w:rsidP="002B1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sto MT">
    <w:panose1 w:val="02040603050505030304"/>
    <w:charset w:val="00"/>
    <w:family w:val="roman"/>
    <w:pitch w:val="variable"/>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75C" w:rsidRDefault="003F375C" w:rsidP="00EB21EE">
    <w:pPr>
      <w:pStyle w:val="Footer"/>
      <w:ind w:hanging="630"/>
    </w:pPr>
    <w:r>
      <w:rPr>
        <w:noProof/>
        <w:lang w:eastAsia="zh-CN"/>
      </w:rPr>
      <mc:AlternateContent>
        <mc:Choice Requires="wps">
          <w:drawing>
            <wp:anchor distT="0" distB="0" distL="114300" distR="114300" simplePos="0" relativeHeight="251672576" behindDoc="0" locked="0" layoutInCell="1" allowOverlap="1" wp14:anchorId="4E796F3A" wp14:editId="4EE2D698">
              <wp:simplePos x="0" y="0"/>
              <wp:positionH relativeFrom="column">
                <wp:posOffset>-150495</wp:posOffset>
              </wp:positionH>
              <wp:positionV relativeFrom="paragraph">
                <wp:posOffset>-461432</wp:posOffset>
              </wp:positionV>
              <wp:extent cx="7000875" cy="521335"/>
              <wp:effectExtent l="0" t="0" r="0" b="0"/>
              <wp:wrapNone/>
              <wp:docPr id="37" name="Text Box 37"/>
              <wp:cNvGraphicFramePr/>
              <a:graphic xmlns:a="http://schemas.openxmlformats.org/drawingml/2006/main">
                <a:graphicData uri="http://schemas.microsoft.com/office/word/2010/wordprocessingShape">
                  <wps:wsp>
                    <wps:cNvSpPr txBox="1"/>
                    <wps:spPr>
                      <a:xfrm>
                        <a:off x="0" y="0"/>
                        <a:ext cx="7000875" cy="5213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F375C" w:rsidRPr="00A7591A" w:rsidRDefault="003F375C" w:rsidP="0009390D">
                          <w:pPr>
                            <w:pStyle w:val="LegalCopy"/>
                          </w:pPr>
                          <w:r>
                            <w:t>D2L</w:t>
                          </w:r>
                          <w:r w:rsidRPr="00A7591A">
                            <w:t xml:space="preserve"> </w:t>
                          </w:r>
                          <w:r w:rsidRPr="003E3EFB">
                            <w:t>Corporation   |   151 Charles Street West, Suite 400, Kitchener, Ontario</w:t>
                          </w:r>
                          <w:r w:rsidRPr="00A7591A">
                            <w:t xml:space="preserve"> N2G 1H6 Canada</w:t>
                          </w:r>
                        </w:p>
                        <w:p w:rsidR="003F375C" w:rsidRPr="00A7591A" w:rsidRDefault="003F375C" w:rsidP="0009390D">
                          <w:pPr>
                            <w:pStyle w:val="LegalCopy"/>
                          </w:pPr>
                          <w:r w:rsidRPr="00A7591A">
                            <w:t>Toll Free:</w:t>
                          </w:r>
                          <w:r>
                            <w:t xml:space="preserve"> </w:t>
                          </w:r>
                          <w:r w:rsidRPr="00A7591A">
                            <w:t xml:space="preserve">1 888-772-0325 (U.S. &amp; </w:t>
                          </w:r>
                          <w:proofErr w:type="gramStart"/>
                          <w:r w:rsidRPr="00A7591A">
                            <w:t>C</w:t>
                          </w:r>
                          <w:r>
                            <w:t xml:space="preserve">anada)   </w:t>
                          </w:r>
                          <w:proofErr w:type="gramEnd"/>
                          <w:r w:rsidRPr="00060D16">
                            <w:t>|</w:t>
                          </w:r>
                          <w:r>
                            <w:t xml:space="preserve">   Telephone: +1 519-772-0325</w:t>
                          </w:r>
                          <w:r>
                            <w:rPr>
                              <w:color w:val="E87511" w:themeColor="background2"/>
                            </w:rPr>
                            <w:t xml:space="preserve">   </w:t>
                          </w:r>
                          <w:r w:rsidRPr="00060D16">
                            <w:t>|</w:t>
                          </w:r>
                          <w:r>
                            <w:t xml:space="preserve">  </w:t>
                          </w:r>
                          <w:r>
                            <w:rPr>
                              <w:color w:val="E87511" w:themeColor="background2"/>
                            </w:rPr>
                            <w:t xml:space="preserve"> </w:t>
                          </w:r>
                          <w:r w:rsidR="0009390D">
                            <w:t>Fax: +1 519-772-0324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E796F3A" id="_x0000_t202" coordsize="21600,21600" o:spt="202" path="m,l,21600r21600,l21600,xe">
              <v:stroke joinstyle="miter"/>
              <v:path gradientshapeok="t" o:connecttype="rect"/>
            </v:shapetype>
            <v:shape id="Text Box 37" o:spid="_x0000_s1031" type="#_x0000_t202" style="position:absolute;margin-left:-11.85pt;margin-top:-36.35pt;width:551.25pt;height:41.0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" filled="f" stroked="f" strokeweight=".5pt">
              <v:textbox>
                <w:txbxContent>
                  <w:p w:rsidR="003F375C" w:rsidRPr="00A7591A" w:rsidRDefault="003F375C" w:rsidP="0009390D">
                    <w:pPr>
                      <w:pStyle w:val="LegalCopy"/>
                    </w:pPr>
                    <w:r>
                      <w:t>D2L</w:t>
                    </w:r>
                    <w:r w:rsidRPr="00A7591A">
                      <w:t xml:space="preserve"> </w:t>
                    </w:r>
                    <w:r w:rsidRPr="003E3EFB">
                      <w:t>Corporation   |   151 Charles Street West, Suite 400, Kitchener, Ontario</w:t>
                    </w:r>
                    <w:r w:rsidRPr="00A7591A">
                      <w:t xml:space="preserve"> N2G 1H6 Canada</w:t>
                    </w:r>
                  </w:p>
                  <w:p w:rsidR="003F375C" w:rsidRPr="00A7591A" w:rsidRDefault="003F375C" w:rsidP="0009390D">
                    <w:pPr>
                      <w:pStyle w:val="LegalCopy"/>
                    </w:pPr>
                    <w:r w:rsidRPr="00A7591A">
                      <w:t>Toll Free:</w:t>
                    </w:r>
                    <w:r>
                      <w:t xml:space="preserve"> </w:t>
                    </w:r>
                    <w:r w:rsidRPr="00A7591A">
                      <w:t xml:space="preserve">1 888-772-0325 (U.S. &amp; </w:t>
                    </w:r>
                    <w:proofErr w:type="gramStart"/>
                    <w:r w:rsidRPr="00A7591A">
                      <w:t>C</w:t>
                    </w:r>
                    <w:r>
                      <w:t xml:space="preserve">anada)   </w:t>
                    </w:r>
                    <w:proofErr w:type="gramEnd"/>
                    <w:r w:rsidRPr="00060D16">
                      <w:t>|</w:t>
                    </w:r>
                    <w:r>
                      <w:t xml:space="preserve">   Telephone: +1 519-772-0325</w:t>
                    </w:r>
                    <w:r>
                      <w:rPr>
                        <w:color w:val="E87511" w:themeColor="background2"/>
                      </w:rPr>
                      <w:t xml:space="preserve">   </w:t>
                    </w:r>
                    <w:r w:rsidRPr="00060D16">
                      <w:t>|</w:t>
                    </w:r>
                    <w:r>
                      <w:t xml:space="preserve">  </w:t>
                    </w:r>
                    <w:r>
                      <w:rPr>
                        <w:color w:val="E87511" w:themeColor="background2"/>
                      </w:rPr>
                      <w:t xml:space="preserve"> </w:t>
                    </w:r>
                    <w:r w:rsidR="0009390D">
                      <w:t>Fax: +1 519-772-0324</w:t>
                    </w:r>
                  </w:p>
                </w:txbxContent>
              </v:textbox>
            </v:shape>
          </w:pict>
        </mc:Fallback>
      </mc:AlternateContent>
    </w:r>
    <w:r>
      <w:rPr>
        <w:noProof/>
        <w:lang w:eastAsia="zh-CN"/>
      </w:rPr>
      <mc:AlternateContent>
        <mc:Choice Requires="wps">
          <w:drawing>
            <wp:anchor distT="0" distB="0" distL="114300" distR="114300" simplePos="0" relativeHeight="251662336" behindDoc="0" locked="0" layoutInCell="1" allowOverlap="1" wp14:anchorId="50A66D6E" wp14:editId="26F3CE78">
              <wp:simplePos x="0" y="0"/>
              <wp:positionH relativeFrom="column">
                <wp:posOffset>-96520</wp:posOffset>
              </wp:positionH>
              <wp:positionV relativeFrom="paragraph">
                <wp:posOffset>909320</wp:posOffset>
              </wp:positionV>
              <wp:extent cx="7001435" cy="779929"/>
              <wp:effectExtent l="0" t="0" r="0" b="1270"/>
              <wp:wrapNone/>
              <wp:docPr id="8" name="Text Box 8"/>
              <wp:cNvGraphicFramePr/>
              <a:graphic xmlns:a="http://schemas.openxmlformats.org/drawingml/2006/main">
                <a:graphicData uri="http://schemas.microsoft.com/office/word/2010/wordprocessingShape">
                  <wps:wsp>
                    <wps:cNvSpPr txBox="1"/>
                    <wps:spPr>
                      <a:xfrm>
                        <a:off x="0" y="0"/>
                        <a:ext cx="7001435" cy="77992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F375C" w:rsidRPr="00A7591A" w:rsidRDefault="003F375C" w:rsidP="001F33A9">
                          <w:pPr>
                            <w:spacing w:after="0" w:line="480" w:lineRule="exact"/>
                            <w:rPr>
                              <w:color w:val="979B9E" w:themeColor="text1" w:themeTint="99"/>
                            </w:rPr>
                          </w:pPr>
                          <w:r>
                            <w:rPr>
                              <w:color w:val="979B9E" w:themeColor="text1" w:themeTint="99"/>
                            </w:rPr>
                            <w:t>D2L</w:t>
                          </w:r>
                          <w:r w:rsidRPr="00A7591A">
                            <w:rPr>
                              <w:color w:val="979B9E" w:themeColor="text1" w:themeTint="99"/>
                            </w:rPr>
                            <w:t xml:space="preserve"> Incorporated</w:t>
                          </w:r>
                          <w:r>
                            <w:rPr>
                              <w:color w:val="979B9E" w:themeColor="text1" w:themeTint="99"/>
                            </w:rPr>
                            <w:t xml:space="preserve">  </w:t>
                          </w:r>
                          <w:r w:rsidRPr="00060D16">
                            <w:rPr>
                              <w:color w:val="979B9E" w:themeColor="text1" w:themeTint="99"/>
                            </w:rPr>
                            <w:t xml:space="preserve"> </w:t>
                          </w:r>
                          <w:r w:rsidRPr="002475A1">
                            <w:rPr>
                              <w:rStyle w:val="AddressChar"/>
                            </w:rPr>
                            <w:t>|   151 Charles Street West, Suite 400, Kitchener</w:t>
                          </w:r>
                          <w:r w:rsidRPr="00A7591A">
                            <w:rPr>
                              <w:color w:val="979B9E" w:themeColor="text1" w:themeTint="99"/>
                            </w:rPr>
                            <w:t>, Ontario N2G 1H6 Canada</w:t>
                          </w:r>
                        </w:p>
                        <w:p w:rsidR="003F375C" w:rsidRPr="00A7591A" w:rsidRDefault="003F375C" w:rsidP="001F33A9">
                          <w:pPr>
                            <w:spacing w:after="0" w:line="480" w:lineRule="exact"/>
                            <w:rPr>
                              <w:color w:val="979B9E" w:themeColor="text1" w:themeTint="99"/>
                            </w:rPr>
                          </w:pPr>
                          <w:r w:rsidRPr="00A7591A">
                            <w:rPr>
                              <w:color w:val="979B9E" w:themeColor="text1" w:themeTint="99"/>
                            </w:rPr>
                            <w:t>Toll Free:</w:t>
                          </w:r>
                          <w:r>
                            <w:rPr>
                              <w:color w:val="979B9E" w:themeColor="text1" w:themeTint="99"/>
                            </w:rPr>
                            <w:t xml:space="preserve"> </w:t>
                          </w:r>
                          <w:r w:rsidRPr="00A7591A">
                            <w:rPr>
                              <w:color w:val="979B9E" w:themeColor="text1" w:themeTint="99"/>
                            </w:rPr>
                            <w:t xml:space="preserve">1 888-772-0325 (U.S. &amp; </w:t>
                          </w:r>
                          <w:proofErr w:type="gramStart"/>
                          <w:r w:rsidRPr="00A7591A">
                            <w:rPr>
                              <w:color w:val="979B9E" w:themeColor="text1" w:themeTint="99"/>
                            </w:rPr>
                            <w:t>C</w:t>
                          </w:r>
                          <w:r>
                            <w:rPr>
                              <w:color w:val="979B9E" w:themeColor="text1" w:themeTint="99"/>
                            </w:rPr>
                            <w:t xml:space="preserve">anada)   </w:t>
                          </w:r>
                          <w:proofErr w:type="gramEnd"/>
                          <w:r w:rsidRPr="00060D16">
                            <w:rPr>
                              <w:color w:val="979B9E" w:themeColor="text1" w:themeTint="99"/>
                            </w:rPr>
                            <w:t>|</w:t>
                          </w:r>
                          <w:r>
                            <w:t xml:space="preserve">  </w:t>
                          </w:r>
                          <w:r>
                            <w:rPr>
                              <w:color w:val="979B9E" w:themeColor="text1" w:themeTint="99"/>
                            </w:rPr>
                            <w:t xml:space="preserve"> Telephone: +1 519-772-0325</w:t>
                          </w:r>
                          <w:r>
                            <w:rPr>
                              <w:color w:val="E87511" w:themeColor="background2"/>
                            </w:rPr>
                            <w:t xml:space="preserve">   </w:t>
                          </w:r>
                          <w:r w:rsidRPr="00060D16">
                            <w:rPr>
                              <w:color w:val="979B9E" w:themeColor="text1" w:themeTint="99"/>
                            </w:rPr>
                            <w:t>|</w:t>
                          </w:r>
                          <w:r>
                            <w:t xml:space="preserve">  </w:t>
                          </w:r>
                          <w:r>
                            <w:rPr>
                              <w:color w:val="E87511" w:themeColor="background2"/>
                            </w:rPr>
                            <w:t xml:space="preserve"> </w:t>
                          </w:r>
                          <w:r w:rsidRPr="00A7591A">
                            <w:rPr>
                              <w:color w:val="979B9E" w:themeColor="text1" w:themeTint="99"/>
                            </w:rPr>
                            <w:t>Fax: +1 519-772-0324</w:t>
                          </w:r>
                        </w:p>
                        <w:p w:rsidR="003F375C" w:rsidRPr="00A7591A" w:rsidRDefault="003F375C" w:rsidP="00EB21EE">
                          <w:pPr>
                            <w:spacing w:after="0" w:line="480" w:lineRule="exact"/>
                            <w:rPr>
                              <w:color w:val="979B9E" w:themeColor="text1" w:themeTint="9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0A66D6E" id="Text Box 8" o:spid="_x0000_s1032" type="#_x0000_t202" style="position:absolute;margin-left:-7.6pt;margin-top:71.6pt;width:551.3pt;height:61.4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" filled="f" stroked="f" strokeweight=".5pt">
              <v:textbox>
                <w:txbxContent>
                  <w:p w:rsidR="003F375C" w:rsidRPr="00A7591A" w:rsidRDefault="003F375C" w:rsidP="001F33A9">
                    <w:pPr>
                      <w:spacing w:after="0" w:line="480" w:lineRule="exact"/>
                      <w:rPr>
                        <w:color w:val="979B9E" w:themeColor="text1" w:themeTint="99"/>
                      </w:rPr>
                    </w:pPr>
                    <w:r>
                      <w:rPr>
                        <w:color w:val="979B9E" w:themeColor="text1" w:themeTint="99"/>
                      </w:rPr>
                      <w:t>D2L</w:t>
                    </w:r>
                    <w:r w:rsidRPr="00A7591A">
                      <w:rPr>
                        <w:color w:val="979B9E" w:themeColor="text1" w:themeTint="99"/>
                      </w:rPr>
                      <w:t xml:space="preserve"> Incorporated</w:t>
                    </w:r>
                    <w:r>
                      <w:rPr>
                        <w:color w:val="979B9E" w:themeColor="text1" w:themeTint="99"/>
                      </w:rPr>
                      <w:t xml:space="preserve">  </w:t>
                    </w:r>
                    <w:r w:rsidRPr="00060D16">
                      <w:rPr>
                        <w:color w:val="979B9E" w:themeColor="text1" w:themeTint="99"/>
                      </w:rPr>
                      <w:t xml:space="preserve"> </w:t>
                    </w:r>
                    <w:r w:rsidRPr="002475A1">
                      <w:rPr>
                        <w:rStyle w:val="AddressChar"/>
                      </w:rPr>
                      <w:t>|   151 Charles Street West, Suite 400, Kitchener</w:t>
                    </w:r>
                    <w:r w:rsidRPr="00A7591A">
                      <w:rPr>
                        <w:color w:val="979B9E" w:themeColor="text1" w:themeTint="99"/>
                      </w:rPr>
                      <w:t>, Ontario N2G 1H6 Canada</w:t>
                    </w:r>
                  </w:p>
                  <w:p w:rsidR="003F375C" w:rsidRPr="00A7591A" w:rsidRDefault="003F375C" w:rsidP="001F33A9">
                    <w:pPr>
                      <w:spacing w:after="0" w:line="480" w:lineRule="exact"/>
                      <w:rPr>
                        <w:color w:val="979B9E" w:themeColor="text1" w:themeTint="99"/>
                      </w:rPr>
                    </w:pPr>
                    <w:r w:rsidRPr="00A7591A">
                      <w:rPr>
                        <w:color w:val="979B9E" w:themeColor="text1" w:themeTint="99"/>
                      </w:rPr>
                      <w:t>Toll Free:</w:t>
                    </w:r>
                    <w:r>
                      <w:rPr>
                        <w:color w:val="979B9E" w:themeColor="text1" w:themeTint="99"/>
                      </w:rPr>
                      <w:t xml:space="preserve"> </w:t>
                    </w:r>
                    <w:r w:rsidRPr="00A7591A">
                      <w:rPr>
                        <w:color w:val="979B9E" w:themeColor="text1" w:themeTint="99"/>
                      </w:rPr>
                      <w:t xml:space="preserve">1 888-772-0325 (U.S. &amp; </w:t>
                    </w:r>
                    <w:proofErr w:type="gramStart"/>
                    <w:r w:rsidRPr="00A7591A">
                      <w:rPr>
                        <w:color w:val="979B9E" w:themeColor="text1" w:themeTint="99"/>
                      </w:rPr>
                      <w:t>C</w:t>
                    </w:r>
                    <w:r>
                      <w:rPr>
                        <w:color w:val="979B9E" w:themeColor="text1" w:themeTint="99"/>
                      </w:rPr>
                      <w:t xml:space="preserve">anada)   </w:t>
                    </w:r>
                    <w:proofErr w:type="gramEnd"/>
                    <w:r w:rsidRPr="00060D16">
                      <w:rPr>
                        <w:color w:val="979B9E" w:themeColor="text1" w:themeTint="99"/>
                      </w:rPr>
                      <w:t>|</w:t>
                    </w:r>
                    <w:r>
                      <w:t xml:space="preserve">  </w:t>
                    </w:r>
                    <w:r>
                      <w:rPr>
                        <w:color w:val="979B9E" w:themeColor="text1" w:themeTint="99"/>
                      </w:rPr>
                      <w:t xml:space="preserve"> Telephone: +1 519-772-0325</w:t>
                    </w:r>
                    <w:r>
                      <w:rPr>
                        <w:color w:val="E87511" w:themeColor="background2"/>
                      </w:rPr>
                      <w:t xml:space="preserve">   </w:t>
                    </w:r>
                    <w:r w:rsidRPr="00060D16">
                      <w:rPr>
                        <w:color w:val="979B9E" w:themeColor="text1" w:themeTint="99"/>
                      </w:rPr>
                      <w:t>|</w:t>
                    </w:r>
                    <w:r>
                      <w:t xml:space="preserve">  </w:t>
                    </w:r>
                    <w:r>
                      <w:rPr>
                        <w:color w:val="E87511" w:themeColor="background2"/>
                      </w:rPr>
                      <w:t xml:space="preserve"> </w:t>
                    </w:r>
                    <w:r w:rsidRPr="00A7591A">
                      <w:rPr>
                        <w:color w:val="979B9E" w:themeColor="text1" w:themeTint="99"/>
                      </w:rPr>
                      <w:t>Fax: +1 519-772-0324</w:t>
                    </w:r>
                  </w:p>
                  <w:p w:rsidR="003F375C" w:rsidRPr="00A7591A" w:rsidRDefault="003F375C" w:rsidP="00EB21EE">
                    <w:pPr>
                      <w:spacing w:after="0" w:line="480" w:lineRule="exact"/>
                      <w:rPr>
                        <w:color w:val="979B9E" w:themeColor="text1" w:themeTint="99"/>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356" w:rsidRDefault="00E61356" w:rsidP="002B1BFF">
      <w:pPr>
        <w:spacing w:after="0" w:line="240" w:lineRule="auto"/>
      </w:pPr>
      <w:r>
        <w:separator/>
      </w:r>
    </w:p>
  </w:footnote>
  <w:footnote w:type="continuationSeparator" w:id="0">
    <w:p w:rsidR="00E61356" w:rsidRDefault="00E61356" w:rsidP="002B1B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75C" w:rsidRDefault="003F375C" w:rsidP="00B20410">
    <w:pPr>
      <w:pStyle w:val="Header"/>
    </w:pPr>
  </w:p>
  <w:p w:rsidR="003F375C" w:rsidRDefault="003F375C" w:rsidP="00B20410">
    <w:pPr>
      <w:pStyle w:val="Header"/>
    </w:pPr>
  </w:p>
  <w:p w:rsidR="00E7788F" w:rsidRDefault="00E7788F" w:rsidP="00B20410">
    <w:pPr>
      <w:pStyle w:val="Header"/>
    </w:pPr>
  </w:p>
  <w:p w:rsidR="003F375C" w:rsidRDefault="00E7788F" w:rsidP="00E7788F">
    <w:pPr>
      <w:pStyle w:val="Header"/>
    </w:pPr>
    <w:r>
      <w:rPr>
        <w:noProof/>
        <w:lang w:eastAsia="zh-CN"/>
      </w:rPr>
      <w:drawing>
        <wp:anchor distT="0" distB="0" distL="114300" distR="114300" simplePos="0" relativeHeight="251676672" behindDoc="1" locked="0" layoutInCell="1" allowOverlap="1" wp14:anchorId="538CE348" wp14:editId="3B2B215E">
          <wp:simplePos x="0" y="0"/>
          <wp:positionH relativeFrom="margin">
            <wp:posOffset>33020</wp:posOffset>
          </wp:positionH>
          <wp:positionV relativeFrom="paragraph">
            <wp:posOffset>65723</wp:posOffset>
          </wp:positionV>
          <wp:extent cx="738187" cy="481454"/>
          <wp:effectExtent l="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2L-logo.jpg"/>
                  <pic:cNvPicPr/>
                </pic:nvPicPr>
                <pic:blipFill>
                  <a:blip r:embed="rId1">
                    <a:extLst>
                      <a:ext uri="{28A0092B-C50C-407E-A947-70E740481C1C}">
                        <a14:useLocalDpi xmlns:a14="http://schemas.microsoft.com/office/drawing/2010/main" val="0"/>
                      </a:ext>
                    </a:extLst>
                  </a:blip>
                  <a:stretch>
                    <a:fillRect/>
                  </a:stretch>
                </pic:blipFill>
                <pic:spPr>
                  <a:xfrm>
                    <a:off x="0" y="0"/>
                    <a:ext cx="738187" cy="481454"/>
                  </a:xfrm>
                  <a:prstGeom prst="rect">
                    <a:avLst/>
                  </a:prstGeom>
                </pic:spPr>
              </pic:pic>
            </a:graphicData>
          </a:graphic>
          <wp14:sizeRelH relativeFrom="margin">
            <wp14:pctWidth>0</wp14:pctWidth>
          </wp14:sizeRelH>
          <wp14:sizeRelV relativeFrom="margin">
            <wp14:pctHeight>0</wp14:pctHeight>
          </wp14:sizeRelV>
        </wp:anchor>
      </w:drawing>
    </w:r>
    <w:r w:rsidR="003F375C">
      <w:rPr>
        <w:noProof/>
        <w:lang w:eastAsia="zh-CN"/>
      </w:rPr>
      <mc:AlternateContent>
        <mc:Choice Requires="wps">
          <w:drawing>
            <wp:anchor distT="0" distB="0" distL="114300" distR="114300" simplePos="0" relativeHeight="251660288" behindDoc="0" locked="0" layoutInCell="1" allowOverlap="1" wp14:anchorId="6A312F72" wp14:editId="241C630D">
              <wp:simplePos x="0" y="0"/>
              <wp:positionH relativeFrom="column">
                <wp:posOffset>6840967</wp:posOffset>
              </wp:positionH>
              <wp:positionV relativeFrom="paragraph">
                <wp:posOffset>618565</wp:posOffset>
              </wp:positionV>
              <wp:extent cx="528918" cy="277906"/>
              <wp:effectExtent l="0" t="0" r="0" b="0"/>
              <wp:wrapNone/>
              <wp:docPr id="5" name="Text Box 5"/>
              <wp:cNvGraphicFramePr/>
              <a:graphic xmlns:a="http://schemas.openxmlformats.org/drawingml/2006/main">
                <a:graphicData uri="http://schemas.microsoft.com/office/word/2010/wordprocessingShape">
                  <wps:wsp>
                    <wps:cNvSpPr txBox="1"/>
                    <wps:spPr>
                      <a:xfrm>
                        <a:off x="0" y="0"/>
                        <a:ext cx="528918" cy="2779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F375C" w:rsidRPr="00A7591A" w:rsidRDefault="003F375C">
                          <w:r>
                            <w:fldChar w:fldCharType="begin"/>
                          </w:r>
                          <w:r>
                            <w:instrText xml:space="preserve"> PAGE   \* MERGEFORMAT </w:instrText>
                          </w:r>
                          <w:r>
                            <w:fldChar w:fldCharType="separate"/>
                          </w:r>
                          <w:r w:rsidR="00557321">
                            <w:rPr>
                              <w:noProof/>
                            </w:rPr>
                            <w:t>7</w:t>
                          </w:r>
                          <w:r>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A312F72" id="_x0000_t202" coordsize="21600,21600" o:spt="202" path="m,l,21600r21600,l21600,xe">
              <v:stroke joinstyle="miter"/>
              <v:path gradientshapeok="t" o:connecttype="rect"/>
            </v:shapetype>
            <v:shape id="Text Box 5" o:spid="_x0000_s1030" type="#_x0000_t202" style="position:absolute;margin-left:538.65pt;margin-top:48.7pt;width:41.65pt;height:21.9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" filled="f" stroked="f" strokeweight=".5pt">
              <v:textbox>
                <w:txbxContent>
                  <w:p w:rsidR="003F375C" w:rsidRPr="00A7591A" w:rsidRDefault="003F375C">
                    <w:r>
                      <w:fldChar w:fldCharType="begin"/>
                    </w:r>
                    <w:r>
                      <w:instrText xml:space="preserve"> PAGE   \* MERGEFORMAT </w:instrText>
                    </w:r>
                    <w:r>
                      <w:fldChar w:fldCharType="separate"/>
                    </w:r>
                    <w:r w:rsidR="00557321">
                      <w:rPr>
                        <w:noProof/>
                      </w:rPr>
                      <w:t>7</w:t>
                    </w:r>
                    <w:r>
                      <w:rPr>
                        <w:noProof/>
                      </w:rPr>
                      <w:fldChar w:fldCharType="end"/>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75C" w:rsidRDefault="003F375C" w:rsidP="0030198C">
    <w:pPr>
      <w:pStyle w:val="Header"/>
    </w:pPr>
    <w:r>
      <w:rPr>
        <w:noProof/>
        <w:lang w:eastAsia="zh-CN"/>
      </w:rPr>
      <mc:AlternateContent>
        <mc:Choice Requires="wps">
          <w:drawing>
            <wp:anchor distT="0" distB="0" distL="114300" distR="114300" simplePos="0" relativeHeight="251673600" behindDoc="0" locked="0" layoutInCell="1" allowOverlap="1" wp14:anchorId="591E97A5" wp14:editId="12A20C09">
              <wp:simplePos x="0" y="0"/>
              <wp:positionH relativeFrom="column">
                <wp:posOffset>6708140</wp:posOffset>
              </wp:positionH>
              <wp:positionV relativeFrom="paragraph">
                <wp:posOffset>688340</wp:posOffset>
              </wp:positionV>
              <wp:extent cx="698500" cy="342900"/>
              <wp:effectExtent l="0" t="0" r="38100" b="38100"/>
              <wp:wrapNone/>
              <wp:docPr id="39" name="Rectangle 39"/>
              <wp:cNvGraphicFramePr/>
              <a:graphic xmlns:a="http://schemas.openxmlformats.org/drawingml/2006/main">
                <a:graphicData uri="http://schemas.microsoft.com/office/word/2010/wordprocessingShape">
                  <wps:wsp>
                    <wps:cNvSpPr/>
                    <wps:spPr>
                      <a:xfrm>
                        <a:off x="0" y="0"/>
                        <a:ext cx="698500" cy="3429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CC51C9" id="Rectangle 39" o:spid="_x0000_s1026" style="position:absolute;margin-left:528.2pt;margin-top:54.2pt;width:55pt;height:27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" fillcolor="white [3212]" strokecolor="white [3212]"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F5009F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F2622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4D4EA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3ACEFB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658CFB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1F2168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BAEC6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63E4F3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B6EAF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96069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C779C"/>
    <w:multiLevelType w:val="hybridMultilevel"/>
    <w:tmpl w:val="DD081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1D1874"/>
    <w:multiLevelType w:val="hybridMultilevel"/>
    <w:tmpl w:val="AFB8D3A0"/>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2" w15:restartNumberingAfterBreak="0">
    <w:nsid w:val="21F03A1F"/>
    <w:multiLevelType w:val="hybridMultilevel"/>
    <w:tmpl w:val="F8C8C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931930"/>
    <w:multiLevelType w:val="hybridMultilevel"/>
    <w:tmpl w:val="10B2F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956507"/>
    <w:multiLevelType w:val="hybridMultilevel"/>
    <w:tmpl w:val="36E45376"/>
    <w:lvl w:ilvl="0" w:tplc="2990C6A2">
      <w:start w:val="1"/>
      <w:numFmt w:val="bullet"/>
      <w:pStyle w:val="Bullets"/>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E6725A"/>
    <w:multiLevelType w:val="hybridMultilevel"/>
    <w:tmpl w:val="69D2F8B6"/>
    <w:lvl w:ilvl="0" w:tplc="01D6C7F0">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E74F7B"/>
    <w:multiLevelType w:val="hybridMultilevel"/>
    <w:tmpl w:val="8B2A6526"/>
    <w:lvl w:ilvl="0" w:tplc="D3864672">
      <w:start w:val="1"/>
      <w:numFmt w:val="bullet"/>
      <w:lvlText w:val=""/>
      <w:lvlJc w:val="left"/>
      <w:pPr>
        <w:tabs>
          <w:tab w:val="num" w:pos="3328"/>
        </w:tabs>
        <w:ind w:left="3328" w:hanging="490"/>
      </w:pPr>
      <w:rPr>
        <w:rFonts w:ascii="Symbol" w:hAnsi="Symbol" w:hint="default"/>
      </w:rPr>
    </w:lvl>
    <w:lvl w:ilvl="1" w:tplc="04090003" w:tentative="1">
      <w:start w:val="1"/>
      <w:numFmt w:val="bullet"/>
      <w:lvlText w:val="o"/>
      <w:lvlJc w:val="left"/>
      <w:pPr>
        <w:tabs>
          <w:tab w:val="num" w:pos="2824"/>
        </w:tabs>
        <w:ind w:left="2824" w:hanging="360"/>
      </w:pPr>
      <w:rPr>
        <w:rFonts w:ascii="Courier New" w:hAnsi="Courier New" w:cs="Courier New" w:hint="default"/>
      </w:rPr>
    </w:lvl>
    <w:lvl w:ilvl="2" w:tplc="04090005" w:tentative="1">
      <w:start w:val="1"/>
      <w:numFmt w:val="bullet"/>
      <w:lvlText w:val=""/>
      <w:lvlJc w:val="left"/>
      <w:pPr>
        <w:tabs>
          <w:tab w:val="num" w:pos="3544"/>
        </w:tabs>
        <w:ind w:left="3544" w:hanging="360"/>
      </w:pPr>
      <w:rPr>
        <w:rFonts w:ascii="Wingdings" w:hAnsi="Wingdings" w:hint="default"/>
      </w:rPr>
    </w:lvl>
    <w:lvl w:ilvl="3" w:tplc="04090001" w:tentative="1">
      <w:start w:val="1"/>
      <w:numFmt w:val="bullet"/>
      <w:lvlText w:val=""/>
      <w:lvlJc w:val="left"/>
      <w:pPr>
        <w:tabs>
          <w:tab w:val="num" w:pos="4264"/>
        </w:tabs>
        <w:ind w:left="4264" w:hanging="360"/>
      </w:pPr>
      <w:rPr>
        <w:rFonts w:ascii="Symbol" w:hAnsi="Symbol" w:hint="default"/>
      </w:rPr>
    </w:lvl>
    <w:lvl w:ilvl="4" w:tplc="04090003" w:tentative="1">
      <w:start w:val="1"/>
      <w:numFmt w:val="bullet"/>
      <w:lvlText w:val="o"/>
      <w:lvlJc w:val="left"/>
      <w:pPr>
        <w:tabs>
          <w:tab w:val="num" w:pos="4984"/>
        </w:tabs>
        <w:ind w:left="4984" w:hanging="360"/>
      </w:pPr>
      <w:rPr>
        <w:rFonts w:ascii="Courier New" w:hAnsi="Courier New" w:cs="Courier New" w:hint="default"/>
      </w:rPr>
    </w:lvl>
    <w:lvl w:ilvl="5" w:tplc="04090005" w:tentative="1">
      <w:start w:val="1"/>
      <w:numFmt w:val="bullet"/>
      <w:lvlText w:val=""/>
      <w:lvlJc w:val="left"/>
      <w:pPr>
        <w:tabs>
          <w:tab w:val="num" w:pos="5704"/>
        </w:tabs>
        <w:ind w:left="5704" w:hanging="360"/>
      </w:pPr>
      <w:rPr>
        <w:rFonts w:ascii="Wingdings" w:hAnsi="Wingdings" w:hint="default"/>
      </w:rPr>
    </w:lvl>
    <w:lvl w:ilvl="6" w:tplc="04090001" w:tentative="1">
      <w:start w:val="1"/>
      <w:numFmt w:val="bullet"/>
      <w:lvlText w:val=""/>
      <w:lvlJc w:val="left"/>
      <w:pPr>
        <w:tabs>
          <w:tab w:val="num" w:pos="6424"/>
        </w:tabs>
        <w:ind w:left="6424" w:hanging="360"/>
      </w:pPr>
      <w:rPr>
        <w:rFonts w:ascii="Symbol" w:hAnsi="Symbol" w:hint="default"/>
      </w:rPr>
    </w:lvl>
    <w:lvl w:ilvl="7" w:tplc="04090003" w:tentative="1">
      <w:start w:val="1"/>
      <w:numFmt w:val="bullet"/>
      <w:lvlText w:val="o"/>
      <w:lvlJc w:val="left"/>
      <w:pPr>
        <w:tabs>
          <w:tab w:val="num" w:pos="7144"/>
        </w:tabs>
        <w:ind w:left="7144" w:hanging="360"/>
      </w:pPr>
      <w:rPr>
        <w:rFonts w:ascii="Courier New" w:hAnsi="Courier New" w:cs="Courier New" w:hint="default"/>
      </w:rPr>
    </w:lvl>
    <w:lvl w:ilvl="8" w:tplc="04090005" w:tentative="1">
      <w:start w:val="1"/>
      <w:numFmt w:val="bullet"/>
      <w:lvlText w:val=""/>
      <w:lvlJc w:val="left"/>
      <w:pPr>
        <w:tabs>
          <w:tab w:val="num" w:pos="7864"/>
        </w:tabs>
        <w:ind w:left="7864" w:hanging="360"/>
      </w:pPr>
      <w:rPr>
        <w:rFonts w:ascii="Wingdings" w:hAnsi="Wingdings" w:hint="default"/>
      </w:rPr>
    </w:lvl>
  </w:abstractNum>
  <w:abstractNum w:abstractNumId="17" w15:restartNumberingAfterBreak="0">
    <w:nsid w:val="509C476C"/>
    <w:multiLevelType w:val="hybridMultilevel"/>
    <w:tmpl w:val="6BA4FD96"/>
    <w:lvl w:ilvl="0" w:tplc="01D6C7F0">
      <w:start w:val="1"/>
      <w:numFmt w:val="decimal"/>
      <w:pStyle w:val="Liststyle"/>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DA7A51"/>
    <w:multiLevelType w:val="multilevel"/>
    <w:tmpl w:val="9CF28D9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7E94B24"/>
    <w:multiLevelType w:val="multilevel"/>
    <w:tmpl w:val="E0303A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C703396"/>
    <w:multiLevelType w:val="hybridMultilevel"/>
    <w:tmpl w:val="82E63F1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17"/>
  </w:num>
  <w:num w:numId="13">
    <w:abstractNumId w:val="16"/>
  </w:num>
  <w:num w:numId="14">
    <w:abstractNumId w:val="10"/>
  </w:num>
  <w:num w:numId="15">
    <w:abstractNumId w:val="18"/>
  </w:num>
  <w:num w:numId="16">
    <w:abstractNumId w:val="12"/>
  </w:num>
  <w:num w:numId="17">
    <w:abstractNumId w:val="19"/>
  </w:num>
  <w:num w:numId="18">
    <w:abstractNumId w:val="17"/>
  </w:num>
  <w:num w:numId="19">
    <w:abstractNumId w:val="15"/>
  </w:num>
  <w:num w:numId="20">
    <w:abstractNumId w:val="20"/>
  </w:num>
  <w:num w:numId="21">
    <w:abstractNumId w:val="17"/>
    <w:lvlOverride w:ilvl="0">
      <w:startOverride w:val="1"/>
    </w:lvlOverride>
  </w:num>
  <w:num w:numId="22">
    <w:abstractNumId w:val="17"/>
  </w:num>
  <w:num w:numId="23">
    <w:abstractNumId w:val="17"/>
    <w:lvlOverride w:ilvl="0">
      <w:startOverride w:val="1"/>
    </w:lvlOverride>
  </w:num>
  <w:num w:numId="24">
    <w:abstractNumId w:val="17"/>
  </w:num>
  <w:num w:numId="25">
    <w:abstractNumId w:val="17"/>
  </w:num>
  <w:num w:numId="26">
    <w:abstractNumId w:val="17"/>
    <w:lvlOverride w:ilvl="0">
      <w:startOverride w:val="1"/>
    </w:lvlOverride>
  </w:num>
  <w:num w:numId="27">
    <w:abstractNumId w:val="17"/>
    <w:lvlOverride w:ilvl="0">
      <w:startOverride w:val="1"/>
    </w:lvlOverride>
  </w:num>
  <w:num w:numId="28">
    <w:abstractNumId w:val="17"/>
    <w:lvlOverride w:ilvl="0">
      <w:startOverride w:val="1"/>
    </w:lvlOverride>
  </w:num>
  <w:num w:numId="29">
    <w:abstractNumId w:val="13"/>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1"/>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attachedTemplate r:id="rId1"/>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827"/>
    <w:rsid w:val="00031AE6"/>
    <w:rsid w:val="000362CD"/>
    <w:rsid w:val="00060D16"/>
    <w:rsid w:val="00085C80"/>
    <w:rsid w:val="0009296B"/>
    <w:rsid w:val="0009390D"/>
    <w:rsid w:val="000939AD"/>
    <w:rsid w:val="000A40FE"/>
    <w:rsid w:val="000A4BB7"/>
    <w:rsid w:val="000A4C3D"/>
    <w:rsid w:val="000C3977"/>
    <w:rsid w:val="000D592A"/>
    <w:rsid w:val="001008F0"/>
    <w:rsid w:val="001066C0"/>
    <w:rsid w:val="00110947"/>
    <w:rsid w:val="0011483F"/>
    <w:rsid w:val="00122F99"/>
    <w:rsid w:val="001443E8"/>
    <w:rsid w:val="0015478B"/>
    <w:rsid w:val="00177461"/>
    <w:rsid w:val="001A5B10"/>
    <w:rsid w:val="001C1E53"/>
    <w:rsid w:val="001C6F12"/>
    <w:rsid w:val="001D6564"/>
    <w:rsid w:val="001F1B55"/>
    <w:rsid w:val="001F1E0F"/>
    <w:rsid w:val="001F33A9"/>
    <w:rsid w:val="00201516"/>
    <w:rsid w:val="00206907"/>
    <w:rsid w:val="002205D7"/>
    <w:rsid w:val="00222811"/>
    <w:rsid w:val="00226D35"/>
    <w:rsid w:val="002301DA"/>
    <w:rsid w:val="00243B14"/>
    <w:rsid w:val="002475A1"/>
    <w:rsid w:val="0027760E"/>
    <w:rsid w:val="0027774F"/>
    <w:rsid w:val="00290ACB"/>
    <w:rsid w:val="00290D51"/>
    <w:rsid w:val="002B1BFF"/>
    <w:rsid w:val="002C34DA"/>
    <w:rsid w:val="002D630F"/>
    <w:rsid w:val="002E12F8"/>
    <w:rsid w:val="002E519F"/>
    <w:rsid w:val="002F1649"/>
    <w:rsid w:val="002F184E"/>
    <w:rsid w:val="0030198C"/>
    <w:rsid w:val="0031339B"/>
    <w:rsid w:val="00344FB0"/>
    <w:rsid w:val="00366A11"/>
    <w:rsid w:val="003867A7"/>
    <w:rsid w:val="003913EF"/>
    <w:rsid w:val="003B1438"/>
    <w:rsid w:val="003D4A29"/>
    <w:rsid w:val="003E3EFB"/>
    <w:rsid w:val="003F375C"/>
    <w:rsid w:val="003F5023"/>
    <w:rsid w:val="004036E9"/>
    <w:rsid w:val="00414711"/>
    <w:rsid w:val="00433346"/>
    <w:rsid w:val="00433DD6"/>
    <w:rsid w:val="00441184"/>
    <w:rsid w:val="00442409"/>
    <w:rsid w:val="00443C3D"/>
    <w:rsid w:val="00450720"/>
    <w:rsid w:val="004565AB"/>
    <w:rsid w:val="00483616"/>
    <w:rsid w:val="00486827"/>
    <w:rsid w:val="00487958"/>
    <w:rsid w:val="004A2CC7"/>
    <w:rsid w:val="004B20D5"/>
    <w:rsid w:val="004B215B"/>
    <w:rsid w:val="004B46A9"/>
    <w:rsid w:val="004E05FB"/>
    <w:rsid w:val="005229B3"/>
    <w:rsid w:val="00530262"/>
    <w:rsid w:val="00533774"/>
    <w:rsid w:val="005375B7"/>
    <w:rsid w:val="00541A68"/>
    <w:rsid w:val="00546CDD"/>
    <w:rsid w:val="00557321"/>
    <w:rsid w:val="00566FD1"/>
    <w:rsid w:val="005A30B7"/>
    <w:rsid w:val="005A580A"/>
    <w:rsid w:val="005C0542"/>
    <w:rsid w:val="005C1329"/>
    <w:rsid w:val="005D02FB"/>
    <w:rsid w:val="005E56B6"/>
    <w:rsid w:val="00603289"/>
    <w:rsid w:val="006277AE"/>
    <w:rsid w:val="00647375"/>
    <w:rsid w:val="006600F0"/>
    <w:rsid w:val="006641A0"/>
    <w:rsid w:val="00676A75"/>
    <w:rsid w:val="00686608"/>
    <w:rsid w:val="006878F1"/>
    <w:rsid w:val="006A3BBE"/>
    <w:rsid w:val="006A7A38"/>
    <w:rsid w:val="006C16BD"/>
    <w:rsid w:val="006C3B87"/>
    <w:rsid w:val="006C491B"/>
    <w:rsid w:val="006D5513"/>
    <w:rsid w:val="006D58CE"/>
    <w:rsid w:val="006E7BC4"/>
    <w:rsid w:val="006F1AD0"/>
    <w:rsid w:val="006F4AAA"/>
    <w:rsid w:val="00730652"/>
    <w:rsid w:val="00747A5A"/>
    <w:rsid w:val="007670B3"/>
    <w:rsid w:val="00781EA3"/>
    <w:rsid w:val="0078268E"/>
    <w:rsid w:val="0078354B"/>
    <w:rsid w:val="007C01CA"/>
    <w:rsid w:val="007C226B"/>
    <w:rsid w:val="007C4EB1"/>
    <w:rsid w:val="007D4F84"/>
    <w:rsid w:val="008030BF"/>
    <w:rsid w:val="00810850"/>
    <w:rsid w:val="00824B2E"/>
    <w:rsid w:val="0084499F"/>
    <w:rsid w:val="008471E8"/>
    <w:rsid w:val="00852CD3"/>
    <w:rsid w:val="008612BE"/>
    <w:rsid w:val="00862954"/>
    <w:rsid w:val="008907B6"/>
    <w:rsid w:val="008A4DD5"/>
    <w:rsid w:val="008A7F2D"/>
    <w:rsid w:val="008B08A9"/>
    <w:rsid w:val="008D1575"/>
    <w:rsid w:val="008E5DE6"/>
    <w:rsid w:val="008F7992"/>
    <w:rsid w:val="008F7BA1"/>
    <w:rsid w:val="00906B0F"/>
    <w:rsid w:val="00913898"/>
    <w:rsid w:val="00943D63"/>
    <w:rsid w:val="00952AA0"/>
    <w:rsid w:val="00956661"/>
    <w:rsid w:val="00973E91"/>
    <w:rsid w:val="0098441E"/>
    <w:rsid w:val="009C5001"/>
    <w:rsid w:val="009F38B7"/>
    <w:rsid w:val="009F3970"/>
    <w:rsid w:val="00A17531"/>
    <w:rsid w:val="00A21AAC"/>
    <w:rsid w:val="00A36F0A"/>
    <w:rsid w:val="00A40CCD"/>
    <w:rsid w:val="00A422A1"/>
    <w:rsid w:val="00A6775C"/>
    <w:rsid w:val="00A7591A"/>
    <w:rsid w:val="00A77193"/>
    <w:rsid w:val="00A80E8B"/>
    <w:rsid w:val="00A8101C"/>
    <w:rsid w:val="00AE01B2"/>
    <w:rsid w:val="00AE2D55"/>
    <w:rsid w:val="00AE4B29"/>
    <w:rsid w:val="00B044A5"/>
    <w:rsid w:val="00B20410"/>
    <w:rsid w:val="00B864AB"/>
    <w:rsid w:val="00B902F6"/>
    <w:rsid w:val="00BA56CA"/>
    <w:rsid w:val="00BA6483"/>
    <w:rsid w:val="00BB68FF"/>
    <w:rsid w:val="00C02F04"/>
    <w:rsid w:val="00C2454B"/>
    <w:rsid w:val="00C6345A"/>
    <w:rsid w:val="00C769F9"/>
    <w:rsid w:val="00C80036"/>
    <w:rsid w:val="00C8429E"/>
    <w:rsid w:val="00C91CC3"/>
    <w:rsid w:val="00CA5A63"/>
    <w:rsid w:val="00CB1296"/>
    <w:rsid w:val="00CC0E97"/>
    <w:rsid w:val="00CD1231"/>
    <w:rsid w:val="00CD1EAB"/>
    <w:rsid w:val="00CD7CA6"/>
    <w:rsid w:val="00CE400A"/>
    <w:rsid w:val="00CE4C08"/>
    <w:rsid w:val="00CF4F66"/>
    <w:rsid w:val="00CF7999"/>
    <w:rsid w:val="00D22345"/>
    <w:rsid w:val="00D246BF"/>
    <w:rsid w:val="00D34BC6"/>
    <w:rsid w:val="00D37E9D"/>
    <w:rsid w:val="00D55791"/>
    <w:rsid w:val="00D60947"/>
    <w:rsid w:val="00D812BE"/>
    <w:rsid w:val="00D82DF8"/>
    <w:rsid w:val="00D93DD6"/>
    <w:rsid w:val="00DB7394"/>
    <w:rsid w:val="00DC300F"/>
    <w:rsid w:val="00DD5CC5"/>
    <w:rsid w:val="00DF327A"/>
    <w:rsid w:val="00E03D63"/>
    <w:rsid w:val="00E041EA"/>
    <w:rsid w:val="00E06C36"/>
    <w:rsid w:val="00E139C9"/>
    <w:rsid w:val="00E15950"/>
    <w:rsid w:val="00E27F77"/>
    <w:rsid w:val="00E37488"/>
    <w:rsid w:val="00E440B9"/>
    <w:rsid w:val="00E61356"/>
    <w:rsid w:val="00E67106"/>
    <w:rsid w:val="00E67FDC"/>
    <w:rsid w:val="00E74143"/>
    <w:rsid w:val="00E7526C"/>
    <w:rsid w:val="00E75A5B"/>
    <w:rsid w:val="00E7788F"/>
    <w:rsid w:val="00EB21EE"/>
    <w:rsid w:val="00EB7F40"/>
    <w:rsid w:val="00EC45A8"/>
    <w:rsid w:val="00F22A0A"/>
    <w:rsid w:val="00F22E29"/>
    <w:rsid w:val="00F42B90"/>
    <w:rsid w:val="00F55EC3"/>
    <w:rsid w:val="00F70A36"/>
    <w:rsid w:val="00F733CD"/>
    <w:rsid w:val="00F825BA"/>
    <w:rsid w:val="00F830C9"/>
    <w:rsid w:val="00FC0A86"/>
    <w:rsid w:val="00FD1506"/>
    <w:rsid w:val="00FD15AB"/>
    <w:rsid w:val="00FE0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AF7C49"/>
  <w15:docId w15:val="{FCC6F3D8-FE67-425F-B3A1-339C4DB8D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lsdException w:name="heading 2" w:semiHidden="1" w:uiPriority="12" w:qFormat="1"/>
    <w:lsdException w:name="heading 3" w:semiHidden="1" w:uiPriority="12" w:unhideWhenUsed="1" w:qFormat="1"/>
    <w:lsdException w:name="heading 4" w:semiHidden="1" w:uiPriority="12" w:unhideWhenUsed="1" w:qFormat="1"/>
    <w:lsdException w:name="heading 5" w:semiHidden="1" w:uiPriority="12"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8"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8"/>
    <w:lsdException w:name="Intense Emphasis" w:uiPriority="21"/>
    <w:lsdException w:name="Subtle Reference" w:uiPriority="31"/>
    <w:lsdException w:name="Intense Reference" w:uiPriority="32"/>
    <w:lsdException w:name="Book Title" w:uiPriority="18"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Body Copy"/>
    <w:qFormat/>
    <w:rsid w:val="00DB7394"/>
    <w:pPr>
      <w:spacing w:after="280" w:line="280" w:lineRule="exact"/>
    </w:pPr>
    <w:rPr>
      <w:rFonts w:ascii="Arial" w:hAnsi="Arial"/>
      <w:color w:val="55595B" w:themeColor="text1"/>
      <w:kern w:val="28"/>
      <w:sz w:val="20"/>
    </w:rPr>
  </w:style>
  <w:style w:type="paragraph" w:styleId="Heading1">
    <w:name w:val="heading 1"/>
    <w:aliases w:val="1 Heading first on page,Heading* first on page"/>
    <w:basedOn w:val="Normal"/>
    <w:next w:val="Normal"/>
    <w:link w:val="Heading1Char"/>
    <w:uiPriority w:val="2"/>
    <w:rsid w:val="007670B3"/>
    <w:pPr>
      <w:keepNext/>
      <w:keepLines/>
      <w:spacing w:line="240" w:lineRule="auto"/>
      <w:outlineLvl w:val="0"/>
    </w:pPr>
    <w:rPr>
      <w:rFonts w:eastAsiaTheme="majorEastAsia" w:cstheme="majorBidi"/>
      <w:bCs/>
      <w:color w:val="E87511" w:themeColor="background2"/>
      <w:sz w:val="36"/>
      <w:szCs w:val="28"/>
    </w:rPr>
  </w:style>
  <w:style w:type="paragraph" w:styleId="Heading2">
    <w:name w:val="heading 2"/>
    <w:basedOn w:val="Normal"/>
    <w:next w:val="Normal"/>
    <w:link w:val="Heading2Char"/>
    <w:uiPriority w:val="12"/>
    <w:semiHidden/>
    <w:qFormat/>
    <w:rsid w:val="002301DA"/>
    <w:pPr>
      <w:keepNext/>
      <w:keepLines/>
      <w:spacing w:before="40" w:after="0"/>
      <w:outlineLvl w:val="1"/>
    </w:pPr>
    <w:rPr>
      <w:rFonts w:eastAsiaTheme="majorEastAsia" w:cstheme="majorBidi"/>
      <w:b/>
      <w:color w:val="00A3AE" w:themeColor="accent1"/>
      <w:sz w:val="19"/>
      <w:szCs w:val="26"/>
    </w:rPr>
  </w:style>
  <w:style w:type="paragraph" w:styleId="Heading3">
    <w:name w:val="heading 3"/>
    <w:basedOn w:val="Normal"/>
    <w:next w:val="Normal"/>
    <w:link w:val="Heading3Char"/>
    <w:uiPriority w:val="12"/>
    <w:unhideWhenUsed/>
    <w:qFormat/>
    <w:rsid w:val="002301DA"/>
    <w:pPr>
      <w:keepNext/>
      <w:keepLines/>
      <w:spacing w:before="40" w:after="0"/>
      <w:outlineLvl w:val="2"/>
    </w:pPr>
    <w:rPr>
      <w:rFonts w:asciiTheme="majorHAnsi" w:eastAsiaTheme="majorEastAsia" w:hAnsiTheme="majorHAnsi" w:cstheme="majorBidi"/>
      <w:color w:val="005056"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B1BF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D6564"/>
    <w:rPr>
      <w:color w:val="55595B" w:themeColor="text1"/>
      <w:kern w:val="28"/>
      <w:sz w:val="20"/>
    </w:rPr>
  </w:style>
  <w:style w:type="paragraph" w:styleId="Footer">
    <w:name w:val="footer"/>
    <w:basedOn w:val="Normal"/>
    <w:link w:val="FooterChar"/>
    <w:uiPriority w:val="99"/>
    <w:semiHidden/>
    <w:rsid w:val="002B1BF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D6564"/>
    <w:rPr>
      <w:color w:val="55595B" w:themeColor="text1"/>
      <w:kern w:val="28"/>
      <w:sz w:val="20"/>
    </w:rPr>
  </w:style>
  <w:style w:type="paragraph" w:styleId="BalloonText">
    <w:name w:val="Balloon Text"/>
    <w:basedOn w:val="Normal"/>
    <w:link w:val="BalloonTextChar"/>
    <w:uiPriority w:val="99"/>
    <w:semiHidden/>
    <w:unhideWhenUsed/>
    <w:rsid w:val="002B1B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1BFF"/>
    <w:rPr>
      <w:rFonts w:ascii="Tahoma" w:hAnsi="Tahoma" w:cs="Tahoma"/>
      <w:color w:val="55595B" w:themeColor="text1"/>
      <w:kern w:val="28"/>
      <w:sz w:val="16"/>
      <w:szCs w:val="16"/>
    </w:rPr>
  </w:style>
  <w:style w:type="character" w:customStyle="1" w:styleId="Heading1Char">
    <w:name w:val="Heading 1 Char"/>
    <w:aliases w:val="1 Heading first on page Char,Heading* first on page Char"/>
    <w:basedOn w:val="DefaultParagraphFont"/>
    <w:link w:val="Heading1"/>
    <w:uiPriority w:val="2"/>
    <w:rsid w:val="007670B3"/>
    <w:rPr>
      <w:rFonts w:ascii="Arial" w:eastAsiaTheme="majorEastAsia" w:hAnsi="Arial" w:cstheme="majorBidi"/>
      <w:bCs/>
      <w:color w:val="E87511" w:themeColor="background2"/>
      <w:kern w:val="28"/>
      <w:sz w:val="36"/>
      <w:szCs w:val="28"/>
    </w:rPr>
  </w:style>
  <w:style w:type="paragraph" w:customStyle="1" w:styleId="NewSectionHeader">
    <w:name w:val="New Section Header"/>
    <w:basedOn w:val="Heading1"/>
    <w:link w:val="NewSectionHeaderChar"/>
    <w:autoRedefine/>
    <w:uiPriority w:val="11"/>
    <w:rsid w:val="00EB21EE"/>
    <w:pPr>
      <w:spacing w:before="560"/>
    </w:pPr>
  </w:style>
  <w:style w:type="character" w:customStyle="1" w:styleId="NewSectionHeaderChar">
    <w:name w:val="New Section Header Char"/>
    <w:basedOn w:val="Heading1Char"/>
    <w:link w:val="NewSectionHeader"/>
    <w:uiPriority w:val="11"/>
    <w:rsid w:val="00686608"/>
    <w:rPr>
      <w:rFonts w:asciiTheme="majorHAnsi" w:eastAsiaTheme="majorEastAsia" w:hAnsiTheme="majorHAnsi" w:cstheme="majorBidi"/>
      <w:bCs/>
      <w:color w:val="E87511" w:themeColor="background2"/>
      <w:kern w:val="28"/>
      <w:sz w:val="36"/>
      <w:szCs w:val="28"/>
    </w:rPr>
  </w:style>
  <w:style w:type="paragraph" w:styleId="Title">
    <w:name w:val="Title"/>
    <w:next w:val="Normal"/>
    <w:link w:val="TitleChar"/>
    <w:autoRedefine/>
    <w:uiPriority w:val="10"/>
    <w:qFormat/>
    <w:rsid w:val="00E7788F"/>
    <w:pPr>
      <w:framePr w:w="10800" w:wrap="around" w:vAnchor="text" w:hAnchor="margin" w:y="1" w:anchorLock="1"/>
      <w:spacing w:after="300" w:line="240" w:lineRule="auto"/>
      <w:contextualSpacing/>
    </w:pPr>
    <w:rPr>
      <w:rFonts w:ascii="Arial" w:eastAsiaTheme="majorEastAsia" w:hAnsi="Arial" w:cstheme="majorBidi"/>
      <w:color w:val="E87511" w:themeColor="background2"/>
      <w:spacing w:val="5"/>
      <w:kern w:val="28"/>
      <w:sz w:val="52"/>
      <w:szCs w:val="52"/>
    </w:rPr>
  </w:style>
  <w:style w:type="character" w:customStyle="1" w:styleId="TitleChar">
    <w:name w:val="Title Char"/>
    <w:basedOn w:val="DefaultParagraphFont"/>
    <w:link w:val="Title"/>
    <w:uiPriority w:val="10"/>
    <w:rsid w:val="00E7788F"/>
    <w:rPr>
      <w:rFonts w:ascii="Arial" w:eastAsiaTheme="majorEastAsia" w:hAnsi="Arial" w:cstheme="majorBidi"/>
      <w:color w:val="E87511" w:themeColor="background2"/>
      <w:spacing w:val="5"/>
      <w:kern w:val="28"/>
      <w:sz w:val="52"/>
      <w:szCs w:val="52"/>
    </w:rPr>
  </w:style>
  <w:style w:type="character" w:styleId="PlaceholderText">
    <w:name w:val="Placeholder Text"/>
    <w:basedOn w:val="DefaultParagraphFont"/>
    <w:uiPriority w:val="99"/>
    <w:semiHidden/>
    <w:rsid w:val="00E06C36"/>
    <w:rPr>
      <w:color w:val="808080"/>
    </w:rPr>
  </w:style>
  <w:style w:type="character" w:styleId="Strong">
    <w:name w:val="Strong"/>
    <w:aliases w:val="Author"/>
    <w:basedOn w:val="DefaultParagraphFont"/>
    <w:uiPriority w:val="8"/>
    <w:qFormat/>
    <w:rsid w:val="008612BE"/>
    <w:rPr>
      <w:rFonts w:ascii="Arial" w:hAnsi="Arial"/>
      <w:b/>
      <w:bCs/>
      <w:i w:val="0"/>
      <w:caps w:val="0"/>
      <w:smallCaps w:val="0"/>
      <w:strike w:val="0"/>
      <w:dstrike w:val="0"/>
      <w:vanish w:val="0"/>
      <w:color w:val="E87511" w:themeColor="background2"/>
      <w:kern w:val="0"/>
      <w:sz w:val="22"/>
      <w:vertAlign w:val="baseline"/>
    </w:rPr>
  </w:style>
  <w:style w:type="paragraph" w:styleId="Quote">
    <w:name w:val="Quote"/>
    <w:aliases w:val="Legal"/>
    <w:basedOn w:val="Normal"/>
    <w:next w:val="Normal"/>
    <w:link w:val="QuoteChar"/>
    <w:uiPriority w:val="29"/>
    <w:semiHidden/>
    <w:qFormat/>
    <w:rsid w:val="00A21AAC"/>
    <w:pPr>
      <w:spacing w:after="0" w:line="200" w:lineRule="exact"/>
    </w:pPr>
    <w:rPr>
      <w:iCs/>
      <w:color w:val="B9BCBE" w:themeColor="text1" w:themeTint="66"/>
      <w:sz w:val="16"/>
    </w:rPr>
  </w:style>
  <w:style w:type="character" w:customStyle="1" w:styleId="QuoteChar">
    <w:name w:val="Quote Char"/>
    <w:aliases w:val="Legal Char"/>
    <w:basedOn w:val="DefaultParagraphFont"/>
    <w:link w:val="Quote"/>
    <w:uiPriority w:val="29"/>
    <w:semiHidden/>
    <w:rsid w:val="001D6564"/>
    <w:rPr>
      <w:iCs/>
      <w:color w:val="B9BCBE" w:themeColor="text1" w:themeTint="66"/>
      <w:kern w:val="28"/>
      <w:sz w:val="16"/>
    </w:rPr>
  </w:style>
  <w:style w:type="character" w:styleId="SubtleEmphasis">
    <w:name w:val="Subtle Emphasis"/>
    <w:aliases w:val="Subject Line or Sub Title"/>
    <w:basedOn w:val="PlainTextChar"/>
    <w:uiPriority w:val="8"/>
    <w:rsid w:val="007670B3"/>
    <w:rPr>
      <w:rFonts w:ascii="Arial" w:hAnsi="Arial"/>
      <w:i/>
      <w:caps w:val="0"/>
      <w:smallCaps w:val="0"/>
      <w:strike w:val="0"/>
      <w:dstrike w:val="0"/>
      <w:vanish w:val="0"/>
      <w:color w:val="55595B" w:themeColor="text1"/>
      <w:position w:val="-6"/>
      <w:sz w:val="40"/>
      <w:szCs w:val="21"/>
      <w:vertAlign w:val="baseline"/>
    </w:rPr>
  </w:style>
  <w:style w:type="paragraph" w:styleId="PlainText">
    <w:name w:val="Plain Text"/>
    <w:basedOn w:val="Normal"/>
    <w:link w:val="PlainTextChar"/>
    <w:uiPriority w:val="99"/>
    <w:semiHidden/>
    <w:unhideWhenUsed/>
    <w:rsid w:val="00A21AAC"/>
    <w:pPr>
      <w:spacing w:after="0" w:line="240" w:lineRule="auto"/>
    </w:pPr>
    <w:rPr>
      <w:rFonts w:ascii="Calibri" w:hAnsi="Calibri"/>
      <w:color w:val="auto"/>
      <w:kern w:val="0"/>
      <w:sz w:val="22"/>
      <w:szCs w:val="21"/>
    </w:rPr>
  </w:style>
  <w:style w:type="character" w:customStyle="1" w:styleId="PlainTextChar">
    <w:name w:val="Plain Text Char"/>
    <w:basedOn w:val="DefaultParagraphFont"/>
    <w:link w:val="PlainText"/>
    <w:uiPriority w:val="99"/>
    <w:semiHidden/>
    <w:rsid w:val="00A21AAC"/>
    <w:rPr>
      <w:rFonts w:ascii="Calibri" w:hAnsi="Calibri"/>
      <w:szCs w:val="21"/>
    </w:rPr>
  </w:style>
  <w:style w:type="character" w:styleId="Hyperlink">
    <w:name w:val="Hyperlink"/>
    <w:basedOn w:val="DefaultParagraphFont"/>
    <w:uiPriority w:val="99"/>
    <w:qFormat/>
    <w:rsid w:val="00243B14"/>
    <w:rPr>
      <w:rFonts w:asciiTheme="minorHAnsi" w:hAnsiTheme="minorHAnsi"/>
      <w:b/>
      <w:color w:val="565A5C" w:themeColor="hyperlink"/>
      <w:sz w:val="20"/>
      <w:u w:val="single"/>
      <w:bdr w:val="none" w:sz="0" w:space="0" w:color="auto"/>
      <w:shd w:val="clear" w:color="auto" w:fill="auto"/>
      <w14:textOutline w14:w="9525" w14:cap="rnd" w14:cmpd="sng" w14:algn="ctr">
        <w14:noFill/>
        <w14:prstDash w14:val="solid"/>
        <w14:bevel/>
      </w14:textOutline>
    </w:rPr>
  </w:style>
  <w:style w:type="paragraph" w:customStyle="1" w:styleId="TitleWhite">
    <w:name w:val="Title White"/>
    <w:basedOn w:val="Title"/>
    <w:link w:val="TitleWhiteChar"/>
    <w:uiPriority w:val="5"/>
    <w:qFormat/>
    <w:rsid w:val="00122F99"/>
    <w:pPr>
      <w:framePr w:wrap="around"/>
    </w:pPr>
    <w:rPr>
      <w:color w:val="FFFFFF" w:themeColor="background1"/>
    </w:rPr>
  </w:style>
  <w:style w:type="paragraph" w:customStyle="1" w:styleId="SubjectLine">
    <w:name w:val="Subject Line"/>
    <w:basedOn w:val="Normal"/>
    <w:link w:val="SubjectLineChar"/>
    <w:uiPriority w:val="10"/>
    <w:rsid w:val="00CB1296"/>
  </w:style>
  <w:style w:type="character" w:customStyle="1" w:styleId="TitleWhiteChar">
    <w:name w:val="Title White Char"/>
    <w:basedOn w:val="TitleChar"/>
    <w:link w:val="TitleWhite"/>
    <w:uiPriority w:val="5"/>
    <w:rsid w:val="00122F99"/>
    <w:rPr>
      <w:rFonts w:ascii="Arial" w:eastAsiaTheme="majorEastAsia" w:hAnsi="Arial" w:cstheme="majorBidi"/>
      <w:color w:val="FFFFFF" w:themeColor="background1"/>
      <w:spacing w:val="5"/>
      <w:kern w:val="28"/>
      <w:sz w:val="52"/>
      <w:szCs w:val="52"/>
    </w:rPr>
  </w:style>
  <w:style w:type="paragraph" w:customStyle="1" w:styleId="Author-Orange">
    <w:name w:val="Author-Orange"/>
    <w:basedOn w:val="Quote"/>
    <w:link w:val="Author-OrangeChar"/>
    <w:uiPriority w:val="11"/>
    <w:rsid w:val="00CB1296"/>
  </w:style>
  <w:style w:type="character" w:customStyle="1" w:styleId="SubjectLineChar">
    <w:name w:val="Subject Line Char"/>
    <w:basedOn w:val="DefaultParagraphFont"/>
    <w:link w:val="SubjectLine"/>
    <w:uiPriority w:val="10"/>
    <w:rsid w:val="00686608"/>
    <w:rPr>
      <w:color w:val="55595B" w:themeColor="text1"/>
      <w:kern w:val="28"/>
      <w:sz w:val="20"/>
    </w:rPr>
  </w:style>
  <w:style w:type="paragraph" w:customStyle="1" w:styleId="Author-White">
    <w:name w:val="Author-White"/>
    <w:basedOn w:val="Author-Orange"/>
    <w:next w:val="Normal"/>
    <w:link w:val="Author-WhiteChar"/>
    <w:uiPriority w:val="8"/>
    <w:qFormat/>
    <w:rsid w:val="00CF4F66"/>
    <w:rPr>
      <w:b/>
      <w:color w:val="FFFFFF" w:themeColor="background1"/>
      <w:sz w:val="20"/>
    </w:rPr>
  </w:style>
  <w:style w:type="character" w:customStyle="1" w:styleId="Author-OrangeChar">
    <w:name w:val="Author-Orange Char"/>
    <w:basedOn w:val="QuoteChar"/>
    <w:link w:val="Author-Orange"/>
    <w:uiPriority w:val="11"/>
    <w:rsid w:val="00686608"/>
    <w:rPr>
      <w:iCs/>
      <w:color w:val="B9BCBE" w:themeColor="text1" w:themeTint="66"/>
      <w:kern w:val="28"/>
      <w:sz w:val="16"/>
    </w:rPr>
  </w:style>
  <w:style w:type="paragraph" w:customStyle="1" w:styleId="SubjectLine-White">
    <w:name w:val="Subject Line-White"/>
    <w:basedOn w:val="SubjectLine"/>
    <w:link w:val="SubjectLine-WhiteChar"/>
    <w:uiPriority w:val="6"/>
    <w:qFormat/>
    <w:rsid w:val="001A5B10"/>
    <w:pPr>
      <w:framePr w:w="10800" w:wrap="around" w:vAnchor="text" w:hAnchor="margin" w:y="1" w:anchorLock="1"/>
      <w:spacing w:line="240" w:lineRule="auto"/>
    </w:pPr>
    <w:rPr>
      <w:i/>
      <w:color w:val="FFFFFF" w:themeColor="background1"/>
      <w:position w:val="-6"/>
      <w:sz w:val="40"/>
    </w:rPr>
  </w:style>
  <w:style w:type="character" w:customStyle="1" w:styleId="Author-WhiteChar">
    <w:name w:val="Author-White Char"/>
    <w:basedOn w:val="Author-OrangeChar"/>
    <w:link w:val="Author-White"/>
    <w:uiPriority w:val="8"/>
    <w:rsid w:val="00686608"/>
    <w:rPr>
      <w:b/>
      <w:iCs/>
      <w:color w:val="FFFFFF" w:themeColor="background1"/>
      <w:kern w:val="28"/>
      <w:sz w:val="20"/>
    </w:rPr>
  </w:style>
  <w:style w:type="paragraph" w:customStyle="1" w:styleId="PublishDate">
    <w:name w:val="Publish Date"/>
    <w:basedOn w:val="Normal"/>
    <w:link w:val="PublishDateChar"/>
    <w:uiPriority w:val="17"/>
    <w:qFormat/>
    <w:rsid w:val="00CB1296"/>
  </w:style>
  <w:style w:type="character" w:customStyle="1" w:styleId="SubjectLine-WhiteChar">
    <w:name w:val="Subject Line-White Char"/>
    <w:basedOn w:val="SubjectLineChar"/>
    <w:link w:val="SubjectLine-White"/>
    <w:uiPriority w:val="6"/>
    <w:rsid w:val="001A5B10"/>
    <w:rPr>
      <w:i/>
      <w:color w:val="FFFFFF" w:themeColor="background1"/>
      <w:kern w:val="28"/>
      <w:position w:val="-6"/>
      <w:sz w:val="40"/>
    </w:rPr>
  </w:style>
  <w:style w:type="paragraph" w:customStyle="1" w:styleId="PublishDate-White">
    <w:name w:val="Publish Date-White"/>
    <w:basedOn w:val="Normal"/>
    <w:link w:val="PublishDate-WhiteChar"/>
    <w:uiPriority w:val="8"/>
    <w:qFormat/>
    <w:rsid w:val="00CB1296"/>
    <w:rPr>
      <w:color w:val="FFFFFF" w:themeColor="background1"/>
    </w:rPr>
  </w:style>
  <w:style w:type="character" w:customStyle="1" w:styleId="PublishDateChar">
    <w:name w:val="Publish Date Char"/>
    <w:basedOn w:val="DefaultParagraphFont"/>
    <w:link w:val="PublishDate"/>
    <w:uiPriority w:val="17"/>
    <w:rsid w:val="00686608"/>
    <w:rPr>
      <w:color w:val="55595B" w:themeColor="text1"/>
      <w:kern w:val="28"/>
      <w:sz w:val="20"/>
    </w:rPr>
  </w:style>
  <w:style w:type="paragraph" w:customStyle="1" w:styleId="SectionHeader-Firstlineonapage">
    <w:name w:val="Section Header - First line on a page"/>
    <w:basedOn w:val="Heading1"/>
    <w:link w:val="SectionHeader-FirstlineonapageChar"/>
    <w:uiPriority w:val="2"/>
    <w:rsid w:val="00E37488"/>
    <w:pPr>
      <w:spacing w:line="560" w:lineRule="exact"/>
    </w:pPr>
  </w:style>
  <w:style w:type="character" w:customStyle="1" w:styleId="PublishDate-WhiteChar">
    <w:name w:val="Publish Date-White Char"/>
    <w:basedOn w:val="DefaultParagraphFont"/>
    <w:link w:val="PublishDate-White"/>
    <w:uiPriority w:val="8"/>
    <w:rsid w:val="00686608"/>
    <w:rPr>
      <w:color w:val="FFFFFF" w:themeColor="background1"/>
      <w:kern w:val="28"/>
      <w:sz w:val="20"/>
    </w:rPr>
  </w:style>
  <w:style w:type="paragraph" w:customStyle="1" w:styleId="SectionHeader">
    <w:name w:val="Section Header"/>
    <w:basedOn w:val="NewSectionHeader"/>
    <w:link w:val="SectionHeaderChar"/>
    <w:qFormat/>
    <w:rsid w:val="00DB7394"/>
    <w:pPr>
      <w:spacing w:before="280" w:after="300" w:line="560" w:lineRule="exact"/>
    </w:pPr>
    <w:rPr>
      <w:sz w:val="32"/>
    </w:rPr>
  </w:style>
  <w:style w:type="character" w:customStyle="1" w:styleId="SectionHeader-FirstlineonapageChar">
    <w:name w:val="Section Header - First line on a page Char"/>
    <w:basedOn w:val="Heading1Char"/>
    <w:link w:val="SectionHeader-Firstlineonapage"/>
    <w:uiPriority w:val="2"/>
    <w:rsid w:val="00CE4C08"/>
    <w:rPr>
      <w:rFonts w:asciiTheme="majorHAnsi" w:eastAsiaTheme="majorEastAsia" w:hAnsiTheme="majorHAnsi" w:cstheme="majorBidi"/>
      <w:bCs/>
      <w:color w:val="E87511" w:themeColor="background2"/>
      <w:kern w:val="28"/>
      <w:sz w:val="36"/>
      <w:szCs w:val="28"/>
    </w:rPr>
  </w:style>
  <w:style w:type="paragraph" w:customStyle="1" w:styleId="LegalCopy">
    <w:name w:val="Legal Copy"/>
    <w:basedOn w:val="Quote"/>
    <w:link w:val="LegalCopyChar"/>
    <w:uiPriority w:val="11"/>
    <w:qFormat/>
    <w:rsid w:val="000C3977"/>
  </w:style>
  <w:style w:type="character" w:customStyle="1" w:styleId="SectionHeaderChar">
    <w:name w:val="Section Header Char"/>
    <w:basedOn w:val="NewSectionHeaderChar"/>
    <w:link w:val="SectionHeader"/>
    <w:rsid w:val="00DB7394"/>
    <w:rPr>
      <w:rFonts w:ascii="Arial" w:eastAsiaTheme="majorEastAsia" w:hAnsi="Arial" w:cstheme="majorBidi"/>
      <w:bCs/>
      <w:color w:val="E87511" w:themeColor="background2"/>
      <w:kern w:val="28"/>
      <w:sz w:val="32"/>
      <w:szCs w:val="28"/>
    </w:rPr>
  </w:style>
  <w:style w:type="character" w:customStyle="1" w:styleId="LegalCopyChar">
    <w:name w:val="Legal Copy Char"/>
    <w:basedOn w:val="QuoteChar"/>
    <w:link w:val="LegalCopy"/>
    <w:uiPriority w:val="11"/>
    <w:rsid w:val="00686608"/>
    <w:rPr>
      <w:iCs/>
      <w:color w:val="B9BCBE" w:themeColor="text1" w:themeTint="66"/>
      <w:kern w:val="28"/>
      <w:sz w:val="16"/>
    </w:rPr>
  </w:style>
  <w:style w:type="paragraph" w:styleId="Subtitle">
    <w:name w:val="Subtitle"/>
    <w:basedOn w:val="Normal"/>
    <w:next w:val="Normal"/>
    <w:link w:val="SubtitleChar"/>
    <w:uiPriority w:val="11"/>
    <w:qFormat/>
    <w:rsid w:val="007670B3"/>
    <w:pPr>
      <w:numPr>
        <w:ilvl w:val="1"/>
      </w:numPr>
    </w:pPr>
    <w:rPr>
      <w:rFonts w:eastAsiaTheme="majorEastAsia" w:cstheme="majorBidi"/>
      <w:i/>
      <w:iCs/>
      <w:color w:val="00A3AE" w:themeColor="accent1"/>
      <w:spacing w:val="15"/>
      <w:sz w:val="24"/>
      <w:szCs w:val="24"/>
    </w:rPr>
  </w:style>
  <w:style w:type="character" w:customStyle="1" w:styleId="SubtitleChar">
    <w:name w:val="Subtitle Char"/>
    <w:basedOn w:val="DefaultParagraphFont"/>
    <w:link w:val="Subtitle"/>
    <w:uiPriority w:val="11"/>
    <w:rsid w:val="007670B3"/>
    <w:rPr>
      <w:rFonts w:ascii="Arial" w:eastAsiaTheme="majorEastAsia" w:hAnsi="Arial" w:cstheme="majorBidi"/>
      <w:i/>
      <w:iCs/>
      <w:color w:val="00A3AE" w:themeColor="accent1"/>
      <w:spacing w:val="15"/>
      <w:kern w:val="28"/>
      <w:sz w:val="24"/>
      <w:szCs w:val="24"/>
    </w:rPr>
  </w:style>
  <w:style w:type="paragraph" w:customStyle="1" w:styleId="Bullets">
    <w:name w:val="Bullets"/>
    <w:basedOn w:val="Normal"/>
    <w:link w:val="BulletsChar"/>
    <w:qFormat/>
    <w:rsid w:val="00110947"/>
    <w:pPr>
      <w:numPr>
        <w:numId w:val="11"/>
      </w:numPr>
    </w:pPr>
  </w:style>
  <w:style w:type="character" w:customStyle="1" w:styleId="BulletsChar">
    <w:name w:val="Bullets Char"/>
    <w:basedOn w:val="DefaultParagraphFont"/>
    <w:link w:val="Bullets"/>
    <w:uiPriority w:val="5"/>
    <w:rsid w:val="00110947"/>
    <w:rPr>
      <w:color w:val="55595B" w:themeColor="text1"/>
      <w:kern w:val="28"/>
      <w:sz w:val="20"/>
    </w:rPr>
  </w:style>
  <w:style w:type="paragraph" w:customStyle="1" w:styleId="In-lineGrey">
    <w:name w:val="In-line Grey"/>
    <w:link w:val="In-lineGreyChar"/>
    <w:uiPriority w:val="6"/>
    <w:qFormat/>
    <w:rsid w:val="008612BE"/>
    <w:pPr>
      <w:framePr w:w="10800" w:wrap="around" w:vAnchor="text" w:hAnchor="margin" w:y="1" w:anchorLock="1"/>
      <w:spacing w:line="240" w:lineRule="auto"/>
    </w:pPr>
    <w:rPr>
      <w:rFonts w:ascii="Arial" w:hAnsi="Arial"/>
      <w:i/>
      <w:color w:val="55595B" w:themeColor="text1"/>
      <w:kern w:val="28"/>
      <w:position w:val="-6"/>
      <w:sz w:val="40"/>
    </w:rPr>
  </w:style>
  <w:style w:type="paragraph" w:customStyle="1" w:styleId="SubHeader">
    <w:name w:val="Sub Header"/>
    <w:basedOn w:val="Heading2"/>
    <w:next w:val="Normal"/>
    <w:link w:val="SubHeaderChar"/>
    <w:qFormat/>
    <w:rsid w:val="00FD15AB"/>
    <w:pPr>
      <w:spacing w:before="160" w:after="120" w:line="240" w:lineRule="atLeast"/>
    </w:pPr>
    <w:rPr>
      <w:color w:val="009FBB"/>
      <w:sz w:val="24"/>
      <w:szCs w:val="19"/>
      <w14:stylisticSets>
        <w14:styleSet w14:id="1"/>
      </w14:stylisticSets>
    </w:rPr>
  </w:style>
  <w:style w:type="character" w:customStyle="1" w:styleId="In-lineGreyChar">
    <w:name w:val="In-line Grey Char"/>
    <w:basedOn w:val="DefaultParagraphFont"/>
    <w:link w:val="In-lineGrey"/>
    <w:uiPriority w:val="6"/>
    <w:rsid w:val="008612BE"/>
    <w:rPr>
      <w:rFonts w:ascii="Arial" w:hAnsi="Arial"/>
      <w:i/>
      <w:color w:val="55595B" w:themeColor="text1"/>
      <w:kern w:val="28"/>
      <w:position w:val="-6"/>
      <w:sz w:val="40"/>
    </w:rPr>
  </w:style>
  <w:style w:type="paragraph" w:styleId="ListParagraph">
    <w:name w:val="List Paragraph"/>
    <w:basedOn w:val="Normal"/>
    <w:link w:val="ListParagraphChar"/>
    <w:uiPriority w:val="34"/>
    <w:unhideWhenUsed/>
    <w:qFormat/>
    <w:rsid w:val="00450720"/>
    <w:pPr>
      <w:ind w:left="720"/>
      <w:contextualSpacing/>
    </w:pPr>
  </w:style>
  <w:style w:type="character" w:customStyle="1" w:styleId="SubHeaderChar">
    <w:name w:val="Sub Header Char"/>
    <w:basedOn w:val="DefaultParagraphFont"/>
    <w:link w:val="SubHeader"/>
    <w:rsid w:val="00FD15AB"/>
    <w:rPr>
      <w:rFonts w:ascii="Arial" w:eastAsiaTheme="majorEastAsia" w:hAnsi="Arial" w:cstheme="majorBidi"/>
      <w:b/>
      <w:color w:val="009FBB"/>
      <w:kern w:val="28"/>
      <w:sz w:val="24"/>
      <w:szCs w:val="19"/>
      <w14:stylisticSets>
        <w14:styleSet w14:id="1"/>
      </w14:stylisticSets>
    </w:rPr>
  </w:style>
  <w:style w:type="paragraph" w:customStyle="1" w:styleId="Liststyle">
    <w:name w:val="List style"/>
    <w:basedOn w:val="ListParagraph"/>
    <w:link w:val="ListstyleChar"/>
    <w:uiPriority w:val="3"/>
    <w:qFormat/>
    <w:rsid w:val="00450720"/>
    <w:pPr>
      <w:numPr>
        <w:numId w:val="25"/>
      </w:numPr>
    </w:pPr>
  </w:style>
  <w:style w:type="paragraph" w:customStyle="1" w:styleId="SectionHeaderFirstline">
    <w:name w:val="Section Header (First line)"/>
    <w:basedOn w:val="SectionHeader"/>
    <w:link w:val="SectionHeaderFirstlineChar"/>
    <w:uiPriority w:val="1"/>
    <w:rsid w:val="00DB7394"/>
    <w:pPr>
      <w:spacing w:before="0" w:line="240" w:lineRule="auto"/>
    </w:pPr>
  </w:style>
  <w:style w:type="character" w:customStyle="1" w:styleId="ListParagraphChar">
    <w:name w:val="List Paragraph Char"/>
    <w:basedOn w:val="DefaultParagraphFont"/>
    <w:link w:val="ListParagraph"/>
    <w:uiPriority w:val="34"/>
    <w:rsid w:val="00450720"/>
    <w:rPr>
      <w:color w:val="55595B" w:themeColor="text1"/>
      <w:kern w:val="28"/>
      <w:sz w:val="20"/>
    </w:rPr>
  </w:style>
  <w:style w:type="character" w:customStyle="1" w:styleId="ListstyleChar">
    <w:name w:val="List style Char"/>
    <w:basedOn w:val="ListParagraphChar"/>
    <w:link w:val="Liststyle"/>
    <w:uiPriority w:val="3"/>
    <w:rsid w:val="00450720"/>
    <w:rPr>
      <w:color w:val="55595B" w:themeColor="text1"/>
      <w:kern w:val="28"/>
      <w:sz w:val="20"/>
    </w:rPr>
  </w:style>
  <w:style w:type="character" w:customStyle="1" w:styleId="SectionHeaderFirstlineChar">
    <w:name w:val="Section Header (First line) Char"/>
    <w:basedOn w:val="SectionHeaderChar"/>
    <w:link w:val="SectionHeaderFirstline"/>
    <w:uiPriority w:val="1"/>
    <w:rsid w:val="00DB7394"/>
    <w:rPr>
      <w:rFonts w:ascii="Arial" w:eastAsiaTheme="majorEastAsia" w:hAnsi="Arial" w:cstheme="majorBidi"/>
      <w:bCs/>
      <w:color w:val="E87511" w:themeColor="background2"/>
      <w:kern w:val="28"/>
      <w:sz w:val="32"/>
      <w:szCs w:val="28"/>
    </w:rPr>
  </w:style>
  <w:style w:type="paragraph" w:customStyle="1" w:styleId="Address">
    <w:name w:val="Address"/>
    <w:basedOn w:val="Normal"/>
    <w:link w:val="AddressChar"/>
    <w:uiPriority w:val="9"/>
    <w:qFormat/>
    <w:rsid w:val="002475A1"/>
    <w:pPr>
      <w:spacing w:after="0" w:line="480" w:lineRule="exact"/>
    </w:pPr>
    <w:rPr>
      <w:color w:val="979B9E" w:themeColor="text1" w:themeTint="99"/>
    </w:rPr>
  </w:style>
  <w:style w:type="character" w:customStyle="1" w:styleId="AddressChar">
    <w:name w:val="Address Char"/>
    <w:basedOn w:val="DefaultParagraphFont"/>
    <w:link w:val="Address"/>
    <w:uiPriority w:val="9"/>
    <w:rsid w:val="002475A1"/>
    <w:rPr>
      <w:color w:val="979B9E" w:themeColor="text1" w:themeTint="99"/>
      <w:kern w:val="28"/>
      <w:sz w:val="20"/>
    </w:rPr>
  </w:style>
  <w:style w:type="paragraph" w:styleId="NoSpacing">
    <w:name w:val="No Spacing"/>
    <w:link w:val="NoSpacingChar"/>
    <w:uiPriority w:val="1"/>
    <w:qFormat/>
    <w:rsid w:val="00730652"/>
    <w:pPr>
      <w:spacing w:after="0" w:line="240" w:lineRule="auto"/>
    </w:pPr>
    <w:rPr>
      <w:rFonts w:ascii="Arial" w:eastAsiaTheme="minorEastAsia" w:hAnsi="Arial"/>
    </w:rPr>
  </w:style>
  <w:style w:type="character" w:customStyle="1" w:styleId="NoSpacingChar">
    <w:name w:val="No Spacing Char"/>
    <w:basedOn w:val="DefaultParagraphFont"/>
    <w:link w:val="NoSpacing"/>
    <w:uiPriority w:val="1"/>
    <w:rsid w:val="00730652"/>
    <w:rPr>
      <w:rFonts w:ascii="Arial" w:eastAsiaTheme="minorEastAsia" w:hAnsi="Arial"/>
    </w:rPr>
  </w:style>
  <w:style w:type="character" w:styleId="BookTitle">
    <w:name w:val="Book Title"/>
    <w:basedOn w:val="DefaultParagraphFont"/>
    <w:uiPriority w:val="18"/>
    <w:qFormat/>
    <w:rsid w:val="007670B3"/>
    <w:rPr>
      <w:b/>
      <w:bCs/>
      <w:i/>
      <w:iCs/>
      <w:spacing w:val="5"/>
    </w:rPr>
  </w:style>
  <w:style w:type="character" w:styleId="Emphasis">
    <w:name w:val="Emphasis"/>
    <w:basedOn w:val="DefaultParagraphFont"/>
    <w:uiPriority w:val="20"/>
    <w:qFormat/>
    <w:rsid w:val="007670B3"/>
    <w:rPr>
      <w:i/>
      <w:iCs/>
    </w:rPr>
  </w:style>
  <w:style w:type="character" w:styleId="IntenseEmphasis">
    <w:name w:val="Intense Emphasis"/>
    <w:basedOn w:val="DefaultParagraphFont"/>
    <w:uiPriority w:val="21"/>
    <w:rsid w:val="007670B3"/>
    <w:rPr>
      <w:i/>
      <w:iCs/>
      <w:color w:val="00A3AE" w:themeColor="accent1"/>
    </w:rPr>
  </w:style>
  <w:style w:type="paragraph" w:styleId="IntenseQuote">
    <w:name w:val="Intense Quote"/>
    <w:basedOn w:val="Normal"/>
    <w:next w:val="Normal"/>
    <w:link w:val="IntenseQuoteChar"/>
    <w:uiPriority w:val="30"/>
    <w:rsid w:val="007670B3"/>
    <w:pPr>
      <w:pBdr>
        <w:top w:val="single" w:sz="4" w:space="10" w:color="00A3AE" w:themeColor="accent1"/>
        <w:bottom w:val="single" w:sz="4" w:space="10" w:color="00A3AE" w:themeColor="accent1"/>
      </w:pBdr>
      <w:spacing w:before="360" w:after="360"/>
      <w:ind w:left="864" w:right="864"/>
      <w:jc w:val="center"/>
    </w:pPr>
    <w:rPr>
      <w:i/>
      <w:iCs/>
      <w:color w:val="00A3AE" w:themeColor="accent1"/>
    </w:rPr>
  </w:style>
  <w:style w:type="character" w:customStyle="1" w:styleId="IntenseQuoteChar">
    <w:name w:val="Intense Quote Char"/>
    <w:basedOn w:val="DefaultParagraphFont"/>
    <w:link w:val="IntenseQuote"/>
    <w:uiPriority w:val="30"/>
    <w:rsid w:val="007670B3"/>
    <w:rPr>
      <w:rFonts w:ascii="Arial" w:hAnsi="Arial"/>
      <w:i/>
      <w:iCs/>
      <w:color w:val="00A3AE" w:themeColor="accent1"/>
      <w:kern w:val="28"/>
      <w:sz w:val="20"/>
    </w:rPr>
  </w:style>
  <w:style w:type="character" w:styleId="SubtleReference">
    <w:name w:val="Subtle Reference"/>
    <w:basedOn w:val="DefaultParagraphFont"/>
    <w:uiPriority w:val="31"/>
    <w:rsid w:val="007670B3"/>
    <w:rPr>
      <w:smallCaps/>
      <w:color w:val="8F9496" w:themeColor="text1" w:themeTint="A5"/>
    </w:rPr>
  </w:style>
  <w:style w:type="character" w:styleId="IntenseReference">
    <w:name w:val="Intense Reference"/>
    <w:basedOn w:val="DefaultParagraphFont"/>
    <w:uiPriority w:val="32"/>
    <w:rsid w:val="007670B3"/>
    <w:rPr>
      <w:b/>
      <w:bCs/>
      <w:smallCaps/>
      <w:color w:val="00A3AE" w:themeColor="accent1"/>
      <w:spacing w:val="5"/>
    </w:rPr>
  </w:style>
  <w:style w:type="paragraph" w:styleId="TOCHeading">
    <w:name w:val="TOC Heading"/>
    <w:basedOn w:val="Heading1"/>
    <w:next w:val="Normal"/>
    <w:uiPriority w:val="39"/>
    <w:unhideWhenUsed/>
    <w:qFormat/>
    <w:rsid w:val="00BB68FF"/>
    <w:pPr>
      <w:spacing w:before="240" w:after="0" w:line="259" w:lineRule="auto"/>
      <w:outlineLvl w:val="9"/>
    </w:pPr>
    <w:rPr>
      <w:rFonts w:asciiTheme="majorHAnsi" w:hAnsiTheme="majorHAnsi"/>
      <w:bCs w:val="0"/>
      <w:color w:val="007982" w:themeColor="accent1" w:themeShade="BF"/>
      <w:kern w:val="0"/>
      <w:sz w:val="32"/>
      <w:szCs w:val="32"/>
    </w:rPr>
  </w:style>
  <w:style w:type="paragraph" w:styleId="TOC1">
    <w:name w:val="toc 1"/>
    <w:basedOn w:val="Normal"/>
    <w:next w:val="Normal"/>
    <w:autoRedefine/>
    <w:uiPriority w:val="39"/>
    <w:unhideWhenUsed/>
    <w:rsid w:val="00A77193"/>
    <w:pPr>
      <w:spacing w:after="100"/>
    </w:pPr>
    <w:rPr>
      <w:color w:val="2A2C2D" w:themeColor="text1" w:themeShade="80"/>
      <w:sz w:val="24"/>
    </w:rPr>
  </w:style>
  <w:style w:type="paragraph" w:styleId="TOC2">
    <w:name w:val="toc 2"/>
    <w:basedOn w:val="Normal"/>
    <w:next w:val="Normal"/>
    <w:autoRedefine/>
    <w:uiPriority w:val="39"/>
    <w:unhideWhenUsed/>
    <w:rsid w:val="00A77193"/>
    <w:pPr>
      <w:spacing w:after="100" w:line="259" w:lineRule="auto"/>
      <w:ind w:left="220"/>
    </w:pPr>
    <w:rPr>
      <w:rFonts w:asciiTheme="minorHAnsi" w:eastAsiaTheme="minorEastAsia" w:hAnsiTheme="minorHAnsi" w:cs="Times New Roman"/>
      <w:color w:val="2A2C2D" w:themeColor="text1" w:themeShade="80"/>
      <w:kern w:val="0"/>
      <w:sz w:val="22"/>
    </w:rPr>
  </w:style>
  <w:style w:type="paragraph" w:styleId="TOC3">
    <w:name w:val="toc 3"/>
    <w:basedOn w:val="Normal"/>
    <w:next w:val="Normal"/>
    <w:autoRedefine/>
    <w:uiPriority w:val="39"/>
    <w:unhideWhenUsed/>
    <w:rsid w:val="00BB68FF"/>
    <w:pPr>
      <w:spacing w:after="100" w:line="259" w:lineRule="auto"/>
      <w:ind w:left="440"/>
    </w:pPr>
    <w:rPr>
      <w:rFonts w:asciiTheme="minorHAnsi" w:eastAsiaTheme="minorEastAsia" w:hAnsiTheme="minorHAnsi" w:cs="Times New Roman"/>
      <w:color w:val="auto"/>
      <w:kern w:val="0"/>
      <w:sz w:val="22"/>
    </w:rPr>
  </w:style>
  <w:style w:type="paragraph" w:customStyle="1" w:styleId="Body">
    <w:name w:val="Body"/>
    <w:link w:val="BodyChar"/>
    <w:qFormat/>
    <w:rsid w:val="00CD7CA6"/>
    <w:pPr>
      <w:spacing w:after="140"/>
    </w:pPr>
    <w:rPr>
      <w:rFonts w:ascii="Calisto MT" w:eastAsia="Times New Roman" w:hAnsi="Calisto MT" w:cs="Times New Roman"/>
      <w:sz w:val="20"/>
    </w:rPr>
  </w:style>
  <w:style w:type="character" w:customStyle="1" w:styleId="BodyChar">
    <w:name w:val="Body Char"/>
    <w:basedOn w:val="DefaultParagraphFont"/>
    <w:link w:val="Body"/>
    <w:rsid w:val="00CD7CA6"/>
    <w:rPr>
      <w:rFonts w:ascii="Calisto MT" w:eastAsia="Times New Roman" w:hAnsi="Calisto MT" w:cs="Times New Roman"/>
      <w:sz w:val="20"/>
    </w:rPr>
  </w:style>
  <w:style w:type="character" w:customStyle="1" w:styleId="apple-converted-space">
    <w:name w:val="apple-converted-space"/>
    <w:basedOn w:val="DefaultParagraphFont"/>
    <w:rsid w:val="00CD7CA6"/>
  </w:style>
  <w:style w:type="character" w:customStyle="1" w:styleId="Heading2Char">
    <w:name w:val="Heading 2 Char"/>
    <w:basedOn w:val="DefaultParagraphFont"/>
    <w:link w:val="Heading2"/>
    <w:uiPriority w:val="12"/>
    <w:semiHidden/>
    <w:rsid w:val="002301DA"/>
    <w:rPr>
      <w:rFonts w:ascii="Arial" w:eastAsiaTheme="majorEastAsia" w:hAnsi="Arial" w:cstheme="majorBidi"/>
      <w:b/>
      <w:color w:val="00A3AE" w:themeColor="accent1"/>
      <w:kern w:val="28"/>
      <w:sz w:val="19"/>
      <w:szCs w:val="26"/>
    </w:rPr>
  </w:style>
  <w:style w:type="character" w:customStyle="1" w:styleId="Commands">
    <w:name w:val="Commands"/>
    <w:basedOn w:val="DefaultParagraphFont"/>
    <w:qFormat/>
    <w:rsid w:val="00CD7CA6"/>
    <w:rPr>
      <w:rFonts w:ascii="Franklin Gothic Demi" w:hAnsi="Franklin Gothic Demi"/>
      <w:sz w:val="20"/>
    </w:rPr>
  </w:style>
  <w:style w:type="character" w:customStyle="1" w:styleId="NumberListCharChar">
    <w:name w:val="NumberList Char Char"/>
    <w:basedOn w:val="BodyChar"/>
    <w:link w:val="NumberList"/>
    <w:rsid w:val="00CD7CA6"/>
    <w:rPr>
      <w:rFonts w:ascii="Calisto MT" w:eastAsia="Times New Roman" w:hAnsi="Calisto MT" w:cs="Times New Roman"/>
      <w:sz w:val="20"/>
      <w:lang w:val="en-CA"/>
    </w:rPr>
  </w:style>
  <w:style w:type="character" w:customStyle="1" w:styleId="Note">
    <w:name w:val="Note"/>
    <w:basedOn w:val="DefaultParagraphFont"/>
    <w:qFormat/>
    <w:rsid w:val="00CD7CA6"/>
    <w:rPr>
      <w:rFonts w:ascii="Franklin Gothic Demi" w:hAnsi="Franklin Gothic Demi"/>
      <w:color w:val="F79327"/>
      <w:sz w:val="20"/>
      <w:szCs w:val="20"/>
    </w:rPr>
  </w:style>
  <w:style w:type="paragraph" w:customStyle="1" w:styleId="NumberList">
    <w:name w:val="NumberList"/>
    <w:basedOn w:val="Body"/>
    <w:link w:val="NumberListCharChar"/>
    <w:rsid w:val="00CD7CA6"/>
    <w:pPr>
      <w:tabs>
        <w:tab w:val="left" w:pos="360"/>
      </w:tabs>
      <w:ind w:left="360" w:hanging="360"/>
    </w:pPr>
    <w:rPr>
      <w:rFonts w:eastAsiaTheme="minorHAnsi" w:cstheme="minorBidi"/>
      <w:sz w:val="22"/>
      <w:lang w:val="en-CA"/>
    </w:rPr>
  </w:style>
  <w:style w:type="character" w:customStyle="1" w:styleId="uicontrol">
    <w:name w:val="uicontrol"/>
    <w:basedOn w:val="DefaultParagraphFont"/>
    <w:rsid w:val="00D812BE"/>
  </w:style>
  <w:style w:type="character" w:customStyle="1" w:styleId="Heading3Char">
    <w:name w:val="Heading 3 Char"/>
    <w:basedOn w:val="DefaultParagraphFont"/>
    <w:link w:val="Heading3"/>
    <w:uiPriority w:val="12"/>
    <w:rsid w:val="002301DA"/>
    <w:rPr>
      <w:rFonts w:asciiTheme="majorHAnsi" w:eastAsiaTheme="majorEastAsia" w:hAnsiTheme="majorHAnsi" w:cstheme="majorBidi"/>
      <w:color w:val="005056" w:themeColor="accent1" w:themeShade="7F"/>
      <w:kern w:val="28"/>
      <w:sz w:val="24"/>
      <w:szCs w:val="24"/>
    </w:rPr>
  </w:style>
  <w:style w:type="paragraph" w:customStyle="1" w:styleId="BodyLevel1Indent">
    <w:name w:val="Body (Level 1 Indent)"/>
    <w:basedOn w:val="Body"/>
    <w:link w:val="BodyLevel1IndentChar"/>
    <w:qFormat/>
    <w:rsid w:val="006F4AAA"/>
    <w:pPr>
      <w:ind w:left="360"/>
    </w:pPr>
    <w:rPr>
      <w:lang w:val="en-CA"/>
    </w:rPr>
  </w:style>
  <w:style w:type="character" w:customStyle="1" w:styleId="BodyLevel1IndentChar">
    <w:name w:val="Body (Level 1 Indent) Char"/>
    <w:basedOn w:val="BodyChar"/>
    <w:link w:val="BodyLevel1Indent"/>
    <w:rsid w:val="006F4AAA"/>
    <w:rPr>
      <w:rFonts w:ascii="Calisto MT" w:eastAsia="Times New Roman" w:hAnsi="Calisto MT" w:cs="Times New Roman"/>
      <w:sz w:val="20"/>
      <w:lang w:val="en-CA"/>
    </w:rPr>
  </w:style>
  <w:style w:type="character" w:styleId="UnresolvedMention">
    <w:name w:val="Unresolved Mention"/>
    <w:basedOn w:val="DefaultParagraphFont"/>
    <w:uiPriority w:val="99"/>
    <w:semiHidden/>
    <w:unhideWhenUsed/>
    <w:rsid w:val="002F184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887977">
      <w:bodyDiv w:val="1"/>
      <w:marLeft w:val="0"/>
      <w:marRight w:val="0"/>
      <w:marTop w:val="0"/>
      <w:marBottom w:val="0"/>
      <w:divBdr>
        <w:top w:val="none" w:sz="0" w:space="0" w:color="auto"/>
        <w:left w:val="none" w:sz="0" w:space="0" w:color="auto"/>
        <w:bottom w:val="none" w:sz="0" w:space="0" w:color="auto"/>
        <w:right w:val="none" w:sz="0" w:space="0" w:color="auto"/>
      </w:divBdr>
    </w:div>
    <w:div w:id="839584735">
      <w:bodyDiv w:val="1"/>
      <w:marLeft w:val="0"/>
      <w:marRight w:val="0"/>
      <w:marTop w:val="0"/>
      <w:marBottom w:val="0"/>
      <w:divBdr>
        <w:top w:val="none" w:sz="0" w:space="0" w:color="auto"/>
        <w:left w:val="none" w:sz="0" w:space="0" w:color="auto"/>
        <w:bottom w:val="none" w:sz="0" w:space="0" w:color="auto"/>
        <w:right w:val="none" w:sz="0" w:space="0" w:color="auto"/>
      </w:divBdr>
    </w:div>
    <w:div w:id="159567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munity.brightspace.com/s/article/Brightspace-Platform-March-2018-10-7-11-Release-Notes" TargetMode="External"/><Relationship Id="rId5" Type="http://schemas.openxmlformats.org/officeDocument/2006/relationships/settings" Target="settings.xml"/><Relationship Id="rId15" Type="http://schemas.openxmlformats.org/officeDocument/2006/relationships/hyperlink" Target="https://documentation.brightspace.com/EN/le/html_editor/instructor/use_accessibility_checker.htm?Highlight=accessibility%20checker"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documentation.brightspace.com/EN/le/-/all/le_intro.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first\Downloads\CD%20Consulting\Version\D2L_Daylight_HTML_Template_Guid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66481A0C78C4D3DAA2A37CAD18DF23C"/>
        <w:category>
          <w:name w:val="General"/>
          <w:gallery w:val="placeholder"/>
        </w:category>
        <w:types>
          <w:type w:val="bbPlcHdr"/>
        </w:types>
        <w:behaviors>
          <w:behavior w:val="content"/>
        </w:behaviors>
        <w:guid w:val="{B811C09C-B7E9-4D91-953C-E2D57A248C61}"/>
      </w:docPartPr>
      <w:docPartBody>
        <w:p w:rsidR="00DB037A" w:rsidRDefault="001F07F3" w:rsidP="001F07F3">
          <w:pPr>
            <w:pStyle w:val="766481A0C78C4D3DAA2A37CAD18DF23C"/>
          </w:pPr>
          <w:r w:rsidRPr="00BF7EAB">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sto MT">
    <w:panose1 w:val="02040603050505030304"/>
    <w:charset w:val="00"/>
    <w:family w:val="roman"/>
    <w:pitch w:val="variable"/>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7F3"/>
    <w:rsid w:val="001F07F3"/>
    <w:rsid w:val="00234A05"/>
    <w:rsid w:val="00246402"/>
    <w:rsid w:val="003A15AB"/>
    <w:rsid w:val="00493A97"/>
    <w:rsid w:val="00743C1B"/>
    <w:rsid w:val="007C1EEC"/>
    <w:rsid w:val="007E7B8E"/>
    <w:rsid w:val="00822AFE"/>
    <w:rsid w:val="009208D9"/>
    <w:rsid w:val="0097414C"/>
    <w:rsid w:val="00D57347"/>
    <w:rsid w:val="00DB037A"/>
    <w:rsid w:val="00F84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07F3"/>
    <w:rPr>
      <w:color w:val="808080"/>
    </w:rPr>
  </w:style>
  <w:style w:type="paragraph" w:customStyle="1" w:styleId="766481A0C78C4D3DAA2A37CAD18DF23C">
    <w:name w:val="766481A0C78C4D3DAA2A37CAD18DF23C"/>
    <w:rsid w:val="001F07F3"/>
  </w:style>
  <w:style w:type="paragraph" w:customStyle="1" w:styleId="DCAA48BAB5D9449E86CFB41323997036">
    <w:name w:val="DCAA48BAB5D9449E86CFB41323997036"/>
    <w:rsid w:val="001F07F3"/>
  </w:style>
  <w:style w:type="paragraph" w:customStyle="1" w:styleId="9E042BB87B844251B245CBCB3A19AC23">
    <w:name w:val="9E042BB87B844251B245CBCB3A19AC23"/>
    <w:rsid w:val="001F07F3"/>
  </w:style>
  <w:style w:type="paragraph" w:customStyle="1" w:styleId="E0D7350573F64835ADFB99CF02AE73DD">
    <w:name w:val="E0D7350573F64835ADFB99CF02AE73DD"/>
    <w:rsid w:val="001F07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D2L on lights">
      <a:dk1>
        <a:srgbClr val="55595B"/>
      </a:dk1>
      <a:lt1>
        <a:srgbClr val="FFFFFF"/>
      </a:lt1>
      <a:dk2>
        <a:srgbClr val="565A5C"/>
      </a:dk2>
      <a:lt2>
        <a:srgbClr val="E87511"/>
      </a:lt2>
      <a:accent1>
        <a:srgbClr val="00A3AE"/>
      </a:accent1>
      <a:accent2>
        <a:srgbClr val="C83000"/>
      </a:accent2>
      <a:accent3>
        <a:srgbClr val="76A23F"/>
      </a:accent3>
      <a:accent4>
        <a:srgbClr val="005AC9"/>
      </a:accent4>
      <a:accent5>
        <a:srgbClr val="55595B"/>
      </a:accent5>
      <a:accent6>
        <a:srgbClr val="E87511"/>
      </a:accent6>
      <a:hlink>
        <a:srgbClr val="565A5C"/>
      </a:hlink>
      <a:folHlink>
        <a:srgbClr val="D7D7D7"/>
      </a:folHlink>
    </a:clrScheme>
    <a:fontScheme name="Custom 1">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2018-05-01T00:00:00</PublishDate>
  <Abstract>Subject line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8E54A9C-7BA2-44B6-9DAD-0DA461CC2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D2L_Daylight_HTML_Template_Guide.dotx</Template>
  <TotalTime>598</TotalTime>
  <Pages>8</Pages>
  <Words>1653</Words>
  <Characters>9423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Document title</vt:lpstr>
    </vt:vector>
  </TitlesOfParts>
  <Company>Dere2Learn</Company>
  <LinksUpToDate>false</LinksUpToDate>
  <CharactersWithSpaces>11054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Subject</dc:subject>
  <dc:creator>Lihua First</dc:creator>
  <cp:lastModifiedBy>Lihua First</cp:lastModifiedBy>
  <cp:revision>57</cp:revision>
  <cp:lastPrinted>2014-03-28T20:07:00Z</cp:lastPrinted>
  <dcterms:created xsi:type="dcterms:W3CDTF">2017-05-30T13:45:00Z</dcterms:created>
  <dcterms:modified xsi:type="dcterms:W3CDTF">2018-05-04T14:26:00Z</dcterms:modified>
</cp:coreProperties>
</file>